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B6D44">
      <w:pPr>
        <w:adjustRightInd w:val="0"/>
        <w:snapToGrid w:val="0"/>
        <w:rPr>
          <w:rFonts w:hint="eastAsia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2983230</wp:posOffset>
                </wp:positionV>
                <wp:extent cx="7559675" cy="2622550"/>
                <wp:effectExtent l="0" t="0" r="3175" b="6350"/>
                <wp:wrapNone/>
                <wp:docPr id="90" name="组合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2622550"/>
                          <a:chOff x="3590" y="5701"/>
                          <a:chExt cx="11905" cy="4130"/>
                        </a:xfrm>
                      </wpg:grpSpPr>
                      <wps:wsp>
                        <wps:cNvPr id="91" name="梯形 2"/>
                        <wps:cNvSpPr/>
                        <wps:spPr>
                          <a:xfrm>
                            <a:off x="6577" y="5701"/>
                            <a:ext cx="8918" cy="4130"/>
                          </a:xfrm>
                          <a:prstGeom prst="trapezoid">
                            <a:avLst>
                              <a:gd name="adj" fmla="val 0"/>
                            </a:avLst>
                          </a:prstGeom>
                          <a:solidFill>
                            <a:srgbClr val="D99694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2" name="梯形 3"/>
                        <wps:cNvSpPr/>
                        <wps:spPr>
                          <a:xfrm rot="10800000">
                            <a:off x="3590" y="5701"/>
                            <a:ext cx="2580" cy="4130"/>
                          </a:xfrm>
                          <a:prstGeom prst="trapezoid">
                            <a:avLst>
                              <a:gd name="adj" fmla="val 0"/>
                            </a:avLst>
                          </a:prstGeom>
                          <a:solidFill>
                            <a:srgbClr val="D99694">
                              <a:alpha val="50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3" name="文本框 6"/>
                        <wps:cNvSpPr txBox="1"/>
                        <wps:spPr>
                          <a:xfrm>
                            <a:off x="3991" y="6764"/>
                            <a:ext cx="10661" cy="2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B4F60B4">
                              <w:pPr>
                                <w:pStyle w:val="6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FFFF"/>
                                  <w:kern w:val="24"/>
                                  <w:position w:val="1"/>
                                  <w:sz w:val="144"/>
                                  <w:szCs w:val="144"/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94" name="文本框 7"/>
                        <wps:cNvSpPr txBox="1"/>
                        <wps:spPr>
                          <a:xfrm>
                            <a:off x="3940" y="6057"/>
                            <a:ext cx="10712" cy="10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50E0A9C">
                              <w:pPr>
                                <w:pStyle w:val="6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FFFF"/>
                                  <w:kern w:val="24"/>
                                  <w:sz w:val="48"/>
                                  <w:szCs w:val="48"/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234.9pt;height:206.5pt;width:595.25pt;z-index:251681792;mso-width-relative:page;mso-height-relative:page;" coordorigin="3590,5701" coordsize="11905,4130" o:gfxdata="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">
                <o:lock v:ext="edit" aspectratio="f"/>
                <v:shape id="梯形 2" o:spid="_x0000_s1026" style="position:absolute;left:6577;top:5701;height:4130;width:8918;v-text-anchor:middle;" fillcolor="#D99694" filled="t" stroked="f" coordsize="8918,4130" o:gfxdata="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Jv3i74A&#10;AADbAAAADwAAAAAAAAABACAAAAAiAAAAZHJzL2Rvd25yZXYueG1sUEsBAhQAFAAAAAgAh07iQDMv&#10;BZ47AAAAOQAAABAAAAAAAAAAAQAgAAAADQEAAGRycy9zaGFwZXhtbC54bWxQSwUGAAAAAAYABgBb&#10;AQAAtwMAAAAA&#10;" path="m0,4130l0,0,8918,0,8918,4130xe">
                  <v:path o:connectlocs="4459,0;0,2065;4459,4130;8918,2065" o:connectangles="247,164,82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梯形 3" o:spid="_x0000_s1026" style="position:absolute;left:3590;top:5701;height:4130;width:2580;rotation:11796480f;v-text-anchor:middle;" fillcolor="#D99694" filled="t" stroked="f" coordsize="2580,4130" o:gfxdata="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d/5By8AAAA&#10;2wAAAA8AAAAAAAAAAQAgAAAAIgAAAGRycy9kb3ducmV2LnhtbFBLAQIUABQAAAAIAIdO4kAzLwWe&#10;OwAAADkAAAAQAAAAAAAAAAEAIAAAAAsBAABkcnMvc2hhcGV4bWwueG1sUEsFBgAAAAAGAAYAWwEA&#10;ALUDAAAAAA==&#10;" path="m0,4130l0,0,2580,0,2580,4130xe">
                  <v:path o:connectlocs="1290,0;0,2065;1290,4130;2580,2065" o:connectangles="247,164,82,0"/>
                  <v:fill on="t" opacity="32768f" focussize="0,0"/>
                  <v:stroke on="f" weight="1pt" miterlimit="8" joinstyle="miter"/>
                  <v:imagedata o:title=""/>
                  <o:lock v:ext="edit" aspectratio="f"/>
                </v:shape>
                <v:shape id="文本框 6" o:spid="_x0000_s1026" o:spt="202" type="#_x0000_t202" style="position:absolute;left:3991;top:6764;height:2640;width:10661;" filled="f" stroked="f" coordsize="21600,21600" o:gfxdata="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xqRq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5B4F60B4">
                        <w:pPr>
                          <w:pStyle w:val="6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FFFF"/>
                            <w:kern w:val="24"/>
                            <w:position w:val="1"/>
                            <w:sz w:val="144"/>
                            <w:szCs w:val="144"/>
                          </w:rPr>
                          <w:t>个人简历</w:t>
                        </w:r>
                      </w:p>
                    </w:txbxContent>
                  </v:textbox>
                </v:shape>
                <v:shape id="文本框 7" o:spid="_x0000_s1026" o:spt="202" type="#_x0000_t202" style="position:absolute;left:3940;top:6057;height:1080;width:10712;" filled="f" stroked="f" coordsize="21600,21600" o:gfxdata="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dYMW6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350E0A9C">
                        <w:pPr>
                          <w:pStyle w:val="6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FFFF"/>
                            <w:kern w:val="24"/>
                            <w:sz w:val="48"/>
                            <w:szCs w:val="48"/>
                          </w:rPr>
                          <w:t>PERSONAL RESUME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2291715</wp:posOffset>
                </wp:positionH>
                <wp:positionV relativeFrom="paragraph">
                  <wp:posOffset>8809990</wp:posOffset>
                </wp:positionV>
                <wp:extent cx="1518920" cy="320040"/>
                <wp:effectExtent l="0" t="0" r="0" b="0"/>
                <wp:wrapNone/>
                <wp:docPr id="95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920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266553">
                            <w:pPr>
                              <w:pStyle w:val="6"/>
                              <w:spacing w:before="0" w:beforeAutospacing="0" w:after="0" w:afterAutospacing="0" w:line="360" w:lineRule="exact"/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广东省深圳市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180.45pt;margin-top:693.7pt;height:25.2pt;width:119.6pt;z-index:251678720;mso-width-relative:page;mso-height-relative:page;" filled="f" stroked="f" coordsize="21600,21600" o:gfxdata="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0gAcWtkAAAANAQAADwAAAAAAAAABACAAAAAiAAAAZHJzL2Rvd25yZXYueG1sUEsB&#10;AhQAFAAAAAgAh07iQGc9tBi7AQAAXw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65266553">
                      <w:pPr>
                        <w:pStyle w:val="6"/>
                        <w:spacing w:before="0" w:beforeAutospacing="0" w:after="0" w:afterAutospacing="0" w:line="360" w:lineRule="exact"/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广东省深圳市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2096770</wp:posOffset>
                </wp:positionH>
                <wp:positionV relativeFrom="paragraph">
                  <wp:posOffset>8895715</wp:posOffset>
                </wp:positionV>
                <wp:extent cx="161925" cy="162560"/>
                <wp:effectExtent l="0" t="0" r="10160" b="8890"/>
                <wp:wrapNone/>
                <wp:docPr id="96" name="plus-18-movie_835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61925" cy="162560"/>
                        </a:xfrm>
                        <a:custGeom>
                          <a:avLst/>
                          <a:gdLst>
                            <a:gd name="T0" fmla="*/ 5002 w 5054"/>
                            <a:gd name="T1" fmla="*/ 4584 h 5072"/>
                            <a:gd name="T2" fmla="*/ 4477 w 5054"/>
                            <a:gd name="T3" fmla="*/ 3420 h 5072"/>
                            <a:gd name="T4" fmla="*/ 4020 w 5054"/>
                            <a:gd name="T5" fmla="*/ 3125 h 5072"/>
                            <a:gd name="T6" fmla="*/ 3418 w 5054"/>
                            <a:gd name="T7" fmla="*/ 3125 h 5072"/>
                            <a:gd name="T8" fmla="*/ 4063 w 5054"/>
                            <a:gd name="T9" fmla="*/ 1536 h 5072"/>
                            <a:gd name="T10" fmla="*/ 2527 w 5054"/>
                            <a:gd name="T11" fmla="*/ 0 h 5072"/>
                            <a:gd name="T12" fmla="*/ 991 w 5054"/>
                            <a:gd name="T13" fmla="*/ 1536 h 5072"/>
                            <a:gd name="T14" fmla="*/ 1631 w 5054"/>
                            <a:gd name="T15" fmla="*/ 3125 h 5072"/>
                            <a:gd name="T16" fmla="*/ 1033 w 5054"/>
                            <a:gd name="T17" fmla="*/ 3125 h 5072"/>
                            <a:gd name="T18" fmla="*/ 576 w 5054"/>
                            <a:gd name="T19" fmla="*/ 3420 h 5072"/>
                            <a:gd name="T20" fmla="*/ 52 w 5054"/>
                            <a:gd name="T21" fmla="*/ 4584 h 5072"/>
                            <a:gd name="T22" fmla="*/ 69 w 5054"/>
                            <a:gd name="T23" fmla="*/ 4919 h 5072"/>
                            <a:gd name="T24" fmla="*/ 367 w 5054"/>
                            <a:gd name="T25" fmla="*/ 5072 h 5072"/>
                            <a:gd name="T26" fmla="*/ 4687 w 5054"/>
                            <a:gd name="T27" fmla="*/ 5072 h 5072"/>
                            <a:gd name="T28" fmla="*/ 4984 w 5054"/>
                            <a:gd name="T29" fmla="*/ 4919 h 5072"/>
                            <a:gd name="T30" fmla="*/ 5002 w 5054"/>
                            <a:gd name="T31" fmla="*/ 4584 h 5072"/>
                            <a:gd name="T32" fmla="*/ 2527 w 5054"/>
                            <a:gd name="T33" fmla="*/ 844 h 5072"/>
                            <a:gd name="T34" fmla="*/ 3218 w 5054"/>
                            <a:gd name="T35" fmla="*/ 1536 h 5072"/>
                            <a:gd name="T36" fmla="*/ 2527 w 5054"/>
                            <a:gd name="T37" fmla="*/ 2228 h 5072"/>
                            <a:gd name="T38" fmla="*/ 1835 w 5054"/>
                            <a:gd name="T39" fmla="*/ 1536 h 5072"/>
                            <a:gd name="T40" fmla="*/ 2527 w 5054"/>
                            <a:gd name="T41" fmla="*/ 844 h 5072"/>
                            <a:gd name="T42" fmla="*/ 554 w 5054"/>
                            <a:gd name="T43" fmla="*/ 4605 h 5072"/>
                            <a:gd name="T44" fmla="*/ 1001 w 5054"/>
                            <a:gd name="T45" fmla="*/ 3614 h 5072"/>
                            <a:gd name="T46" fmla="*/ 1036 w 5054"/>
                            <a:gd name="T47" fmla="*/ 3591 h 5072"/>
                            <a:gd name="T48" fmla="*/ 1941 w 5054"/>
                            <a:gd name="T49" fmla="*/ 3591 h 5072"/>
                            <a:gd name="T50" fmla="*/ 2162 w 5054"/>
                            <a:gd name="T51" fmla="*/ 3882 h 5072"/>
                            <a:gd name="T52" fmla="*/ 2527 w 5054"/>
                            <a:gd name="T53" fmla="*/ 4198 h 5072"/>
                            <a:gd name="T54" fmla="*/ 2887 w 5054"/>
                            <a:gd name="T55" fmla="*/ 3882 h 5072"/>
                            <a:gd name="T56" fmla="*/ 3108 w 5054"/>
                            <a:gd name="T57" fmla="*/ 3591 h 5072"/>
                            <a:gd name="T58" fmla="*/ 4018 w 5054"/>
                            <a:gd name="T59" fmla="*/ 3591 h 5072"/>
                            <a:gd name="T60" fmla="*/ 4053 w 5054"/>
                            <a:gd name="T61" fmla="*/ 3614 h 5072"/>
                            <a:gd name="T62" fmla="*/ 4499 w 5054"/>
                            <a:gd name="T63" fmla="*/ 4605 h 5072"/>
                            <a:gd name="T64" fmla="*/ 554 w 5054"/>
                            <a:gd name="T65" fmla="*/ 4605 h 50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5054" h="5072">
                              <a:moveTo>
                                <a:pt x="5002" y="4584"/>
                              </a:moveTo>
                              <a:lnTo>
                                <a:pt x="4477" y="3420"/>
                              </a:lnTo>
                              <a:cubicBezTo>
                                <a:pt x="4400" y="3249"/>
                                <a:pt x="4208" y="3125"/>
                                <a:pt x="4020" y="3125"/>
                              </a:cubicBezTo>
                              <a:lnTo>
                                <a:pt x="3418" y="3125"/>
                              </a:lnTo>
                              <a:cubicBezTo>
                                <a:pt x="3634" y="2775"/>
                                <a:pt x="4063" y="2021"/>
                                <a:pt x="4063" y="1536"/>
                              </a:cubicBezTo>
                              <a:cubicBezTo>
                                <a:pt x="4063" y="689"/>
                                <a:pt x="3374" y="0"/>
                                <a:pt x="2527" y="0"/>
                              </a:cubicBezTo>
                              <a:cubicBezTo>
                                <a:pt x="1680" y="0"/>
                                <a:pt x="991" y="689"/>
                                <a:pt x="991" y="1536"/>
                              </a:cubicBezTo>
                              <a:cubicBezTo>
                                <a:pt x="991" y="2023"/>
                                <a:pt x="1417" y="2776"/>
                                <a:pt x="1631" y="3125"/>
                              </a:cubicBezTo>
                              <a:lnTo>
                                <a:pt x="1033" y="3125"/>
                              </a:lnTo>
                              <a:cubicBezTo>
                                <a:pt x="846" y="3125"/>
                                <a:pt x="653" y="3249"/>
                                <a:pt x="576" y="3420"/>
                              </a:cubicBezTo>
                              <a:lnTo>
                                <a:pt x="52" y="4584"/>
                              </a:lnTo>
                              <a:cubicBezTo>
                                <a:pt x="0" y="4699"/>
                                <a:pt x="6" y="4821"/>
                                <a:pt x="69" y="4919"/>
                              </a:cubicBezTo>
                              <a:cubicBezTo>
                                <a:pt x="132" y="5016"/>
                                <a:pt x="241" y="5072"/>
                                <a:pt x="367" y="5072"/>
                              </a:cubicBezTo>
                              <a:lnTo>
                                <a:pt x="4687" y="5072"/>
                              </a:lnTo>
                              <a:cubicBezTo>
                                <a:pt x="4813" y="5072"/>
                                <a:pt x="4921" y="5016"/>
                                <a:pt x="4984" y="4919"/>
                              </a:cubicBezTo>
                              <a:cubicBezTo>
                                <a:pt x="5047" y="4821"/>
                                <a:pt x="5054" y="4699"/>
                                <a:pt x="5002" y="4584"/>
                              </a:cubicBezTo>
                              <a:close/>
                              <a:moveTo>
                                <a:pt x="2527" y="844"/>
                              </a:moveTo>
                              <a:cubicBezTo>
                                <a:pt x="2908" y="844"/>
                                <a:pt x="3218" y="1155"/>
                                <a:pt x="3218" y="1536"/>
                              </a:cubicBezTo>
                              <a:cubicBezTo>
                                <a:pt x="3218" y="1917"/>
                                <a:pt x="2908" y="2228"/>
                                <a:pt x="2527" y="2228"/>
                              </a:cubicBezTo>
                              <a:cubicBezTo>
                                <a:pt x="2145" y="2228"/>
                                <a:pt x="1835" y="1917"/>
                                <a:pt x="1835" y="1536"/>
                              </a:cubicBezTo>
                              <a:cubicBezTo>
                                <a:pt x="1835" y="1155"/>
                                <a:pt x="2145" y="844"/>
                                <a:pt x="2527" y="844"/>
                              </a:cubicBezTo>
                              <a:close/>
                              <a:moveTo>
                                <a:pt x="554" y="4605"/>
                              </a:moveTo>
                              <a:lnTo>
                                <a:pt x="1001" y="3614"/>
                              </a:lnTo>
                              <a:cubicBezTo>
                                <a:pt x="1007" y="3606"/>
                                <a:pt x="1026" y="3594"/>
                                <a:pt x="1036" y="3591"/>
                              </a:cubicBezTo>
                              <a:lnTo>
                                <a:pt x="1941" y="3591"/>
                              </a:lnTo>
                              <a:cubicBezTo>
                                <a:pt x="2016" y="3697"/>
                                <a:pt x="2091" y="3796"/>
                                <a:pt x="2162" y="3882"/>
                              </a:cubicBezTo>
                              <a:cubicBezTo>
                                <a:pt x="2420" y="4198"/>
                                <a:pt x="2495" y="4198"/>
                                <a:pt x="2527" y="4198"/>
                              </a:cubicBezTo>
                              <a:cubicBezTo>
                                <a:pt x="2560" y="4198"/>
                                <a:pt x="2630" y="4198"/>
                                <a:pt x="2887" y="3882"/>
                              </a:cubicBezTo>
                              <a:cubicBezTo>
                                <a:pt x="2957" y="3795"/>
                                <a:pt x="3032" y="3697"/>
                                <a:pt x="3108" y="3591"/>
                              </a:cubicBezTo>
                              <a:lnTo>
                                <a:pt x="4018" y="3591"/>
                              </a:lnTo>
                              <a:cubicBezTo>
                                <a:pt x="4028" y="3594"/>
                                <a:pt x="4047" y="3606"/>
                                <a:pt x="4053" y="3614"/>
                              </a:cubicBezTo>
                              <a:lnTo>
                                <a:pt x="4499" y="4605"/>
                              </a:lnTo>
                              <a:lnTo>
                                <a:pt x="554" y="46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9694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lus-18-movie_83580" o:spid="_x0000_s1026" o:spt="100" style="position:absolute;left:0pt;margin-left:165.1pt;margin-top:700.45pt;height:12.8pt;width:12.75pt;z-index:251679744;mso-width-relative:page;mso-height-relative:page;" fillcolor="#D99694" filled="t" stroked="f" coordsize="5054,5072" o:gfxdata="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" path="m5002,4584l4477,3420c4400,3249,4208,3125,4020,3125l3418,3125c3634,2775,4063,2021,4063,1536c4063,689,3374,0,2527,0c1680,0,991,689,991,1536c991,2023,1417,2776,1631,3125l1033,3125c846,3125,653,3249,576,3420l52,4584c0,4699,6,4821,69,4919c132,5016,241,5072,367,5072l4687,5072c4813,5072,4921,5016,4984,4919c5047,4821,5054,4699,5002,4584xm2527,844c2908,844,3218,1155,3218,1536c3218,1917,2908,2228,2527,2228c2145,2228,1835,1917,1835,1536c1835,1155,2145,844,2527,844xm554,4605l1001,3614c1007,3606,1026,3594,1036,3591l1941,3591c2016,3697,2091,3796,2162,3882c2420,4198,2495,4198,2527,4198c2560,4198,2630,4198,2887,3882c2957,3795,3032,3697,3108,3591l4018,3591c4028,3594,4047,3606,4053,3614l4499,4605,554,4605xe">
                <v:path o:connectlocs="160258,146919;143438,109612;128796,100157;109509,100157;130174,49229;80962,0;31750,49229;52255,100157;33096,100157;18454,109612;1666,146919;2210,157656;11758,162560;150166,162560;159682,157656;160258,146919;80962,27050;103101,49229;80962,71408;58791,49229;80962,27050;17749,147592;32071,115830;33192,115093;62187,115093;69268,124419;80962,134547;92496,124419;99577,115093;128732,115093;129853,115830;144143,147592;17749,147592" o:connectangles="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3534410</wp:posOffset>
                </wp:positionH>
                <wp:positionV relativeFrom="paragraph">
                  <wp:posOffset>8809990</wp:posOffset>
                </wp:positionV>
                <wp:extent cx="1680845" cy="320040"/>
                <wp:effectExtent l="0" t="0" r="0" b="0"/>
                <wp:wrapNone/>
                <wp:docPr id="97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0845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43417C">
                            <w:pPr>
                              <w:pStyle w:val="6"/>
                              <w:spacing w:before="0" w:beforeAutospacing="0" w:after="0" w:afterAutospacing="0" w:line="360" w:lineRule="exact"/>
                              <w:rPr>
                                <w:rFonts w:hint="default" w:ascii="微软雅黑" w:hAnsi="微软雅黑" w:eastAsia="微软雅黑" w:cs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XXX-XXXX-6655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278.3pt;margin-top:693.7pt;height:25.2pt;width:132.35pt;z-index:251680768;mso-width-relative:page;mso-height-relative:page;" filled="f" stroked="f" coordsize="21600,21600" o:gfxdata="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9pAmC2gAAAA0BAAAPAAAAAAAAAAEAIAAAACIAAABkcnMvZG93bnJldi54bWxQ&#10;SwECFAAUAAAACACHTuJAVw+Tq7wBAABf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1143417C">
                      <w:pPr>
                        <w:pStyle w:val="6"/>
                        <w:spacing w:before="0" w:beforeAutospacing="0" w:after="0" w:afterAutospacing="0" w:line="360" w:lineRule="exact"/>
                        <w:rPr>
                          <w:rFonts w:hint="default" w:ascii="微软雅黑" w:hAnsi="微软雅黑" w:eastAsia="微软雅黑" w:cs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XXX-XXXX-6655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3354705</wp:posOffset>
                </wp:positionH>
                <wp:positionV relativeFrom="paragraph">
                  <wp:posOffset>8885555</wp:posOffset>
                </wp:positionV>
                <wp:extent cx="111125" cy="179070"/>
                <wp:effectExtent l="0" t="0" r="3175" b="11430"/>
                <wp:wrapNone/>
                <wp:docPr id="98" name="plus-18-movie_835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11125" cy="179070"/>
                        </a:xfrm>
                        <a:custGeom>
                          <a:avLst/>
                          <a:gdLst>
                            <a:gd name="T0" fmla="*/ 2819 w 4025"/>
                            <a:gd name="T1" fmla="*/ 0 h 6467"/>
                            <a:gd name="T2" fmla="*/ 2819 w 4025"/>
                            <a:gd name="T3" fmla="*/ 129 h 6467"/>
                            <a:gd name="T4" fmla="*/ 0 w 4025"/>
                            <a:gd name="T5" fmla="*/ 129 h 6467"/>
                            <a:gd name="T6" fmla="*/ 0 w 4025"/>
                            <a:gd name="T7" fmla="*/ 6467 h 6467"/>
                            <a:gd name="T8" fmla="*/ 4025 w 4025"/>
                            <a:gd name="T9" fmla="*/ 6467 h 6467"/>
                            <a:gd name="T10" fmla="*/ 4025 w 4025"/>
                            <a:gd name="T11" fmla="*/ 129 h 6467"/>
                            <a:gd name="T12" fmla="*/ 3593 w 4025"/>
                            <a:gd name="T13" fmla="*/ 129 h 6467"/>
                            <a:gd name="T14" fmla="*/ 3593 w 4025"/>
                            <a:gd name="T15" fmla="*/ 0 h 6467"/>
                            <a:gd name="T16" fmla="*/ 2819 w 4025"/>
                            <a:gd name="T17" fmla="*/ 0 h 6467"/>
                            <a:gd name="T18" fmla="*/ 2819 w 4025"/>
                            <a:gd name="T19" fmla="*/ 0 h 6467"/>
                            <a:gd name="T20" fmla="*/ 1206 w 4025"/>
                            <a:gd name="T21" fmla="*/ 6043 h 6467"/>
                            <a:gd name="T22" fmla="*/ 431 w 4025"/>
                            <a:gd name="T23" fmla="*/ 6043 h 6467"/>
                            <a:gd name="T24" fmla="*/ 431 w 4025"/>
                            <a:gd name="T25" fmla="*/ 5527 h 6467"/>
                            <a:gd name="T26" fmla="*/ 1206 w 4025"/>
                            <a:gd name="T27" fmla="*/ 5527 h 6467"/>
                            <a:gd name="T28" fmla="*/ 1206 w 4025"/>
                            <a:gd name="T29" fmla="*/ 6043 h 6467"/>
                            <a:gd name="T30" fmla="*/ 1206 w 4025"/>
                            <a:gd name="T31" fmla="*/ 6043 h 6467"/>
                            <a:gd name="T32" fmla="*/ 1206 w 4025"/>
                            <a:gd name="T33" fmla="*/ 5156 h 6467"/>
                            <a:gd name="T34" fmla="*/ 431 w 4025"/>
                            <a:gd name="T35" fmla="*/ 5156 h 6467"/>
                            <a:gd name="T36" fmla="*/ 431 w 4025"/>
                            <a:gd name="T37" fmla="*/ 4640 h 6467"/>
                            <a:gd name="T38" fmla="*/ 1206 w 4025"/>
                            <a:gd name="T39" fmla="*/ 4640 h 6467"/>
                            <a:gd name="T40" fmla="*/ 1206 w 4025"/>
                            <a:gd name="T41" fmla="*/ 5156 h 6467"/>
                            <a:gd name="T42" fmla="*/ 1206 w 4025"/>
                            <a:gd name="T43" fmla="*/ 5156 h 6467"/>
                            <a:gd name="T44" fmla="*/ 2400 w 4025"/>
                            <a:gd name="T45" fmla="*/ 6043 h 6467"/>
                            <a:gd name="T46" fmla="*/ 1625 w 4025"/>
                            <a:gd name="T47" fmla="*/ 6043 h 6467"/>
                            <a:gd name="T48" fmla="*/ 1625 w 4025"/>
                            <a:gd name="T49" fmla="*/ 5527 h 6467"/>
                            <a:gd name="T50" fmla="*/ 2400 w 4025"/>
                            <a:gd name="T51" fmla="*/ 5527 h 6467"/>
                            <a:gd name="T52" fmla="*/ 2400 w 4025"/>
                            <a:gd name="T53" fmla="*/ 6043 h 6467"/>
                            <a:gd name="T54" fmla="*/ 2400 w 4025"/>
                            <a:gd name="T55" fmla="*/ 5156 h 6467"/>
                            <a:gd name="T56" fmla="*/ 1625 w 4025"/>
                            <a:gd name="T57" fmla="*/ 5156 h 6467"/>
                            <a:gd name="T58" fmla="*/ 1625 w 4025"/>
                            <a:gd name="T59" fmla="*/ 4640 h 6467"/>
                            <a:gd name="T60" fmla="*/ 2400 w 4025"/>
                            <a:gd name="T61" fmla="*/ 4640 h 6467"/>
                            <a:gd name="T62" fmla="*/ 2400 w 4025"/>
                            <a:gd name="T63" fmla="*/ 5156 h 6467"/>
                            <a:gd name="T64" fmla="*/ 3593 w 4025"/>
                            <a:gd name="T65" fmla="*/ 6043 h 6467"/>
                            <a:gd name="T66" fmla="*/ 2819 w 4025"/>
                            <a:gd name="T67" fmla="*/ 6043 h 6467"/>
                            <a:gd name="T68" fmla="*/ 2819 w 4025"/>
                            <a:gd name="T69" fmla="*/ 5527 h 6467"/>
                            <a:gd name="T70" fmla="*/ 3593 w 4025"/>
                            <a:gd name="T71" fmla="*/ 5527 h 6467"/>
                            <a:gd name="T72" fmla="*/ 3593 w 4025"/>
                            <a:gd name="T73" fmla="*/ 6043 h 6467"/>
                            <a:gd name="T74" fmla="*/ 3593 w 4025"/>
                            <a:gd name="T75" fmla="*/ 5156 h 6467"/>
                            <a:gd name="T76" fmla="*/ 2819 w 4025"/>
                            <a:gd name="T77" fmla="*/ 5156 h 6467"/>
                            <a:gd name="T78" fmla="*/ 2819 w 4025"/>
                            <a:gd name="T79" fmla="*/ 4640 h 6467"/>
                            <a:gd name="T80" fmla="*/ 3593 w 4025"/>
                            <a:gd name="T81" fmla="*/ 4640 h 6467"/>
                            <a:gd name="T82" fmla="*/ 3593 w 4025"/>
                            <a:gd name="T83" fmla="*/ 5156 h 6467"/>
                            <a:gd name="T84" fmla="*/ 3593 w 4025"/>
                            <a:gd name="T85" fmla="*/ 4184 h 6467"/>
                            <a:gd name="T86" fmla="*/ 431 w 4025"/>
                            <a:gd name="T87" fmla="*/ 4184 h 6467"/>
                            <a:gd name="T88" fmla="*/ 431 w 4025"/>
                            <a:gd name="T89" fmla="*/ 534 h 6467"/>
                            <a:gd name="T90" fmla="*/ 3593 w 4025"/>
                            <a:gd name="T91" fmla="*/ 534 h 6467"/>
                            <a:gd name="T92" fmla="*/ 3593 w 4025"/>
                            <a:gd name="T93" fmla="*/ 4184 h 6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4025" h="6467">
                              <a:moveTo>
                                <a:pt x="2819" y="0"/>
                              </a:moveTo>
                              <a:lnTo>
                                <a:pt x="2819" y="129"/>
                              </a:lnTo>
                              <a:lnTo>
                                <a:pt x="0" y="129"/>
                              </a:lnTo>
                              <a:lnTo>
                                <a:pt x="0" y="6467"/>
                              </a:lnTo>
                              <a:lnTo>
                                <a:pt x="4025" y="6467"/>
                              </a:lnTo>
                              <a:lnTo>
                                <a:pt x="4025" y="129"/>
                              </a:lnTo>
                              <a:lnTo>
                                <a:pt x="3593" y="129"/>
                              </a:lnTo>
                              <a:lnTo>
                                <a:pt x="3593" y="0"/>
                              </a:lnTo>
                              <a:lnTo>
                                <a:pt x="2819" y="0"/>
                              </a:lnTo>
                              <a:lnTo>
                                <a:pt x="2819" y="0"/>
                              </a:lnTo>
                              <a:close/>
                              <a:moveTo>
                                <a:pt x="1206" y="6043"/>
                              </a:moveTo>
                              <a:lnTo>
                                <a:pt x="431" y="6043"/>
                              </a:lnTo>
                              <a:lnTo>
                                <a:pt x="431" y="5527"/>
                              </a:lnTo>
                              <a:lnTo>
                                <a:pt x="1206" y="5527"/>
                              </a:lnTo>
                              <a:lnTo>
                                <a:pt x="1206" y="6043"/>
                              </a:lnTo>
                              <a:lnTo>
                                <a:pt x="1206" y="6043"/>
                              </a:lnTo>
                              <a:close/>
                              <a:moveTo>
                                <a:pt x="1206" y="5156"/>
                              </a:moveTo>
                              <a:lnTo>
                                <a:pt x="431" y="5156"/>
                              </a:lnTo>
                              <a:lnTo>
                                <a:pt x="431" y="4640"/>
                              </a:lnTo>
                              <a:lnTo>
                                <a:pt x="1206" y="4640"/>
                              </a:lnTo>
                              <a:lnTo>
                                <a:pt x="1206" y="5156"/>
                              </a:lnTo>
                              <a:lnTo>
                                <a:pt x="1206" y="5156"/>
                              </a:lnTo>
                              <a:close/>
                              <a:moveTo>
                                <a:pt x="2400" y="6043"/>
                              </a:moveTo>
                              <a:lnTo>
                                <a:pt x="1625" y="6043"/>
                              </a:lnTo>
                              <a:lnTo>
                                <a:pt x="1625" y="5527"/>
                              </a:lnTo>
                              <a:lnTo>
                                <a:pt x="2400" y="5527"/>
                              </a:lnTo>
                              <a:lnTo>
                                <a:pt x="2400" y="6043"/>
                              </a:lnTo>
                              <a:close/>
                              <a:moveTo>
                                <a:pt x="2400" y="5156"/>
                              </a:moveTo>
                              <a:lnTo>
                                <a:pt x="1625" y="5156"/>
                              </a:lnTo>
                              <a:lnTo>
                                <a:pt x="1625" y="4640"/>
                              </a:lnTo>
                              <a:lnTo>
                                <a:pt x="2400" y="4640"/>
                              </a:lnTo>
                              <a:lnTo>
                                <a:pt x="2400" y="5156"/>
                              </a:lnTo>
                              <a:close/>
                              <a:moveTo>
                                <a:pt x="3593" y="6043"/>
                              </a:moveTo>
                              <a:lnTo>
                                <a:pt x="2819" y="6043"/>
                              </a:lnTo>
                              <a:lnTo>
                                <a:pt x="2819" y="5527"/>
                              </a:lnTo>
                              <a:lnTo>
                                <a:pt x="3593" y="5527"/>
                              </a:lnTo>
                              <a:lnTo>
                                <a:pt x="3593" y="6043"/>
                              </a:lnTo>
                              <a:close/>
                              <a:moveTo>
                                <a:pt x="3593" y="5156"/>
                              </a:moveTo>
                              <a:lnTo>
                                <a:pt x="2819" y="5156"/>
                              </a:lnTo>
                              <a:lnTo>
                                <a:pt x="2819" y="4640"/>
                              </a:lnTo>
                              <a:lnTo>
                                <a:pt x="3593" y="4640"/>
                              </a:lnTo>
                              <a:lnTo>
                                <a:pt x="3593" y="5156"/>
                              </a:lnTo>
                              <a:close/>
                              <a:moveTo>
                                <a:pt x="3593" y="4184"/>
                              </a:moveTo>
                              <a:lnTo>
                                <a:pt x="431" y="4184"/>
                              </a:lnTo>
                              <a:lnTo>
                                <a:pt x="431" y="534"/>
                              </a:lnTo>
                              <a:lnTo>
                                <a:pt x="3593" y="534"/>
                              </a:lnTo>
                              <a:lnTo>
                                <a:pt x="3593" y="4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9694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lus-18-movie_83580" o:spid="_x0000_s1026" o:spt="100" style="position:absolute;left:0pt;margin-left:264.15pt;margin-top:699.65pt;height:14.1pt;width:8.75pt;z-index:251682816;mso-width-relative:page;mso-height-relative:page;" fillcolor="#D99694" filled="t" stroked="f" coordsize="4025,6467" o:gfxdata="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" path="m2819,0l2819,129,0,129,0,6467,4025,6467,4025,129,3593,129,3593,0,2819,0,2819,0xm1206,6043l431,6043,431,5527,1206,5527,1206,6043,1206,6043xm1206,5156l431,5156,431,4640,1206,4640,1206,5156,1206,5156xm2400,6043l1625,6043,1625,5527,2400,5527,2400,6043xm2400,5156l1625,5156,1625,4640,2400,4640,2400,5156xm3593,6043l2819,6043,2819,5527,3593,5527,3593,6043xm3593,5156l2819,5156,2819,4640,3593,4640,3593,5156xm3593,4184l431,4184,431,534,3593,534,3593,4184xe">
                <v:path o:connectlocs="77828,0;77828,3571;0,3571;0,179070;111125,179070;111125,3571;99198,3571;99198,0;77828,0;77828,0;33296,167329;11899,167329;11899,153041;33296,153041;33296,167329;33296,167329;33296,142768;11899,142768;11899,128480;33296,128480;33296,142768;33296,142768;66260,167329;44864,167329;44864,153041;66260,153041;66260,167329;66260,142768;44864,142768;44864,128480;66260,128480;66260,142768;99198,167329;77828,167329;77828,153041;99198,153041;99198,167329;99198,142768;77828,142768;77828,128480;99198,128480;99198,142768;99198,115854;11899,115854;11899,14786;99198,14786;99198,115854" o:connectangles="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8809990</wp:posOffset>
                </wp:positionV>
                <wp:extent cx="1680845" cy="320040"/>
                <wp:effectExtent l="0" t="0" r="0" b="0"/>
                <wp:wrapNone/>
                <wp:docPr id="99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0845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179F92">
                            <w:pPr>
                              <w:pStyle w:val="6"/>
                              <w:spacing w:before="0" w:beforeAutospacing="0" w:after="0" w:afterAutospacing="0" w:line="360" w:lineRule="exact"/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你的邮箱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@qq.com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398.1pt;margin-top:693.7pt;height:25.2pt;width:132.35pt;z-index:251683840;mso-width-relative:page;mso-height-relative:page;" filled="f" stroked="f" coordsize="21600,21600" o:gfxdata="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ynWCOdsAAAAOAQAADwAAAAAAAAABACAAAAAiAAAAZHJzL2Rvd25yZXYueG1s&#10;UEsBAhQAFAAAAAgAh07iQDXOgUi8AQAAXw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34179F92">
                      <w:pPr>
                        <w:pStyle w:val="6"/>
                        <w:spacing w:before="0" w:beforeAutospacing="0" w:after="0" w:afterAutospacing="0" w:line="360" w:lineRule="exact"/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你的邮箱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4859020</wp:posOffset>
                </wp:positionH>
                <wp:positionV relativeFrom="paragraph">
                  <wp:posOffset>8914765</wp:posOffset>
                </wp:positionV>
                <wp:extent cx="144780" cy="144145"/>
                <wp:effectExtent l="0" t="0" r="7620" b="8255"/>
                <wp:wrapNone/>
                <wp:docPr id="100" name="plus-18-movie_835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44780" cy="144145"/>
                        </a:xfrm>
                        <a:custGeom>
                          <a:avLst/>
                          <a:gdLst>
                            <a:gd name="connsiteX0" fmla="*/ 405066 w 607639"/>
                            <a:gd name="connsiteY0" fmla="*/ 455006 h 606722"/>
                            <a:gd name="connsiteX1" fmla="*/ 481005 w 607639"/>
                            <a:gd name="connsiteY1" fmla="*/ 455006 h 606722"/>
                            <a:gd name="connsiteX2" fmla="*/ 506377 w 607639"/>
                            <a:gd name="connsiteY2" fmla="*/ 480259 h 606722"/>
                            <a:gd name="connsiteX3" fmla="*/ 481005 w 607639"/>
                            <a:gd name="connsiteY3" fmla="*/ 505601 h 606722"/>
                            <a:gd name="connsiteX4" fmla="*/ 405066 w 607639"/>
                            <a:gd name="connsiteY4" fmla="*/ 505601 h 606722"/>
                            <a:gd name="connsiteX5" fmla="*/ 379783 w 607639"/>
                            <a:gd name="connsiteY5" fmla="*/ 480259 h 606722"/>
                            <a:gd name="connsiteX6" fmla="*/ 405066 w 607639"/>
                            <a:gd name="connsiteY6" fmla="*/ 455006 h 606722"/>
                            <a:gd name="connsiteX7" fmla="*/ 50644 w 607639"/>
                            <a:gd name="connsiteY7" fmla="*/ 230265 h 606722"/>
                            <a:gd name="connsiteX8" fmla="*/ 50644 w 607639"/>
                            <a:gd name="connsiteY8" fmla="*/ 556154 h 606722"/>
                            <a:gd name="connsiteX9" fmla="*/ 556995 w 607639"/>
                            <a:gd name="connsiteY9" fmla="*/ 556154 h 606722"/>
                            <a:gd name="connsiteX10" fmla="*/ 556995 w 607639"/>
                            <a:gd name="connsiteY10" fmla="*/ 230265 h 606722"/>
                            <a:gd name="connsiteX11" fmla="*/ 319796 w 607639"/>
                            <a:gd name="connsiteY11" fmla="*/ 424003 h 606722"/>
                            <a:gd name="connsiteX12" fmla="*/ 287754 w 607639"/>
                            <a:gd name="connsiteY12" fmla="*/ 424003 h 606722"/>
                            <a:gd name="connsiteX13" fmla="*/ 96215 w 607639"/>
                            <a:gd name="connsiteY13" fmla="*/ 202270 h 606722"/>
                            <a:gd name="connsiteX14" fmla="*/ 303775 w 607639"/>
                            <a:gd name="connsiteY14" fmla="*/ 371836 h 606722"/>
                            <a:gd name="connsiteX15" fmla="*/ 511335 w 607639"/>
                            <a:gd name="connsiteY15" fmla="*/ 202270 h 606722"/>
                            <a:gd name="connsiteX16" fmla="*/ 101288 w 607639"/>
                            <a:gd name="connsiteY16" fmla="*/ 126374 h 606722"/>
                            <a:gd name="connsiteX17" fmla="*/ 101288 w 607639"/>
                            <a:gd name="connsiteY17" fmla="*/ 151703 h 606722"/>
                            <a:gd name="connsiteX18" fmla="*/ 506351 w 607639"/>
                            <a:gd name="connsiteY18" fmla="*/ 151703 h 606722"/>
                            <a:gd name="connsiteX19" fmla="*/ 506351 w 607639"/>
                            <a:gd name="connsiteY19" fmla="*/ 126374 h 606722"/>
                            <a:gd name="connsiteX20" fmla="*/ 480984 w 607639"/>
                            <a:gd name="connsiteY20" fmla="*/ 126374 h 606722"/>
                            <a:gd name="connsiteX21" fmla="*/ 126566 w 607639"/>
                            <a:gd name="connsiteY21" fmla="*/ 126374 h 606722"/>
                            <a:gd name="connsiteX22" fmla="*/ 151932 w 607639"/>
                            <a:gd name="connsiteY22" fmla="*/ 50568 h 606722"/>
                            <a:gd name="connsiteX23" fmla="*/ 151932 w 607639"/>
                            <a:gd name="connsiteY23" fmla="*/ 75807 h 606722"/>
                            <a:gd name="connsiteX24" fmla="*/ 455707 w 607639"/>
                            <a:gd name="connsiteY24" fmla="*/ 75807 h 606722"/>
                            <a:gd name="connsiteX25" fmla="*/ 455707 w 607639"/>
                            <a:gd name="connsiteY25" fmla="*/ 50568 h 606722"/>
                            <a:gd name="connsiteX26" fmla="*/ 126566 w 607639"/>
                            <a:gd name="connsiteY26" fmla="*/ 0 h 606722"/>
                            <a:gd name="connsiteX27" fmla="*/ 480984 w 607639"/>
                            <a:gd name="connsiteY27" fmla="*/ 0 h 606722"/>
                            <a:gd name="connsiteX28" fmla="*/ 506351 w 607639"/>
                            <a:gd name="connsiteY28" fmla="*/ 25239 h 606722"/>
                            <a:gd name="connsiteX29" fmla="*/ 506351 w 607639"/>
                            <a:gd name="connsiteY29" fmla="*/ 75807 h 606722"/>
                            <a:gd name="connsiteX30" fmla="*/ 531628 w 607639"/>
                            <a:gd name="connsiteY30" fmla="*/ 75807 h 606722"/>
                            <a:gd name="connsiteX31" fmla="*/ 556995 w 607639"/>
                            <a:gd name="connsiteY31" fmla="*/ 101135 h 606722"/>
                            <a:gd name="connsiteX32" fmla="*/ 556995 w 607639"/>
                            <a:gd name="connsiteY32" fmla="*/ 151703 h 606722"/>
                            <a:gd name="connsiteX33" fmla="*/ 582272 w 607639"/>
                            <a:gd name="connsiteY33" fmla="*/ 151703 h 606722"/>
                            <a:gd name="connsiteX34" fmla="*/ 582362 w 607639"/>
                            <a:gd name="connsiteY34" fmla="*/ 151703 h 606722"/>
                            <a:gd name="connsiteX35" fmla="*/ 584854 w 607639"/>
                            <a:gd name="connsiteY35" fmla="*/ 151792 h 606722"/>
                            <a:gd name="connsiteX36" fmla="*/ 586100 w 607639"/>
                            <a:gd name="connsiteY36" fmla="*/ 151969 h 606722"/>
                            <a:gd name="connsiteX37" fmla="*/ 587257 w 607639"/>
                            <a:gd name="connsiteY37" fmla="*/ 152147 h 606722"/>
                            <a:gd name="connsiteX38" fmla="*/ 588770 w 607639"/>
                            <a:gd name="connsiteY38" fmla="*/ 152503 h 606722"/>
                            <a:gd name="connsiteX39" fmla="*/ 589660 w 607639"/>
                            <a:gd name="connsiteY39" fmla="*/ 152769 h 606722"/>
                            <a:gd name="connsiteX40" fmla="*/ 590995 w 607639"/>
                            <a:gd name="connsiteY40" fmla="*/ 153214 h 606722"/>
                            <a:gd name="connsiteX41" fmla="*/ 591974 w 607639"/>
                            <a:gd name="connsiteY41" fmla="*/ 153569 h 606722"/>
                            <a:gd name="connsiteX42" fmla="*/ 593131 w 607639"/>
                            <a:gd name="connsiteY42" fmla="*/ 154102 h 606722"/>
                            <a:gd name="connsiteX43" fmla="*/ 594288 w 607639"/>
                            <a:gd name="connsiteY43" fmla="*/ 154635 h 606722"/>
                            <a:gd name="connsiteX44" fmla="*/ 595178 w 607639"/>
                            <a:gd name="connsiteY44" fmla="*/ 155169 h 606722"/>
                            <a:gd name="connsiteX45" fmla="*/ 596335 w 607639"/>
                            <a:gd name="connsiteY45" fmla="*/ 155969 h 606722"/>
                            <a:gd name="connsiteX46" fmla="*/ 597136 w 607639"/>
                            <a:gd name="connsiteY46" fmla="*/ 156502 h 606722"/>
                            <a:gd name="connsiteX47" fmla="*/ 598382 w 607639"/>
                            <a:gd name="connsiteY47" fmla="*/ 157390 h 606722"/>
                            <a:gd name="connsiteX48" fmla="*/ 599184 w 607639"/>
                            <a:gd name="connsiteY48" fmla="*/ 158190 h 606722"/>
                            <a:gd name="connsiteX49" fmla="*/ 600163 w 607639"/>
                            <a:gd name="connsiteY49" fmla="*/ 159079 h 606722"/>
                            <a:gd name="connsiteX50" fmla="*/ 601854 w 607639"/>
                            <a:gd name="connsiteY50" fmla="*/ 160945 h 606722"/>
                            <a:gd name="connsiteX51" fmla="*/ 602210 w 607639"/>
                            <a:gd name="connsiteY51" fmla="*/ 161390 h 606722"/>
                            <a:gd name="connsiteX52" fmla="*/ 603367 w 607639"/>
                            <a:gd name="connsiteY52" fmla="*/ 162900 h 606722"/>
                            <a:gd name="connsiteX53" fmla="*/ 603901 w 607639"/>
                            <a:gd name="connsiteY53" fmla="*/ 163789 h 606722"/>
                            <a:gd name="connsiteX54" fmla="*/ 604613 w 607639"/>
                            <a:gd name="connsiteY54" fmla="*/ 165033 h 606722"/>
                            <a:gd name="connsiteX55" fmla="*/ 605147 w 607639"/>
                            <a:gd name="connsiteY55" fmla="*/ 166100 h 606722"/>
                            <a:gd name="connsiteX56" fmla="*/ 605681 w 607639"/>
                            <a:gd name="connsiteY56" fmla="*/ 167344 h 606722"/>
                            <a:gd name="connsiteX57" fmla="*/ 606126 w 607639"/>
                            <a:gd name="connsiteY57" fmla="*/ 168499 h 606722"/>
                            <a:gd name="connsiteX58" fmla="*/ 606482 w 607639"/>
                            <a:gd name="connsiteY58" fmla="*/ 169655 h 606722"/>
                            <a:gd name="connsiteX59" fmla="*/ 606838 w 607639"/>
                            <a:gd name="connsiteY59" fmla="*/ 170899 h 606722"/>
                            <a:gd name="connsiteX60" fmla="*/ 607105 w 607639"/>
                            <a:gd name="connsiteY60" fmla="*/ 172054 h 606722"/>
                            <a:gd name="connsiteX61" fmla="*/ 607372 w 607639"/>
                            <a:gd name="connsiteY61" fmla="*/ 173565 h 606722"/>
                            <a:gd name="connsiteX62" fmla="*/ 607461 w 607639"/>
                            <a:gd name="connsiteY62" fmla="*/ 174454 h 606722"/>
                            <a:gd name="connsiteX63" fmla="*/ 607550 w 607639"/>
                            <a:gd name="connsiteY63" fmla="*/ 176409 h 606722"/>
                            <a:gd name="connsiteX64" fmla="*/ 607639 w 607639"/>
                            <a:gd name="connsiteY64" fmla="*/ 176942 h 606722"/>
                            <a:gd name="connsiteX65" fmla="*/ 607639 w 607639"/>
                            <a:gd name="connsiteY65" fmla="*/ 177031 h 606722"/>
                            <a:gd name="connsiteX66" fmla="*/ 607639 w 607639"/>
                            <a:gd name="connsiteY66" fmla="*/ 581394 h 606722"/>
                            <a:gd name="connsiteX67" fmla="*/ 582272 w 607639"/>
                            <a:gd name="connsiteY67" fmla="*/ 606722 h 606722"/>
                            <a:gd name="connsiteX68" fmla="*/ 25277 w 607639"/>
                            <a:gd name="connsiteY68" fmla="*/ 606722 h 606722"/>
                            <a:gd name="connsiteX69" fmla="*/ 0 w 607639"/>
                            <a:gd name="connsiteY69" fmla="*/ 581394 h 606722"/>
                            <a:gd name="connsiteX70" fmla="*/ 0 w 607639"/>
                            <a:gd name="connsiteY70" fmla="*/ 177031 h 606722"/>
                            <a:gd name="connsiteX71" fmla="*/ 0 w 607639"/>
                            <a:gd name="connsiteY71" fmla="*/ 176942 h 606722"/>
                            <a:gd name="connsiteX72" fmla="*/ 0 w 607639"/>
                            <a:gd name="connsiteY72" fmla="*/ 176409 h 606722"/>
                            <a:gd name="connsiteX73" fmla="*/ 89 w 607639"/>
                            <a:gd name="connsiteY73" fmla="*/ 174454 h 606722"/>
                            <a:gd name="connsiteX74" fmla="*/ 267 w 607639"/>
                            <a:gd name="connsiteY74" fmla="*/ 173476 h 606722"/>
                            <a:gd name="connsiteX75" fmla="*/ 445 w 607639"/>
                            <a:gd name="connsiteY75" fmla="*/ 172054 h 606722"/>
                            <a:gd name="connsiteX76" fmla="*/ 712 w 607639"/>
                            <a:gd name="connsiteY76" fmla="*/ 170899 h 606722"/>
                            <a:gd name="connsiteX77" fmla="*/ 1068 w 607639"/>
                            <a:gd name="connsiteY77" fmla="*/ 169655 h 606722"/>
                            <a:gd name="connsiteX78" fmla="*/ 1513 w 607639"/>
                            <a:gd name="connsiteY78" fmla="*/ 168499 h 606722"/>
                            <a:gd name="connsiteX79" fmla="*/ 1958 w 607639"/>
                            <a:gd name="connsiteY79" fmla="*/ 167344 h 606722"/>
                            <a:gd name="connsiteX80" fmla="*/ 2492 w 607639"/>
                            <a:gd name="connsiteY80" fmla="*/ 166100 h 606722"/>
                            <a:gd name="connsiteX81" fmla="*/ 2937 w 607639"/>
                            <a:gd name="connsiteY81" fmla="*/ 165033 h 606722"/>
                            <a:gd name="connsiteX82" fmla="*/ 3738 w 607639"/>
                            <a:gd name="connsiteY82" fmla="*/ 163789 h 606722"/>
                            <a:gd name="connsiteX83" fmla="*/ 4272 w 607639"/>
                            <a:gd name="connsiteY83" fmla="*/ 162900 h 606722"/>
                            <a:gd name="connsiteX84" fmla="*/ 5429 w 607639"/>
                            <a:gd name="connsiteY84" fmla="*/ 161390 h 606722"/>
                            <a:gd name="connsiteX85" fmla="*/ 5696 w 607639"/>
                            <a:gd name="connsiteY85" fmla="*/ 160945 h 606722"/>
                            <a:gd name="connsiteX86" fmla="*/ 5785 w 607639"/>
                            <a:gd name="connsiteY86" fmla="*/ 160945 h 606722"/>
                            <a:gd name="connsiteX87" fmla="*/ 7387 w 607639"/>
                            <a:gd name="connsiteY87" fmla="*/ 159079 h 606722"/>
                            <a:gd name="connsiteX88" fmla="*/ 8366 w 607639"/>
                            <a:gd name="connsiteY88" fmla="*/ 158190 h 606722"/>
                            <a:gd name="connsiteX89" fmla="*/ 9257 w 607639"/>
                            <a:gd name="connsiteY89" fmla="*/ 157390 h 606722"/>
                            <a:gd name="connsiteX90" fmla="*/ 10503 w 607639"/>
                            <a:gd name="connsiteY90" fmla="*/ 156502 h 606722"/>
                            <a:gd name="connsiteX91" fmla="*/ 11215 w 607639"/>
                            <a:gd name="connsiteY91" fmla="*/ 155969 h 606722"/>
                            <a:gd name="connsiteX92" fmla="*/ 12461 w 607639"/>
                            <a:gd name="connsiteY92" fmla="*/ 155169 h 606722"/>
                            <a:gd name="connsiteX93" fmla="*/ 13351 w 607639"/>
                            <a:gd name="connsiteY93" fmla="*/ 154635 h 606722"/>
                            <a:gd name="connsiteX94" fmla="*/ 14508 w 607639"/>
                            <a:gd name="connsiteY94" fmla="*/ 154102 h 606722"/>
                            <a:gd name="connsiteX95" fmla="*/ 15576 w 607639"/>
                            <a:gd name="connsiteY95" fmla="*/ 153569 h 606722"/>
                            <a:gd name="connsiteX96" fmla="*/ 16555 w 607639"/>
                            <a:gd name="connsiteY96" fmla="*/ 153214 h 606722"/>
                            <a:gd name="connsiteX97" fmla="*/ 17979 w 607639"/>
                            <a:gd name="connsiteY97" fmla="*/ 152769 h 606722"/>
                            <a:gd name="connsiteX98" fmla="*/ 18869 w 607639"/>
                            <a:gd name="connsiteY98" fmla="*/ 152503 h 606722"/>
                            <a:gd name="connsiteX99" fmla="*/ 20382 w 607639"/>
                            <a:gd name="connsiteY99" fmla="*/ 152147 h 606722"/>
                            <a:gd name="connsiteX100" fmla="*/ 21450 w 607639"/>
                            <a:gd name="connsiteY100" fmla="*/ 151969 h 606722"/>
                            <a:gd name="connsiteX101" fmla="*/ 22785 w 607639"/>
                            <a:gd name="connsiteY101" fmla="*/ 151792 h 606722"/>
                            <a:gd name="connsiteX102" fmla="*/ 25277 w 607639"/>
                            <a:gd name="connsiteY102" fmla="*/ 151703 h 606722"/>
                            <a:gd name="connsiteX103" fmla="*/ 50644 w 607639"/>
                            <a:gd name="connsiteY103" fmla="*/ 151703 h 606722"/>
                            <a:gd name="connsiteX104" fmla="*/ 50644 w 607639"/>
                            <a:gd name="connsiteY104" fmla="*/ 101135 h 606722"/>
                            <a:gd name="connsiteX105" fmla="*/ 75922 w 607639"/>
                            <a:gd name="connsiteY105" fmla="*/ 75807 h 606722"/>
                            <a:gd name="connsiteX106" fmla="*/ 101288 w 607639"/>
                            <a:gd name="connsiteY106" fmla="*/ 75807 h 606722"/>
                            <a:gd name="connsiteX107" fmla="*/ 101288 w 607639"/>
                            <a:gd name="connsiteY107" fmla="*/ 25239 h 606722"/>
                            <a:gd name="connsiteX108" fmla="*/ 126566 w 607639"/>
                            <a:gd name="connsiteY108" fmla="*/ 0 h 6067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</a:cxnLst>
                          <a:rect l="l" t="t" r="r" b="b"/>
                          <a:pathLst>
                            <a:path w="607639" h="606722">
                              <a:moveTo>
                                <a:pt x="405066" y="455006"/>
                              </a:moveTo>
                              <a:lnTo>
                                <a:pt x="481005" y="455006"/>
                              </a:lnTo>
                              <a:cubicBezTo>
                                <a:pt x="495071" y="455006"/>
                                <a:pt x="506377" y="466299"/>
                                <a:pt x="506377" y="480259"/>
                              </a:cubicBezTo>
                              <a:cubicBezTo>
                                <a:pt x="506377" y="494308"/>
                                <a:pt x="495071" y="505601"/>
                                <a:pt x="481005" y="505601"/>
                              </a:cubicBezTo>
                              <a:lnTo>
                                <a:pt x="405066" y="505601"/>
                              </a:lnTo>
                              <a:cubicBezTo>
                                <a:pt x="391089" y="505601"/>
                                <a:pt x="379783" y="494308"/>
                                <a:pt x="379783" y="480259"/>
                              </a:cubicBezTo>
                              <a:cubicBezTo>
                                <a:pt x="379783" y="466299"/>
                                <a:pt x="391089" y="455006"/>
                                <a:pt x="405066" y="455006"/>
                              </a:cubicBezTo>
                              <a:close/>
                              <a:moveTo>
                                <a:pt x="50644" y="230265"/>
                              </a:moveTo>
                              <a:lnTo>
                                <a:pt x="50644" y="556154"/>
                              </a:lnTo>
                              <a:lnTo>
                                <a:pt x="556995" y="556154"/>
                              </a:lnTo>
                              <a:lnTo>
                                <a:pt x="556995" y="230265"/>
                              </a:lnTo>
                              <a:lnTo>
                                <a:pt x="319796" y="424003"/>
                              </a:lnTo>
                              <a:cubicBezTo>
                                <a:pt x="310539" y="431646"/>
                                <a:pt x="297100" y="431646"/>
                                <a:pt x="287754" y="424003"/>
                              </a:cubicBezTo>
                              <a:close/>
                              <a:moveTo>
                                <a:pt x="96215" y="202270"/>
                              </a:moveTo>
                              <a:lnTo>
                                <a:pt x="303775" y="371836"/>
                              </a:lnTo>
                              <a:lnTo>
                                <a:pt x="511335" y="202270"/>
                              </a:lnTo>
                              <a:close/>
                              <a:moveTo>
                                <a:pt x="101288" y="126374"/>
                              </a:moveTo>
                              <a:lnTo>
                                <a:pt x="101288" y="151703"/>
                              </a:lnTo>
                              <a:lnTo>
                                <a:pt x="506351" y="151703"/>
                              </a:lnTo>
                              <a:lnTo>
                                <a:pt x="506351" y="126374"/>
                              </a:lnTo>
                              <a:lnTo>
                                <a:pt x="480984" y="126374"/>
                              </a:lnTo>
                              <a:lnTo>
                                <a:pt x="126566" y="126374"/>
                              </a:lnTo>
                              <a:close/>
                              <a:moveTo>
                                <a:pt x="151932" y="50568"/>
                              </a:moveTo>
                              <a:lnTo>
                                <a:pt x="151932" y="75807"/>
                              </a:lnTo>
                              <a:lnTo>
                                <a:pt x="455707" y="75807"/>
                              </a:lnTo>
                              <a:lnTo>
                                <a:pt x="455707" y="50568"/>
                              </a:lnTo>
                              <a:close/>
                              <a:moveTo>
                                <a:pt x="126566" y="0"/>
                              </a:moveTo>
                              <a:lnTo>
                                <a:pt x="480984" y="0"/>
                              </a:lnTo>
                              <a:cubicBezTo>
                                <a:pt x="495047" y="0"/>
                                <a:pt x="506351" y="11287"/>
                                <a:pt x="506351" y="25239"/>
                              </a:cubicBezTo>
                              <a:lnTo>
                                <a:pt x="506351" y="75807"/>
                              </a:lnTo>
                              <a:lnTo>
                                <a:pt x="531628" y="75807"/>
                              </a:lnTo>
                              <a:cubicBezTo>
                                <a:pt x="545602" y="75807"/>
                                <a:pt x="556995" y="87182"/>
                                <a:pt x="556995" y="101135"/>
                              </a:cubicBezTo>
                              <a:lnTo>
                                <a:pt x="556995" y="151703"/>
                              </a:lnTo>
                              <a:lnTo>
                                <a:pt x="582272" y="151703"/>
                              </a:lnTo>
                              <a:cubicBezTo>
                                <a:pt x="582272" y="151703"/>
                                <a:pt x="582272" y="151703"/>
                                <a:pt x="582362" y="151703"/>
                              </a:cubicBezTo>
                              <a:cubicBezTo>
                                <a:pt x="583163" y="151703"/>
                                <a:pt x="583964" y="151703"/>
                                <a:pt x="584854" y="151792"/>
                              </a:cubicBezTo>
                              <a:cubicBezTo>
                                <a:pt x="585299" y="151880"/>
                                <a:pt x="585744" y="151969"/>
                                <a:pt x="586100" y="151969"/>
                              </a:cubicBezTo>
                              <a:cubicBezTo>
                                <a:pt x="586545" y="152058"/>
                                <a:pt x="586901" y="152058"/>
                                <a:pt x="587257" y="152147"/>
                              </a:cubicBezTo>
                              <a:cubicBezTo>
                                <a:pt x="587791" y="152236"/>
                                <a:pt x="588236" y="152414"/>
                                <a:pt x="588770" y="152503"/>
                              </a:cubicBezTo>
                              <a:cubicBezTo>
                                <a:pt x="589037" y="152591"/>
                                <a:pt x="589393" y="152680"/>
                                <a:pt x="589660" y="152769"/>
                              </a:cubicBezTo>
                              <a:cubicBezTo>
                                <a:pt x="590105" y="152947"/>
                                <a:pt x="590550" y="153125"/>
                                <a:pt x="590995" y="153214"/>
                              </a:cubicBezTo>
                              <a:cubicBezTo>
                                <a:pt x="591351" y="153391"/>
                                <a:pt x="591707" y="153480"/>
                                <a:pt x="591974" y="153569"/>
                              </a:cubicBezTo>
                              <a:cubicBezTo>
                                <a:pt x="592419" y="153747"/>
                                <a:pt x="592775" y="153924"/>
                                <a:pt x="593131" y="154102"/>
                              </a:cubicBezTo>
                              <a:cubicBezTo>
                                <a:pt x="593487" y="154280"/>
                                <a:pt x="593843" y="154458"/>
                                <a:pt x="594288" y="154635"/>
                              </a:cubicBezTo>
                              <a:cubicBezTo>
                                <a:pt x="594555" y="154813"/>
                                <a:pt x="594822" y="154991"/>
                                <a:pt x="595178" y="155169"/>
                              </a:cubicBezTo>
                              <a:cubicBezTo>
                                <a:pt x="595534" y="155435"/>
                                <a:pt x="595979" y="155702"/>
                                <a:pt x="596335" y="155969"/>
                              </a:cubicBezTo>
                              <a:cubicBezTo>
                                <a:pt x="596602" y="156146"/>
                                <a:pt x="596869" y="156324"/>
                                <a:pt x="597136" y="156502"/>
                              </a:cubicBezTo>
                              <a:cubicBezTo>
                                <a:pt x="597492" y="156768"/>
                                <a:pt x="597937" y="157124"/>
                                <a:pt x="598382" y="157390"/>
                              </a:cubicBezTo>
                              <a:cubicBezTo>
                                <a:pt x="598649" y="157657"/>
                                <a:pt x="598916" y="157924"/>
                                <a:pt x="599184" y="158190"/>
                              </a:cubicBezTo>
                              <a:cubicBezTo>
                                <a:pt x="599540" y="158457"/>
                                <a:pt x="599896" y="158724"/>
                                <a:pt x="600163" y="159079"/>
                              </a:cubicBezTo>
                              <a:cubicBezTo>
                                <a:pt x="600786" y="159612"/>
                                <a:pt x="601320" y="160234"/>
                                <a:pt x="601854" y="160945"/>
                              </a:cubicBezTo>
                              <a:cubicBezTo>
                                <a:pt x="602032" y="161123"/>
                                <a:pt x="602121" y="161212"/>
                                <a:pt x="602210" y="161390"/>
                              </a:cubicBezTo>
                              <a:cubicBezTo>
                                <a:pt x="602566" y="161834"/>
                                <a:pt x="603011" y="162367"/>
                                <a:pt x="603367" y="162900"/>
                              </a:cubicBezTo>
                              <a:cubicBezTo>
                                <a:pt x="603545" y="163167"/>
                                <a:pt x="603723" y="163523"/>
                                <a:pt x="603901" y="163789"/>
                              </a:cubicBezTo>
                              <a:cubicBezTo>
                                <a:pt x="604168" y="164234"/>
                                <a:pt x="604435" y="164589"/>
                                <a:pt x="604613" y="165033"/>
                              </a:cubicBezTo>
                              <a:cubicBezTo>
                                <a:pt x="604791" y="165389"/>
                                <a:pt x="604969" y="165744"/>
                                <a:pt x="605147" y="166100"/>
                              </a:cubicBezTo>
                              <a:cubicBezTo>
                                <a:pt x="605325" y="166544"/>
                                <a:pt x="605503" y="166900"/>
                                <a:pt x="605681" y="167344"/>
                              </a:cubicBezTo>
                              <a:cubicBezTo>
                                <a:pt x="605859" y="167699"/>
                                <a:pt x="605948" y="168055"/>
                                <a:pt x="606126" y="168499"/>
                              </a:cubicBezTo>
                              <a:cubicBezTo>
                                <a:pt x="606215" y="168855"/>
                                <a:pt x="606393" y="169210"/>
                                <a:pt x="606482" y="169655"/>
                              </a:cubicBezTo>
                              <a:cubicBezTo>
                                <a:pt x="606660" y="170010"/>
                                <a:pt x="606749" y="170454"/>
                                <a:pt x="606838" y="170899"/>
                              </a:cubicBezTo>
                              <a:cubicBezTo>
                                <a:pt x="606927" y="171254"/>
                                <a:pt x="607016" y="171610"/>
                                <a:pt x="607105" y="172054"/>
                              </a:cubicBezTo>
                              <a:cubicBezTo>
                                <a:pt x="607194" y="172499"/>
                                <a:pt x="607283" y="173032"/>
                                <a:pt x="607372" y="173565"/>
                              </a:cubicBezTo>
                              <a:cubicBezTo>
                                <a:pt x="607372" y="173832"/>
                                <a:pt x="607461" y="174187"/>
                                <a:pt x="607461" y="174454"/>
                              </a:cubicBezTo>
                              <a:cubicBezTo>
                                <a:pt x="607550" y="175165"/>
                                <a:pt x="607550" y="175787"/>
                                <a:pt x="607550" y="176409"/>
                              </a:cubicBezTo>
                              <a:cubicBezTo>
                                <a:pt x="607550" y="176587"/>
                                <a:pt x="607639" y="176764"/>
                                <a:pt x="607639" y="176942"/>
                              </a:cubicBezTo>
                              <a:lnTo>
                                <a:pt x="607639" y="177031"/>
                              </a:lnTo>
                              <a:lnTo>
                                <a:pt x="607639" y="581394"/>
                              </a:lnTo>
                              <a:cubicBezTo>
                                <a:pt x="607639" y="595347"/>
                                <a:pt x="596246" y="606722"/>
                                <a:pt x="582272" y="606722"/>
                              </a:cubicBezTo>
                              <a:lnTo>
                                <a:pt x="25277" y="606722"/>
                              </a:lnTo>
                              <a:cubicBezTo>
                                <a:pt x="11304" y="606722"/>
                                <a:pt x="0" y="595347"/>
                                <a:pt x="0" y="581394"/>
                              </a:cubicBezTo>
                              <a:lnTo>
                                <a:pt x="0" y="177031"/>
                              </a:lnTo>
                              <a:lnTo>
                                <a:pt x="0" y="176942"/>
                              </a:lnTo>
                              <a:cubicBezTo>
                                <a:pt x="0" y="176764"/>
                                <a:pt x="0" y="176587"/>
                                <a:pt x="0" y="176409"/>
                              </a:cubicBezTo>
                              <a:cubicBezTo>
                                <a:pt x="0" y="175787"/>
                                <a:pt x="89" y="175165"/>
                                <a:pt x="89" y="174454"/>
                              </a:cubicBezTo>
                              <a:cubicBezTo>
                                <a:pt x="178" y="174187"/>
                                <a:pt x="178" y="173832"/>
                                <a:pt x="267" y="173476"/>
                              </a:cubicBezTo>
                              <a:cubicBezTo>
                                <a:pt x="356" y="173032"/>
                                <a:pt x="356" y="172499"/>
                                <a:pt x="445" y="172054"/>
                              </a:cubicBezTo>
                              <a:cubicBezTo>
                                <a:pt x="534" y="171610"/>
                                <a:pt x="623" y="171254"/>
                                <a:pt x="712" y="170899"/>
                              </a:cubicBezTo>
                              <a:cubicBezTo>
                                <a:pt x="890" y="170454"/>
                                <a:pt x="979" y="170010"/>
                                <a:pt x="1068" y="169655"/>
                              </a:cubicBezTo>
                              <a:cubicBezTo>
                                <a:pt x="1246" y="169210"/>
                                <a:pt x="1335" y="168855"/>
                                <a:pt x="1513" y="168499"/>
                              </a:cubicBezTo>
                              <a:cubicBezTo>
                                <a:pt x="1602" y="168055"/>
                                <a:pt x="1780" y="167699"/>
                                <a:pt x="1958" y="167344"/>
                              </a:cubicBezTo>
                              <a:cubicBezTo>
                                <a:pt x="2047" y="166900"/>
                                <a:pt x="2314" y="166455"/>
                                <a:pt x="2492" y="166100"/>
                              </a:cubicBezTo>
                              <a:cubicBezTo>
                                <a:pt x="2670" y="165744"/>
                                <a:pt x="2759" y="165389"/>
                                <a:pt x="2937" y="165033"/>
                              </a:cubicBezTo>
                              <a:cubicBezTo>
                                <a:pt x="3204" y="164589"/>
                                <a:pt x="3471" y="164234"/>
                                <a:pt x="3738" y="163789"/>
                              </a:cubicBezTo>
                              <a:cubicBezTo>
                                <a:pt x="3916" y="163523"/>
                                <a:pt x="4094" y="163167"/>
                                <a:pt x="4272" y="162900"/>
                              </a:cubicBezTo>
                              <a:cubicBezTo>
                                <a:pt x="4628" y="162367"/>
                                <a:pt x="4984" y="161834"/>
                                <a:pt x="5429" y="161390"/>
                              </a:cubicBezTo>
                              <a:cubicBezTo>
                                <a:pt x="5518" y="161212"/>
                                <a:pt x="5607" y="161034"/>
                                <a:pt x="5696" y="160945"/>
                              </a:cubicBezTo>
                              <a:cubicBezTo>
                                <a:pt x="5696" y="160945"/>
                                <a:pt x="5696" y="160945"/>
                                <a:pt x="5785" y="160945"/>
                              </a:cubicBezTo>
                              <a:cubicBezTo>
                                <a:pt x="6319" y="160234"/>
                                <a:pt x="6853" y="159612"/>
                                <a:pt x="7387" y="159079"/>
                              </a:cubicBezTo>
                              <a:cubicBezTo>
                                <a:pt x="7743" y="158724"/>
                                <a:pt x="8099" y="158457"/>
                                <a:pt x="8366" y="158190"/>
                              </a:cubicBezTo>
                              <a:cubicBezTo>
                                <a:pt x="8723" y="157924"/>
                                <a:pt x="8990" y="157657"/>
                                <a:pt x="9257" y="157390"/>
                              </a:cubicBezTo>
                              <a:cubicBezTo>
                                <a:pt x="9613" y="157124"/>
                                <a:pt x="10058" y="156768"/>
                                <a:pt x="10503" y="156502"/>
                              </a:cubicBezTo>
                              <a:cubicBezTo>
                                <a:pt x="10770" y="156324"/>
                                <a:pt x="10948" y="156146"/>
                                <a:pt x="11215" y="155969"/>
                              </a:cubicBezTo>
                              <a:cubicBezTo>
                                <a:pt x="11660" y="155702"/>
                                <a:pt x="12016" y="155435"/>
                                <a:pt x="12461" y="155169"/>
                              </a:cubicBezTo>
                              <a:cubicBezTo>
                                <a:pt x="12728" y="154991"/>
                                <a:pt x="13084" y="154813"/>
                                <a:pt x="13351" y="154635"/>
                              </a:cubicBezTo>
                              <a:cubicBezTo>
                                <a:pt x="13707" y="154458"/>
                                <a:pt x="14152" y="154280"/>
                                <a:pt x="14508" y="154102"/>
                              </a:cubicBezTo>
                              <a:cubicBezTo>
                                <a:pt x="14864" y="153924"/>
                                <a:pt x="15220" y="153747"/>
                                <a:pt x="15576" y="153569"/>
                              </a:cubicBezTo>
                              <a:cubicBezTo>
                                <a:pt x="15932" y="153480"/>
                                <a:pt x="16288" y="153391"/>
                                <a:pt x="16555" y="153214"/>
                              </a:cubicBezTo>
                              <a:cubicBezTo>
                                <a:pt x="17000" y="153125"/>
                                <a:pt x="17534" y="152947"/>
                                <a:pt x="17979" y="152769"/>
                              </a:cubicBezTo>
                              <a:cubicBezTo>
                                <a:pt x="18246" y="152680"/>
                                <a:pt x="18513" y="152591"/>
                                <a:pt x="18869" y="152503"/>
                              </a:cubicBezTo>
                              <a:cubicBezTo>
                                <a:pt x="19314" y="152414"/>
                                <a:pt x="19848" y="152236"/>
                                <a:pt x="20382" y="152147"/>
                              </a:cubicBezTo>
                              <a:cubicBezTo>
                                <a:pt x="20738" y="152058"/>
                                <a:pt x="21094" y="152058"/>
                                <a:pt x="21450" y="151969"/>
                              </a:cubicBezTo>
                              <a:cubicBezTo>
                                <a:pt x="21895" y="151969"/>
                                <a:pt x="22340" y="151880"/>
                                <a:pt x="22785" y="151792"/>
                              </a:cubicBezTo>
                              <a:cubicBezTo>
                                <a:pt x="23586" y="151703"/>
                                <a:pt x="24476" y="151703"/>
                                <a:pt x="25277" y="151703"/>
                              </a:cubicBezTo>
                              <a:lnTo>
                                <a:pt x="50644" y="151703"/>
                              </a:lnTo>
                              <a:lnTo>
                                <a:pt x="50644" y="101135"/>
                              </a:lnTo>
                              <a:cubicBezTo>
                                <a:pt x="50644" y="87182"/>
                                <a:pt x="61948" y="75807"/>
                                <a:pt x="75922" y="75807"/>
                              </a:cubicBezTo>
                              <a:lnTo>
                                <a:pt x="101288" y="75807"/>
                              </a:lnTo>
                              <a:lnTo>
                                <a:pt x="101288" y="25239"/>
                              </a:lnTo>
                              <a:cubicBezTo>
                                <a:pt x="101288" y="11287"/>
                                <a:pt x="112592" y="0"/>
                                <a:pt x="126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D99694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lus-18-movie_83580" o:spid="_x0000_s1026" o:spt="100" style="position:absolute;left:0pt;margin-left:382.6pt;margin-top:701.95pt;height:11.35pt;width:11.4pt;z-index:251684864;mso-width-relative:page;mso-height-relative:page;" fillcolor="#D99694" filled="t" stroked="f" coordsize="607639,606722" o:gfxdata="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" path="m405066,455006l481005,455006c495071,455006,506377,466299,506377,480259c506377,494308,495071,505601,481005,505601l405066,505601c391089,505601,379783,494308,379783,480259c379783,466299,391089,455006,405066,455006xm50644,230265l50644,556154,556995,556154,556995,230265,319796,424003c310539,431646,297100,431646,287754,424003xm96215,202270l303775,371836,511335,202270xm101288,126374l101288,151703,506351,151703,506351,126374,480984,126374,126566,126374xm151932,50568l151932,75807,455707,75807,455707,50568xm126566,0l480984,0c495047,0,506351,11287,506351,25239l506351,75807,531628,75807c545602,75807,556995,87182,556995,101135l556995,151703,582272,151703c582272,151703,582272,151703,582362,151703c583163,151703,583964,151703,584854,151792c585299,151880,585744,151969,586100,151969c586545,152058,586901,152058,587257,152147c587791,152236,588236,152414,588770,152503c589037,152591,589393,152680,589660,152769c590105,152947,590550,153125,590995,153214c591351,153391,591707,153480,591974,153569c592419,153747,592775,153924,593131,154102c593487,154280,593843,154458,594288,154635c594555,154813,594822,154991,595178,155169c595534,155435,595979,155702,596335,155969c596602,156146,596869,156324,597136,156502c597492,156768,597937,157124,598382,157390c598649,157657,598916,157924,599184,158190c599540,158457,599896,158724,600163,159079c600786,159612,601320,160234,601854,160945c602032,161123,602121,161212,602210,161390c602566,161834,603011,162367,603367,162900c603545,163167,603723,163523,603901,163789c604168,164234,604435,164589,604613,165033c604791,165389,604969,165744,605147,166100c605325,166544,605503,166900,605681,167344c605859,167699,605948,168055,606126,168499c606215,168855,606393,169210,606482,169655c606660,170010,606749,170454,606838,170899c606927,171254,607016,171610,607105,172054c607194,172499,607283,173032,607372,173565c607372,173832,607461,174187,607461,174454c607550,175165,607550,175787,607550,176409c607550,176587,607639,176764,607639,176942l607639,177031,607639,581394c607639,595347,596246,606722,582272,606722l25277,606722c11304,606722,0,595347,0,581394l0,177031,0,176942c0,176764,0,176587,0,176409c0,175787,89,175165,89,174454c178,174187,178,173832,267,173476c356,173032,356,172499,445,172054c534,171610,623,171254,712,170899c890,170454,979,170010,1068,169655c1246,169210,1335,168855,1513,168499c1602,168055,1780,167699,1958,167344c2047,166900,2314,166455,2492,166100c2670,165744,2759,165389,2937,165033c3204,164589,3471,164234,3738,163789c3916,163523,4094,163167,4272,162900c4628,162367,4984,161834,5429,161390c5518,161212,5607,161034,5696,160945c5696,160945,5696,160945,5785,160945c6319,160234,6853,159612,7387,159079c7743,158724,8099,158457,8366,158190c8723,157924,8990,157657,9257,157390c9613,157124,10058,156768,10503,156502c10770,156324,10948,156146,11215,155969c11660,155702,12016,155435,12461,155169c12728,154991,13084,154813,13351,154635c13707,154458,14152,154280,14508,154102c14864,153924,15220,153747,15576,153569c15932,153480,16288,153391,16555,153214c17000,153125,17534,152947,17979,152769c18246,152680,18513,152591,18869,152503c19314,152414,19848,152236,20382,152147c20738,152058,21094,152058,21450,151969c21895,151969,22340,151880,22785,151792c23586,151703,24476,151703,25277,151703l50644,151703,50644,101135c50644,87182,61948,75807,75922,75807l101288,75807,101288,25239c101288,11287,112592,0,126566,0xe">
                <v:path o:connectlocs="96513,108100;114607,108100;120652,114099;114607,120120;96513,120120;90489,114099;96513,108100;12066,54706;12066,132131;132713,132131;132713,54706;76196,100734;68562,100734;22924,48055;72379,88340;121833,48055;24133,30023;24133,36041;120646,36041;120646,30023;114602,30023;30156,30023;36200,12013;36200,18010;108579,18010;108579,12013;30156,0;114602,0;120646,5996;120646,18010;126669,18010;132713,24027;132713,36041;138735,36041;138757,36041;139351,36062;139647,36104;139923,36147;140284,36231;140496,36294;140814,36400;141047,36484;141323,36611;141598,36738;141810,36865;142086,37055;142277,37181;142574,37392;142765,37582;142998,37793;143401,38237;143486,38343;143762,38701;143889,38912;144059,39208;144186,39462;144313,39757;144419,40031;144504,40306;144589,40602;144652,40876;144716,41235;144737,41446;144758,41911;144780,42037;144780,42059;144780,138127;138735,144145;6022,144145;0,138127;0,42059;0,42037;0,41911;21,41446;63,41214;106,40876;169,40602;254,40306;360,40031;466,39757;593,39462;699,39208;890,38912;1017,38701;1293,38343;1357,38237;1378,38237;1760,37793;1993,37582;2205,37392;2502,37181;2672,37055;2969,36865;3181,36738;3456,36611;3711,36484;3944,36400;4283,36294;4495,36231;4856,36147;5110,36104;5428,36062;6022,36041;12066,36041;12066,24027;18089,18010;24133,18010;24133,5996;30156,0" o:connectangles="0,0,0,0,0,0,0,0,0,0,0,0,0,0,0,0,0,0,0,0,0,0,0,0,0,0,0,0,0,0,0,0,0,0,0,0,0,0,0,0,0,0,0,0,0,0,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7507605</wp:posOffset>
                </wp:positionV>
                <wp:extent cx="2751455" cy="980440"/>
                <wp:effectExtent l="0" t="0" r="0" b="0"/>
                <wp:wrapNone/>
                <wp:docPr id="101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1455" cy="980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B99AB5">
                            <w:pPr>
                              <w:pStyle w:val="6"/>
                              <w:spacing w:before="0" w:beforeAutospacing="0" w:after="0" w:afterAutospacing="0" w:line="700" w:lineRule="exact"/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color w:val="D9969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D99694"/>
                                <w:kern w:val="24"/>
                                <w:position w:val="1"/>
                                <w:sz w:val="64"/>
                                <w:szCs w:val="64"/>
                                <w:lang w:eastAsia="zh-CN"/>
                              </w:rPr>
                              <w:t>徐念初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D99694"/>
                                <w:kern w:val="24"/>
                                <w:position w:val="1"/>
                                <w:sz w:val="64"/>
                                <w:szCs w:val="64"/>
                              </w:rPr>
                              <w:t xml:space="preserve"> </w:t>
                            </w:r>
                          </w:p>
                          <w:p w14:paraId="04056C32">
                            <w:pPr>
                              <w:pStyle w:val="6"/>
                              <w:spacing w:before="0" w:beforeAutospacing="0" w:after="0" w:afterAutospacing="0" w:line="700" w:lineRule="exact"/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初中生物老师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285.3pt;margin-top:591.15pt;height:77.2pt;width:216.65pt;z-index:251677696;mso-width-relative:page;mso-height-relative:page;" filled="f" stroked="f" coordsize="21600,21600" o:gfxdata="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ou0i19oAAAAOAQAADwAAAAAAAAABACAAAAAiAAAAZHJzL2Rvd25yZXYueG1s&#10;UEsBAhQAFAAAAAgAh07iQBVIj0K9AQAAYA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46B99AB5">
                      <w:pPr>
                        <w:pStyle w:val="6"/>
                        <w:spacing w:before="0" w:beforeAutospacing="0" w:after="0" w:afterAutospacing="0" w:line="700" w:lineRule="exact"/>
                        <w:jc w:val="right"/>
                        <w:rPr>
                          <w:rFonts w:hint="eastAsia" w:ascii="微软雅黑" w:hAnsi="微软雅黑" w:eastAsia="微软雅黑" w:cs="微软雅黑"/>
                          <w:color w:val="D9969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D99694"/>
                          <w:kern w:val="24"/>
                          <w:position w:val="1"/>
                          <w:sz w:val="64"/>
                          <w:szCs w:val="64"/>
                          <w:lang w:eastAsia="zh-CN"/>
                        </w:rPr>
                        <w:t>徐念初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D99694"/>
                          <w:kern w:val="24"/>
                          <w:position w:val="1"/>
                          <w:sz w:val="64"/>
                          <w:szCs w:val="64"/>
                        </w:rPr>
                        <w:t xml:space="preserve"> </w:t>
                      </w:r>
                    </w:p>
                    <w:p w14:paraId="04056C32">
                      <w:pPr>
                        <w:pStyle w:val="6"/>
                        <w:spacing w:before="0" w:beforeAutospacing="0" w:after="0" w:afterAutospacing="0" w:line="700" w:lineRule="exact"/>
                        <w:jc w:val="right"/>
                        <w:rPr>
                          <w:rFonts w:hint="default" w:ascii="微软雅黑" w:hAnsi="微软雅黑" w:eastAsia="微软雅黑" w:cs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初中生物老师</w:t>
                      </w:r>
                    </w:p>
                  </w:txbxContent>
                </v:textbox>
              </v:shape>
            </w:pict>
          </mc:Fallback>
        </mc:AlternateContent>
      </w:r>
    </w:p>
    <w:p w14:paraId="3D5AFD1C">
      <w:pPr>
        <w:adjustRightInd w:val="0"/>
        <w:snapToGrid w:val="0"/>
        <w:rPr>
          <w:rFonts w:hint="eastAsia"/>
        </w:rPr>
      </w:pPr>
      <w:r>
        <w:rPr>
          <w:rFonts w:hint="eastAsia"/>
        </w:rPr>
        <w:t xml:space="preserve"> </w:t>
      </w:r>
    </w:p>
    <w:p w14:paraId="66ACE69F">
      <w:pPr>
        <w:adjustRightInd w:val="0"/>
        <w:snapToGrid w:val="0"/>
        <w:rPr>
          <w:rFonts w:hint="eastAsia"/>
        </w:rPr>
      </w:pPr>
    </w:p>
    <w:p w14:paraId="12185E98">
      <w:pPr>
        <w:adjustRightInd w:val="0"/>
        <w:snapToGrid w:val="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-797560</wp:posOffset>
                </wp:positionV>
                <wp:extent cx="2095500" cy="932180"/>
                <wp:effectExtent l="0" t="0" r="0" b="0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5EF42D4C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  <w:color w:val="E6B9B8" w:themeColor="accent2" w:themeTint="66"/>
                                <w14:textFill>
                                  <w14:solidFill>
                                    <w14:schemeClr w14:val="accent2"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D99694" w:themeColor="accent2" w:themeTint="99"/>
                                <w:sz w:val="72"/>
                                <w:szCs w:val="52"/>
                                <w14:textFill>
                                  <w14:solidFill>
                                    <w14:schemeClr w14:val="accent2">
                                      <w14:lumMod w14:val="60000"/>
                                      <w14:lumOff w14:val="40000"/>
                                    </w14:schemeClr>
                                  </w14:solidFill>
                                </w14:textFill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.25pt;margin-top:-62.8pt;height:73.4pt;width:165pt;z-index:251662336;mso-width-relative:page;mso-height-relative:page;" filled="f" stroked="f" coordsize="21600,21600" o:gfxdata="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gzaI&#10;ZNYAAAAJAQAADwAAAAAAAAABACAAAAAiAAAAZHJzL2Rvd25yZXYueG1sUEsBAhQAFAAAAAgAh07i&#10;QMb/GickAgAAKQQAAA4AAAAAAAAAAQAgAAAAJQEAAGRycy9lMm9Eb2MueG1sUEsFBgAAAAAGAAYA&#10;WQEAALs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5EF42D4C">
                      <w:pPr>
                        <w:adjustRightInd w:val="0"/>
                        <w:snapToGrid w:val="0"/>
                        <w:rPr>
                          <w:rFonts w:hint="eastAsia"/>
                          <w:color w:val="E6B9B8" w:themeColor="accent2" w:themeTint="66"/>
                          <w14:textFill>
                            <w14:solidFill>
                              <w14:schemeClr w14:val="accent2"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/>
                          <w:color w:val="D99694" w:themeColor="accent2" w:themeTint="99"/>
                          <w:sz w:val="72"/>
                          <w:szCs w:val="52"/>
                          <w14:textFill>
                            <w14:solidFill>
                              <w14:schemeClr w14:val="accent2">
                                <w14:lumMod w14:val="60000"/>
                                <w14:lumOff w14:val="40000"/>
                              </w14:schemeClr>
                            </w14:solidFill>
                          </w14:textFill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ge">
                  <wp:posOffset>409575</wp:posOffset>
                </wp:positionV>
                <wp:extent cx="281305" cy="287655"/>
                <wp:effectExtent l="0" t="0" r="4445" b="17145"/>
                <wp:wrapNone/>
                <wp:docPr id="10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1305" cy="28765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418.5pt;margin-top:32.25pt;height:22.65pt;width:22.15pt;mso-position-vertical-relative:page;z-index:251665408;mso-width-relative:page;mso-height-relative:page;" fillcolor="#D99694 [1941]" filled="t" stroked="f" coordsize="192,196" o:gfxdata="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3827;140652,0;281305,143827;140652,287655;0,143827;244676,101266;244676,101266;246141,108604;147978,142359;137722,142359;86442,126215;143582,102733;145047,95395;145047,95395;139187,92460;71791,120345;71791,121813;58605,151165;64465,159971;60070,168777;45419,223079;29302,214273;49814,170244;42488,159971;49814,149698;61535,117410;38093,108604;38093,101266;136257,66043;147978,66043;244676,101266;137722,155568;137722,155568;147978,155568;210978,135021;210978,168777;205118,177582;80582,180518;76186,174647;80582,162906;74721,151165;74721,135021;137722,155568;137722,155568;137722,155568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ge">
                  <wp:posOffset>409575</wp:posOffset>
                </wp:positionV>
                <wp:extent cx="280035" cy="287655"/>
                <wp:effectExtent l="0" t="0" r="5715" b="17145"/>
                <wp:wrapNone/>
                <wp:docPr id="9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0035" cy="287655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53.75pt;margin-top:32.25pt;height:22.65pt;width:22.05pt;mso-position-vertical-relative:page;z-index:251664384;mso-width-relative:page;mso-height-relative:page;" fillcolor="#D99694 [1941]" filled="t" stroked="f" coordsize="191,196" o:gfxdata="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3827;140750,0;280035,143827;140750,287655;0,143827;123156,154100;123156,159971;129021,165841;149547,165841;153945,159971;153945,154100;149547,148230;129021,148230;123156,154100;105562,92460;171539,92460;215524,92460;221388,99798;221388,129151;170073,151165;161276,151165;161276,145295;153945,140892;120224,140892;115825,145295;115825,151165;108495,151165;58646,129151;58646,101266;63044,92460;105562,92460;159810,92460;171539,92460;173005,73381;162742,66043;114359,66043;105562,73381;105562,92460;118758,92460;118758,82187;121690,76316;156878,76316;159810,82187;159810,92460;221388,135021;161276,158503;161276,165841;153945,174647;123156,174647;117292,165841;117292,158503;58646,135021;58646,214273;64510,221611;212592,221611;221388,212805;221388,135021;221388,135021;221388,1350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ge">
                  <wp:posOffset>409575</wp:posOffset>
                </wp:positionV>
                <wp:extent cx="287655" cy="287655"/>
                <wp:effectExtent l="0" t="0" r="17145" b="17145"/>
                <wp:wrapNone/>
                <wp:docPr id="48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64"/>
                            <a:gd name="T1" fmla="*/ 132 h 264"/>
                            <a:gd name="T2" fmla="*/ 132 w 264"/>
                            <a:gd name="T3" fmla="*/ 0 h 264"/>
                            <a:gd name="T4" fmla="*/ 264 w 264"/>
                            <a:gd name="T5" fmla="*/ 132 h 264"/>
                            <a:gd name="T6" fmla="*/ 132 w 264"/>
                            <a:gd name="T7" fmla="*/ 264 h 264"/>
                            <a:gd name="T8" fmla="*/ 0 w 264"/>
                            <a:gd name="T9" fmla="*/ 132 h 264"/>
                            <a:gd name="T10" fmla="*/ 117 w 264"/>
                            <a:gd name="T11" fmla="*/ 59 h 264"/>
                            <a:gd name="T12" fmla="*/ 118 w 264"/>
                            <a:gd name="T13" fmla="*/ 59 h 264"/>
                            <a:gd name="T14" fmla="*/ 164 w 264"/>
                            <a:gd name="T15" fmla="*/ 59 h 264"/>
                            <a:gd name="T16" fmla="*/ 164 w 264"/>
                            <a:gd name="T17" fmla="*/ 59 h 264"/>
                            <a:gd name="T18" fmla="*/ 167 w 264"/>
                            <a:gd name="T19" fmla="*/ 60 h 264"/>
                            <a:gd name="T20" fmla="*/ 167 w 264"/>
                            <a:gd name="T21" fmla="*/ 61 h 264"/>
                            <a:gd name="T22" fmla="*/ 167 w 264"/>
                            <a:gd name="T23" fmla="*/ 139 h 264"/>
                            <a:gd name="T24" fmla="*/ 167 w 264"/>
                            <a:gd name="T25" fmla="*/ 141 h 264"/>
                            <a:gd name="T26" fmla="*/ 172 w 264"/>
                            <a:gd name="T27" fmla="*/ 146 h 264"/>
                            <a:gd name="T28" fmla="*/ 178 w 264"/>
                            <a:gd name="T29" fmla="*/ 140 h 264"/>
                            <a:gd name="T30" fmla="*/ 178 w 264"/>
                            <a:gd name="T31" fmla="*/ 61 h 264"/>
                            <a:gd name="T32" fmla="*/ 176 w 264"/>
                            <a:gd name="T33" fmla="*/ 52 h 264"/>
                            <a:gd name="T34" fmla="*/ 164 w 264"/>
                            <a:gd name="T35" fmla="*/ 47 h 264"/>
                            <a:gd name="T36" fmla="*/ 99 w 264"/>
                            <a:gd name="T37" fmla="*/ 47 h 264"/>
                            <a:gd name="T38" fmla="*/ 94 w 264"/>
                            <a:gd name="T39" fmla="*/ 47 h 264"/>
                            <a:gd name="T40" fmla="*/ 85 w 264"/>
                            <a:gd name="T41" fmla="*/ 51 h 264"/>
                            <a:gd name="T42" fmla="*/ 81 w 264"/>
                            <a:gd name="T43" fmla="*/ 61 h 264"/>
                            <a:gd name="T44" fmla="*/ 82 w 264"/>
                            <a:gd name="T45" fmla="*/ 140 h 264"/>
                            <a:gd name="T46" fmla="*/ 81 w 264"/>
                            <a:gd name="T47" fmla="*/ 168 h 264"/>
                            <a:gd name="T48" fmla="*/ 84 w 264"/>
                            <a:gd name="T49" fmla="*/ 174 h 264"/>
                            <a:gd name="T50" fmla="*/ 122 w 264"/>
                            <a:gd name="T51" fmla="*/ 211 h 264"/>
                            <a:gd name="T52" fmla="*/ 127 w 264"/>
                            <a:gd name="T53" fmla="*/ 215 h 264"/>
                            <a:gd name="T54" fmla="*/ 141 w 264"/>
                            <a:gd name="T55" fmla="*/ 211 h 264"/>
                            <a:gd name="T56" fmla="*/ 178 w 264"/>
                            <a:gd name="T57" fmla="*/ 174 h 264"/>
                            <a:gd name="T58" fmla="*/ 181 w 264"/>
                            <a:gd name="T59" fmla="*/ 169 h 264"/>
                            <a:gd name="T60" fmla="*/ 181 w 264"/>
                            <a:gd name="T61" fmla="*/ 164 h 264"/>
                            <a:gd name="T62" fmla="*/ 175 w 264"/>
                            <a:gd name="T63" fmla="*/ 162 h 264"/>
                            <a:gd name="T64" fmla="*/ 94 w 264"/>
                            <a:gd name="T65" fmla="*/ 162 h 264"/>
                            <a:gd name="T66" fmla="*/ 93 w 264"/>
                            <a:gd name="T67" fmla="*/ 162 h 264"/>
                            <a:gd name="T68" fmla="*/ 93 w 264"/>
                            <a:gd name="T69" fmla="*/ 160 h 264"/>
                            <a:gd name="T70" fmla="*/ 93 w 264"/>
                            <a:gd name="T71" fmla="*/ 61 h 264"/>
                            <a:gd name="T72" fmla="*/ 93 w 264"/>
                            <a:gd name="T73" fmla="*/ 61 h 264"/>
                            <a:gd name="T74" fmla="*/ 96 w 264"/>
                            <a:gd name="T75" fmla="*/ 59 h 264"/>
                            <a:gd name="T76" fmla="*/ 104 w 264"/>
                            <a:gd name="T77" fmla="*/ 59 h 264"/>
                            <a:gd name="T78" fmla="*/ 105 w 264"/>
                            <a:gd name="T79" fmla="*/ 59 h 264"/>
                            <a:gd name="T80" fmla="*/ 105 w 264"/>
                            <a:gd name="T81" fmla="*/ 60 h 264"/>
                            <a:gd name="T82" fmla="*/ 105 w 264"/>
                            <a:gd name="T83" fmla="*/ 139 h 264"/>
                            <a:gd name="T84" fmla="*/ 106 w 264"/>
                            <a:gd name="T85" fmla="*/ 141 h 264"/>
                            <a:gd name="T86" fmla="*/ 109 w 264"/>
                            <a:gd name="T87" fmla="*/ 146 h 264"/>
                            <a:gd name="T88" fmla="*/ 115 w 264"/>
                            <a:gd name="T89" fmla="*/ 145 h 264"/>
                            <a:gd name="T90" fmla="*/ 117 w 264"/>
                            <a:gd name="T91" fmla="*/ 139 h 264"/>
                            <a:gd name="T92" fmla="*/ 117 w 264"/>
                            <a:gd name="T93" fmla="*/ 60 h 264"/>
                            <a:gd name="T94" fmla="*/ 117 w 264"/>
                            <a:gd name="T95" fmla="*/ 59 h 264"/>
                            <a:gd name="T96" fmla="*/ 101 w 264"/>
                            <a:gd name="T97" fmla="*/ 174 h 264"/>
                            <a:gd name="T98" fmla="*/ 162 w 264"/>
                            <a:gd name="T99" fmla="*/ 174 h 264"/>
                            <a:gd name="T100" fmla="*/ 162 w 264"/>
                            <a:gd name="T101" fmla="*/ 174 h 264"/>
                            <a:gd name="T102" fmla="*/ 132 w 264"/>
                            <a:gd name="T103" fmla="*/ 203 h 264"/>
                            <a:gd name="T104" fmla="*/ 130 w 264"/>
                            <a:gd name="T105" fmla="*/ 203 h 264"/>
                            <a:gd name="T106" fmla="*/ 101 w 264"/>
                            <a:gd name="T107" fmla="*/ 174 h 264"/>
                            <a:gd name="T108" fmla="*/ 101 w 264"/>
                            <a:gd name="T109" fmla="*/ 17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64" h="264">
                              <a:moveTo>
                                <a:pt x="0" y="132"/>
                              </a:moveTo>
                              <a:cubicBezTo>
                                <a:pt x="0" y="59"/>
                                <a:pt x="59" y="0"/>
                                <a:pt x="132" y="0"/>
                              </a:cubicBezTo>
                              <a:cubicBezTo>
                                <a:pt x="205" y="0"/>
                                <a:pt x="264" y="59"/>
                                <a:pt x="264" y="132"/>
                              </a:cubicBezTo>
                              <a:cubicBezTo>
                                <a:pt x="264" y="205"/>
                                <a:pt x="205" y="264"/>
                                <a:pt x="132" y="264"/>
                              </a:cubicBezTo>
                              <a:cubicBezTo>
                                <a:pt x="59" y="264"/>
                                <a:pt x="0" y="205"/>
                                <a:pt x="0" y="132"/>
                              </a:cubicBezTo>
                              <a:close/>
                              <a:moveTo>
                                <a:pt x="117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34" y="59"/>
                                <a:pt x="149" y="59"/>
                                <a:pt x="164" y="59"/>
                              </a:cubicBezTo>
                              <a:cubicBezTo>
                                <a:pt x="164" y="59"/>
                                <a:pt x="164" y="59"/>
                                <a:pt x="164" y="59"/>
                              </a:cubicBezTo>
                              <a:cubicBezTo>
                                <a:pt x="166" y="59"/>
                                <a:pt x="167" y="59"/>
                                <a:pt x="167" y="60"/>
                              </a:cubicBezTo>
                              <a:cubicBezTo>
                                <a:pt x="167" y="61"/>
                                <a:pt x="167" y="61"/>
                                <a:pt x="167" y="61"/>
                              </a:cubicBezTo>
                              <a:cubicBezTo>
                                <a:pt x="167" y="87"/>
                                <a:pt x="167" y="114"/>
                                <a:pt x="167" y="139"/>
                              </a:cubicBezTo>
                              <a:cubicBezTo>
                                <a:pt x="167" y="140"/>
                                <a:pt x="167" y="141"/>
                                <a:pt x="167" y="141"/>
                              </a:cubicBezTo>
                              <a:cubicBezTo>
                                <a:pt x="167" y="144"/>
                                <a:pt x="169" y="146"/>
                                <a:pt x="172" y="146"/>
                              </a:cubicBezTo>
                              <a:cubicBezTo>
                                <a:pt x="176" y="146"/>
                                <a:pt x="178" y="144"/>
                                <a:pt x="178" y="140"/>
                              </a:cubicBezTo>
                              <a:cubicBezTo>
                                <a:pt x="178" y="114"/>
                                <a:pt x="178" y="87"/>
                                <a:pt x="178" y="61"/>
                              </a:cubicBezTo>
                              <a:cubicBezTo>
                                <a:pt x="178" y="58"/>
                                <a:pt x="178" y="55"/>
                                <a:pt x="176" y="52"/>
                              </a:cubicBezTo>
                              <a:cubicBezTo>
                                <a:pt x="173" y="48"/>
                                <a:pt x="169" y="47"/>
                                <a:pt x="164" y="47"/>
                              </a:cubicBezTo>
                              <a:cubicBezTo>
                                <a:pt x="143" y="47"/>
                                <a:pt x="121" y="47"/>
                                <a:pt x="99" y="47"/>
                              </a:cubicBezTo>
                              <a:cubicBezTo>
                                <a:pt x="98" y="47"/>
                                <a:pt x="96" y="47"/>
                                <a:pt x="94" y="47"/>
                              </a:cubicBezTo>
                              <a:cubicBezTo>
                                <a:pt x="91" y="47"/>
                                <a:pt x="88" y="48"/>
                                <a:pt x="85" y="51"/>
                              </a:cubicBezTo>
                              <a:cubicBezTo>
                                <a:pt x="83" y="54"/>
                                <a:pt x="81" y="57"/>
                                <a:pt x="81" y="61"/>
                              </a:cubicBezTo>
                              <a:cubicBezTo>
                                <a:pt x="82" y="87"/>
                                <a:pt x="82" y="114"/>
                                <a:pt x="82" y="140"/>
                              </a:cubicBezTo>
                              <a:cubicBezTo>
                                <a:pt x="82" y="149"/>
                                <a:pt x="82" y="159"/>
                                <a:pt x="81" y="168"/>
                              </a:cubicBezTo>
                              <a:cubicBezTo>
                                <a:pt x="81" y="170"/>
                                <a:pt x="82" y="172"/>
                                <a:pt x="84" y="174"/>
                              </a:cubicBezTo>
                              <a:cubicBezTo>
                                <a:pt x="97" y="186"/>
                                <a:pt x="109" y="199"/>
                                <a:pt x="122" y="211"/>
                              </a:cubicBezTo>
                              <a:cubicBezTo>
                                <a:pt x="123" y="213"/>
                                <a:pt x="125" y="214"/>
                                <a:pt x="127" y="215"/>
                              </a:cubicBezTo>
                              <a:cubicBezTo>
                                <a:pt x="132" y="217"/>
                                <a:pt x="137" y="215"/>
                                <a:pt x="141" y="211"/>
                              </a:cubicBezTo>
                              <a:cubicBezTo>
                                <a:pt x="153" y="199"/>
                                <a:pt x="166" y="187"/>
                                <a:pt x="178" y="174"/>
                              </a:cubicBezTo>
                              <a:cubicBezTo>
                                <a:pt x="180" y="173"/>
                                <a:pt x="181" y="171"/>
                                <a:pt x="181" y="169"/>
                              </a:cubicBezTo>
                              <a:cubicBezTo>
                                <a:pt x="182" y="167"/>
                                <a:pt x="182" y="166"/>
                                <a:pt x="181" y="164"/>
                              </a:cubicBezTo>
                              <a:cubicBezTo>
                                <a:pt x="179" y="162"/>
                                <a:pt x="177" y="162"/>
                                <a:pt x="175" y="162"/>
                              </a:cubicBezTo>
                              <a:cubicBezTo>
                                <a:pt x="148" y="162"/>
                                <a:pt x="122" y="162"/>
                                <a:pt x="94" y="162"/>
                              </a:cubicBezTo>
                              <a:cubicBezTo>
                                <a:pt x="94" y="162"/>
                                <a:pt x="94" y="162"/>
                                <a:pt x="93" y="162"/>
                              </a:cubicBezTo>
                              <a:cubicBezTo>
                                <a:pt x="93" y="161"/>
                                <a:pt x="93" y="161"/>
                                <a:pt x="93" y="160"/>
                              </a:cubicBezTo>
                              <a:cubicBezTo>
                                <a:pt x="93" y="128"/>
                                <a:pt x="93" y="94"/>
                                <a:pt x="93" y="61"/>
                              </a:cubicBezTo>
                              <a:cubicBezTo>
                                <a:pt x="93" y="61"/>
                                <a:pt x="93" y="61"/>
                                <a:pt x="93" y="61"/>
                              </a:cubicBezTo>
                              <a:cubicBezTo>
                                <a:pt x="94" y="59"/>
                                <a:pt x="94" y="59"/>
                                <a:pt x="96" y="59"/>
                              </a:cubicBezTo>
                              <a:cubicBezTo>
                                <a:pt x="98" y="59"/>
                                <a:pt x="101" y="59"/>
                                <a:pt x="104" y="59"/>
                              </a:cubicBezTo>
                              <a:cubicBezTo>
                                <a:pt x="104" y="59"/>
                                <a:pt x="104" y="59"/>
                                <a:pt x="105" y="59"/>
                              </a:cubicBezTo>
                              <a:cubicBezTo>
                                <a:pt x="105" y="59"/>
                                <a:pt x="105" y="59"/>
                                <a:pt x="105" y="60"/>
                              </a:cubicBezTo>
                              <a:cubicBezTo>
                                <a:pt x="105" y="87"/>
                                <a:pt x="105" y="113"/>
                                <a:pt x="105" y="139"/>
                              </a:cubicBezTo>
                              <a:cubicBezTo>
                                <a:pt x="105" y="140"/>
                                <a:pt x="106" y="141"/>
                                <a:pt x="106" y="141"/>
                              </a:cubicBezTo>
                              <a:cubicBezTo>
                                <a:pt x="106" y="144"/>
                                <a:pt x="107" y="145"/>
                                <a:pt x="109" y="146"/>
                              </a:cubicBezTo>
                              <a:cubicBezTo>
                                <a:pt x="111" y="147"/>
                                <a:pt x="113" y="146"/>
                                <a:pt x="115" y="145"/>
                              </a:cubicBezTo>
                              <a:cubicBezTo>
                                <a:pt x="117" y="144"/>
                                <a:pt x="117" y="142"/>
                                <a:pt x="117" y="139"/>
                              </a:cubicBezTo>
                              <a:cubicBezTo>
                                <a:pt x="117" y="113"/>
                                <a:pt x="117" y="87"/>
                                <a:pt x="117" y="60"/>
                              </a:cubicBezTo>
                              <a:cubicBezTo>
                                <a:pt x="117" y="59"/>
                                <a:pt x="117" y="59"/>
                                <a:pt x="117" y="59"/>
                              </a:cubicBezTo>
                              <a:close/>
                              <a:moveTo>
                                <a:pt x="101" y="174"/>
                              </a:moveTo>
                              <a:cubicBezTo>
                                <a:pt x="121" y="174"/>
                                <a:pt x="141" y="174"/>
                                <a:pt x="162" y="174"/>
                              </a:cubicBezTo>
                              <a:cubicBezTo>
                                <a:pt x="162" y="174"/>
                                <a:pt x="162" y="174"/>
                                <a:pt x="162" y="174"/>
                              </a:cubicBezTo>
                              <a:cubicBezTo>
                                <a:pt x="152" y="184"/>
                                <a:pt x="142" y="194"/>
                                <a:pt x="132" y="203"/>
                              </a:cubicBezTo>
                              <a:cubicBezTo>
                                <a:pt x="132" y="204"/>
                                <a:pt x="132" y="204"/>
                                <a:pt x="130" y="203"/>
                              </a:cubicBezTo>
                              <a:cubicBezTo>
                                <a:pt x="121" y="194"/>
                                <a:pt x="111" y="184"/>
                                <a:pt x="101" y="174"/>
                              </a:cubicBezTo>
                              <a:cubicBezTo>
                                <a:pt x="101" y="174"/>
                                <a:pt x="101" y="174"/>
                                <a:pt x="101" y="17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89pt;margin-top:32.25pt;height:22.65pt;width:22.65pt;mso-position-vertical-relative:page;z-index:251663360;mso-width-relative:page;mso-height-relative:page;" fillcolor="#D99694 [1941]" filled="t" stroked="f" coordsize="264,264" o:gfxdata="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" path="m0,132c0,59,59,0,132,0c205,0,264,59,264,132c264,205,205,264,132,264c59,264,0,205,0,132xm117,59c118,59,118,59,118,59c134,59,149,59,164,59c164,59,164,59,164,59c166,59,167,59,167,60c167,61,167,61,167,61c167,87,167,114,167,139c167,140,167,141,167,141c167,144,169,146,172,146c176,146,178,144,178,140c178,114,178,87,178,61c178,58,178,55,176,52c173,48,169,47,164,47c143,47,121,47,99,47c98,47,96,47,94,47c91,47,88,48,85,51c83,54,81,57,81,61c82,87,82,114,82,140c82,149,82,159,81,168c81,170,82,172,84,174c97,186,109,199,122,211c123,213,125,214,127,215c132,217,137,215,141,211c153,199,166,187,178,174c180,173,181,171,181,169c182,167,182,166,181,164c179,162,177,162,175,162c148,162,122,162,94,162c94,162,94,162,93,162c93,161,93,161,93,160c93,128,93,94,93,61c93,61,93,61,93,61c94,59,94,59,96,59c98,59,101,59,104,59c104,59,104,59,105,59c105,59,105,59,105,60c105,87,105,113,105,139c105,140,106,141,106,141c106,144,107,145,109,146c111,147,113,146,115,145c117,144,117,142,117,139c117,113,117,87,117,60c117,59,117,59,117,59xm101,174c121,174,141,174,162,174c162,174,162,174,162,174c152,184,142,194,132,203c132,204,132,204,130,203c121,194,111,184,101,174c101,174,101,174,101,174xe">
                <v:path o:connectlocs="0,143827;143827,0;287655,143827;143827,287655;0,143827;127483,64286;128573,64286;178694,64286;178694,64286;181963,65376;181963,66465;181963,151454;181963,153633;187411,159081;193949,152544;193949,66465;191770,56659;178694,51211;107870,51211;102422,51211;92616,55569;88257,66465;89347,152544;88257,183053;91526,189590;132931,229906;138379,234264;153633,229906;193949,189590;197218,184142;197218,178694;190680,176515;102422,176515;101333,176515;101333,174336;101333,66465;101333,66465;104601,64286;113318,64286;114408,64286;114408,65376;114408,151454;115497,153633;118766,159081;125304,157992;127483,151454;127483,65376;127483,64286;110049,189590;176515,189590;176515,189590;143827,221189;141648,221189;110049,189590;110049,189590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hint="eastAsia" w:ascii="微软雅黑" w:hAnsi="微软雅黑"/>
          <w:szCs w:val="21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1016635</wp:posOffset>
                </wp:positionV>
                <wp:extent cx="7815580" cy="190500"/>
                <wp:effectExtent l="0" t="0" r="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0"/>
                          <a:chOff x="0" y="0"/>
                          <a:chExt cx="7817283" cy="191707"/>
                        </a:xfrm>
                      </wpg:grpSpPr>
                      <wps:wsp>
                        <wps:cNvPr id="18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矩形 5"/>
                        <wps:cNvSpPr/>
                        <wps:spPr>
                          <a:xfrm>
                            <a:off x="4508389" y="47707"/>
                            <a:ext cx="3308894" cy="144000"/>
                          </a:xfrm>
                          <a:custGeom>
                            <a:avLst/>
                            <a:gdLst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80.05pt;height:15pt;width:615.4pt;mso-position-horizontal:center;mso-position-horizontal-relative:margin;mso-position-vertical-relative:page;z-index:-251650048;mso-width-relative:page;mso-height-relative:page;" coordsize="7817283,191707" o:gfxdata="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">
                <o:lock v:ext="edit" aspectratio="f"/>
                <v:shape id="矩形 4" o:spid="_x0000_s1026" o:spt="100" style="position:absolute;left:0;top:0;height:190500;width:4572000;v-text-anchor:middle;" fillcolor="#D99694 [1941]" filled="t" stroked="f" coordsize="4391025,190500" o:gfxdata="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7bF/6vQAA&#10;ANsAAAAPAAAAAAAAAAEAIAAAACIAAABkcnMvZG93bnJldi54bWxQSwECFAAUAAAACACHTuJAMy8F&#10;njsAAAA5AAAAEAAAAAAAAAABACAAAAAMAQAAZHJzL3NoYXBleG1sLnhtbFBLBQYAAAAABgAGAFsB&#10;AAC2AwAAAAA=&#10;" path="m0,0l4267200,0,4391025,190500,0,190500,0,0xe">
                  <v:path o:connectlocs="0,0;4443071,0;4572000,190500;0,1905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5" o:spid="_x0000_s1026" o:spt="100" style="position:absolute;left:4508389;top:47707;height:144000;width:3308894;v-text-anchor:middle;" fillcolor="#F2DCDB [661]" filled="t" stroked="f" coordsize="3308894,190500" o:gfxdata="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Wx1i7sAAADb&#10;AAAADwAAAAAAAAABACAAAAAiAAAAZHJzL2Rvd25yZXYueG1sUEsBAhQAFAAAAAgAh07iQDMvBZ47&#10;AAAAOQAAABAAAAAAAAAAAQAgAAAACgEAAGRycy9zaGFwZXhtbC54bWxQSwUGAAAAAAYABgBbAQAA&#10;tAMAAAAA&#10;" path="m0,0l3308894,0,3308894,190500,105319,190500,0,0xe">
                  <v:path o:connectlocs="0,0;3308894,0;3308894,144000;105319,1440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4BF1B839">
      <w:pPr>
        <w:adjustRightInd w:val="0"/>
        <w:snapToGrid w:val="0"/>
        <w:rPr>
          <w:rFonts w:hint="eastAsia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151130</wp:posOffset>
                </wp:positionV>
                <wp:extent cx="6781800" cy="359410"/>
                <wp:effectExtent l="0" t="0" r="0" b="0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9410"/>
                          <a:chOff x="898" y="2338"/>
                          <a:chExt cx="10680" cy="566"/>
                        </a:xfrm>
                      </wpg:grpSpPr>
                      <wpg:grpSp>
                        <wpg:cNvPr id="15" name="组合 15"/>
                        <wpg:cNvGrpSpPr/>
                        <wpg:grpSpPr>
                          <a:xfrm rot="0">
                            <a:off x="898" y="2458"/>
                            <a:ext cx="10680" cy="447"/>
                            <a:chOff x="0" y="0"/>
                            <a:chExt cx="6781800" cy="284400"/>
                          </a:xfrm>
                        </wpg:grpSpPr>
                        <wpg:grpSp>
                          <wpg:cNvPr id="82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12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99694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AFA9E2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  <w:p w14:paraId="44151752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3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953735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14" name="直接连接符 14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" name="文本框 7"/>
                        <wps:cNvSpPr txBox="1"/>
                        <wps:spPr>
                          <a:xfrm>
                            <a:off x="1059" y="2338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622C7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基本信息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11.9pt;height:28.3pt;width:534pt;z-index:251674624;mso-width-relative:page;mso-height-relative:page;" coordorigin="898,2338" coordsize="10680,566" o:gfxdata="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">
                <o:lock v:ext="edit" aspectratio="f"/>
                <v:group id="_x0000_s1026" o:spid="_x0000_s1026" o:spt="203" style="position:absolute;left:898;top:2458;height:447;width:10680;" coordsize="6781800,284400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  <o:lock v:ext="edit" aspectratio="t"/>
                    <v:shape id="任意多边形 2" o:spid="_x0000_s1026" o:spt="100" style="position:absolute;left:3;top:0;height:287656;width:1255739;v-text-anchor:middle;" fillcolor="#D99694" filled="t" stroked="f" coordsize="1406296,288031" o:gfxdata="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zOzUQugAAANsA&#10;AAAPAAAAAAAAAAEAIAAAACIAAABkcnMvZG93bnJldi54bWxQSwECFAAUAAAACACHTuJAMy8FnjsA&#10;AAA5AAAAEAAAAAAAAAABACAAAAAJAQAAZHJzL3NoYXBleG1sLnhtbFBLBQYAAAAABgAGAFsBAACz&#10;AwAAAAA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4EAFA9E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 w14:paraId="4415175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953735" filled="t" stroked="f" coordsize="21600,21600" o:gfxdata="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bHO8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133350;top:209550;height:0;width:6648450;" filled="f" stroked="t" coordsize="21600,21600" o:gfxdata="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vg8R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1059;top:2338;height:508;width:1945;" filled="f" stroked="f" coordsize="21600,21600" o:gfxdata="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XEvC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56622C7E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基本信息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微软雅黑" w:hAnsi="微软雅黑"/>
          <w:szCs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66675</wp:posOffset>
                </wp:positionH>
                <wp:positionV relativeFrom="page">
                  <wp:posOffset>1170940</wp:posOffset>
                </wp:positionV>
                <wp:extent cx="0" cy="8991600"/>
                <wp:effectExtent l="4445" t="0" r="14605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D9969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25pt;margin-top:92.2pt;height:708pt;width:0pt;mso-position-vertical-relative:page;z-index:-251657216;mso-width-relative:page;mso-height-relative:page;" filled="f" stroked="t" coordsize="21600,21600" o:gfxdata="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KrZdZ/XAAAACgEAAA8AAAAA&#10;AAAAAQAgAAAAIgAAAGRycy9kb3ducmV2LnhtbFBLAQIUABQAAAAIAIdO4kB3g44K3AEAAJwDAAAO&#10;AAAAAAAAAAEAIAAAACYBAABkcnMvZTJvRG9jLnhtbFBLBQYAAAAABgAGAFkBAAB0BQAAAAA=&#10;">
                <v:fill on="f" focussize="0,0"/>
                <v:stroke color="#D99694 [3204]" joinstyle="round"/>
                <v:imagedata o:title=""/>
                <o:lock v:ext="edit" aspectratio="f"/>
              </v:line>
            </w:pict>
          </mc:Fallback>
        </mc:AlternateContent>
      </w:r>
    </w:p>
    <w:p w14:paraId="133535BB">
      <w:pPr>
        <w:adjustRightInd w:val="0"/>
        <w:snapToGrid w:val="0"/>
        <w:rPr>
          <w:rFonts w:hint="eastAsia"/>
        </w:rPr>
      </w:pPr>
    </w:p>
    <w:p w14:paraId="7B5B044C">
      <w:pPr>
        <w:adjustRightInd w:val="0"/>
        <w:snapToGrid w:val="0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2609215</wp:posOffset>
                </wp:positionH>
                <wp:positionV relativeFrom="paragraph">
                  <wp:posOffset>114935</wp:posOffset>
                </wp:positionV>
                <wp:extent cx="2229485" cy="1146810"/>
                <wp:effectExtent l="0" t="0" r="0" b="0"/>
                <wp:wrapNone/>
                <wp:docPr id="3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3066415" y="1733550"/>
                          <a:ext cx="2229485" cy="1146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1BC8D84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default" w:ascii="微软雅黑" w:hAnsi="微软雅黑" w:eastAsia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初中生物老师</w:t>
                            </w:r>
                          </w:p>
                          <w:p w14:paraId="698DF5EA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出生年月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2003.09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062000AE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电子邮箱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你的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邮箱@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163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.com</w:t>
                            </w:r>
                          </w:p>
                          <w:p w14:paraId="14C6D18E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default" w:ascii="微软雅黑" w:hAnsi="微软雅黑" w:eastAsia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联系方式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：XXX-XXXX-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6655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5.45pt;margin-top:9.05pt;height:90.3pt;width:175.55pt;z-index:251663360;v-text-anchor:middle;mso-width-relative:page;mso-height-relative:page;" filled="f" stroked="f" coordsize="21600,21600" o:gfxdata="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lTEGxtoAAAAKAQAADwAAAAAAAAABACAAAAAiAAAAZHJzL2Rvd25yZXYu&#10;eG1sUEsBAhQAFAAAAAgAh07iQBW6P+cyAgAAOAQAAA4AAAAAAAAAAQAgAAAAKQEAAGRycy9lMm9E&#10;b2MueG1sUEsFBgAAAAAGAAYAWQEAAM0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71BC8D84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default" w:ascii="微软雅黑" w:hAnsi="微软雅黑" w:eastAsia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求职意向：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初中生物老师</w:t>
                      </w:r>
                    </w:p>
                    <w:p w14:paraId="698DF5EA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出生年月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2003.09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 w14:paraId="062000AE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电子邮箱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你的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邮箱@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163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.com</w:t>
                      </w:r>
                    </w:p>
                    <w:p w14:paraId="14C6D18E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default" w:ascii="微软雅黑" w:hAnsi="微软雅黑" w:eastAsia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联系方式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：XXX-XXXX-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6655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114935</wp:posOffset>
                </wp:positionV>
                <wp:extent cx="2229485" cy="114681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647700" y="1733550"/>
                          <a:ext cx="2229485" cy="1146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9C87736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姓    名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徐念初</w:t>
                            </w:r>
                          </w:p>
                          <w:p w14:paraId="6A920A70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民    族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：汉  族</w:t>
                            </w:r>
                          </w:p>
                          <w:p w14:paraId="7FA750E3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性    别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：女</w:t>
                            </w:r>
                          </w:p>
                          <w:p w14:paraId="50D70B60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政治面貌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中共党员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pt;margin-top:9.05pt;height:90.3pt;width:175.55pt;z-index:251662336;v-text-anchor:middle;mso-width-relative:page;mso-height-relative:page;" filled="f" stroked="f" coordsize="21600,21600" o:gfxdata="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bKkUD2AAAAAkBAAAPAAAAAAAAAAEAIAAAACIAAABkcnMvZG93bnJldi54bWxQ&#10;SwECFAAUAAAACACHTuJA23jr0jACAAA3BAAADgAAAAAAAAABACAAAAAnAQAAZHJzL2Uyb0RvYy54&#10;bWxQSwUGAAAAAAYABgBZAQAAyQ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09C87736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姓    名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eastAsia="zh-CN"/>
                        </w:rPr>
                        <w:t>徐念初</w:t>
                      </w:r>
                    </w:p>
                    <w:p w14:paraId="6A920A70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民    族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：汉  族</w:t>
                      </w:r>
                    </w:p>
                    <w:p w14:paraId="7FA750E3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性    别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：女</w:t>
                      </w:r>
                    </w:p>
                    <w:p w14:paraId="50D70B60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  <w:t>政治面貌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中共党员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5365115</wp:posOffset>
            </wp:positionH>
            <wp:positionV relativeFrom="paragraph">
              <wp:posOffset>137795</wp:posOffset>
            </wp:positionV>
            <wp:extent cx="855345" cy="1144905"/>
            <wp:effectExtent l="9525" t="9525" r="11430" b="26670"/>
            <wp:wrapNone/>
            <wp:docPr id="24" name="图片 24" descr="E:/01证件照/新6/9d91799204498fc4db5c9c630c602fb.jpg9d91799204498fc4db5c9c630c602fb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picid" s:val="{21761e4c-46bc-4478-aefd-feabae09c33b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E:/01证件照/新6/9d91799204498fc4db5c9c630c602fb.jpg9d91799204498fc4db5c9c630c602fb"/>
                    <pic:cNvPicPr>
                      <a:picLocks noChangeAspect="1"/>
                    </pic:cNvPicPr>
                  </pic:nvPicPr>
                  <pic:blipFill>
                    <a:blip r:embed="rId4"/>
                    <a:srcRect l="222" r="222"/>
                    <a:stretch>
                      <a:fillRect/>
                    </a:stretch>
                  </pic:blipFill>
                  <pic:spPr>
                    <a:xfrm>
                      <a:off x="0" y="0"/>
                      <a:ext cx="855345" cy="114490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</w:p>
    <w:p w14:paraId="6DC0CEBE">
      <w:pPr>
        <w:adjustRightInd w:val="0"/>
        <w:snapToGrid w:val="0"/>
        <w:rPr>
          <w:rFonts w:hint="eastAsia"/>
        </w:rPr>
      </w:pPr>
    </w:p>
    <w:p w14:paraId="18C84809">
      <w:pPr>
        <w:adjustRightInd w:val="0"/>
        <w:snapToGrid w:val="0"/>
        <w:rPr>
          <w:rFonts w:hint="eastAsia"/>
        </w:rPr>
      </w:pPr>
    </w:p>
    <w:p w14:paraId="5680423B">
      <w:pPr>
        <w:adjustRightInd w:val="0"/>
        <w:snapToGrid w:val="0"/>
        <w:rPr>
          <w:rFonts w:hint="eastAsia"/>
        </w:rPr>
      </w:pPr>
    </w:p>
    <w:p w14:paraId="1179BDC8">
      <w:pPr>
        <w:adjustRightInd w:val="0"/>
        <w:snapToGrid w:val="0"/>
        <w:rPr>
          <w:rFonts w:hint="eastAsia"/>
        </w:rPr>
      </w:pPr>
    </w:p>
    <w:p w14:paraId="06726E29">
      <w:pPr>
        <w:adjustRightInd w:val="0"/>
        <w:snapToGrid w:val="0"/>
        <w:rPr>
          <w:rFonts w:ascii="微软雅黑" w:hAnsi="微软雅黑"/>
          <w:color w:val="C19F67"/>
          <w:sz w:val="20"/>
          <w:szCs w:val="20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71755</wp:posOffset>
                </wp:positionV>
                <wp:extent cx="6781800" cy="353695"/>
                <wp:effectExtent l="0" t="0" r="0" b="6985"/>
                <wp:wrapNone/>
                <wp:docPr id="51" name="组合 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3695"/>
                          <a:chOff x="903" y="4774"/>
                          <a:chExt cx="10680" cy="557"/>
                        </a:xfrm>
                      </wpg:grpSpPr>
                      <wpg:grpSp>
                        <wpg:cNvPr id="17" name="组合 17"/>
                        <wpg:cNvGrpSpPr/>
                        <wpg:grpSpPr>
                          <a:xfrm rot="0">
                            <a:off x="903" y="4775"/>
                            <a:ext cx="10680" cy="557"/>
                            <a:chOff x="903" y="4775"/>
                            <a:chExt cx="10680" cy="557"/>
                          </a:xfrm>
                        </wpg:grpSpPr>
                        <wpg:grpSp>
                          <wpg:cNvPr id="16" name="组合 16"/>
                          <wpg:cNvGrpSpPr/>
                          <wpg:grpSpPr>
                            <a:xfrm>
                              <a:off x="903" y="4886"/>
                              <a:ext cx="10680" cy="447"/>
                              <a:chOff x="0" y="0"/>
                              <a:chExt cx="6781800" cy="284400"/>
                            </a:xfrm>
                          </wpg:grpSpPr>
                          <wpg:grpSp>
                            <wpg:cNvPr id="20" name="组合 81"/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1256400" cy="284400"/>
                                <a:chOff x="3" y="0"/>
                                <a:chExt cx="1255739" cy="393695"/>
                              </a:xfrm>
                            </wpg:grpSpPr>
                            <wps:wsp>
                              <wps:cNvPr id="21" name="任意多边形 2"/>
                              <wps:cNvSpPr/>
                              <wps:spPr bwMode="auto">
                                <a:xfrm>
                                  <a:off x="3" y="0"/>
                                  <a:ext cx="1255739" cy="287656"/>
                                </a:xfrm>
                                <a:custGeom>
                                  <a:avLst/>
                                  <a:gdLst>
                                    <a:gd name="connsiteX0" fmla="*/ 1093154 w 1406296"/>
                                    <a:gd name="connsiteY0" fmla="*/ 0 h 288031"/>
                                    <a:gd name="connsiteX1" fmla="*/ 1171153 w 1406296"/>
                                    <a:gd name="connsiteY1" fmla="*/ 0 h 288031"/>
                                    <a:gd name="connsiteX2" fmla="*/ 1406296 w 1406296"/>
                                    <a:gd name="connsiteY2" fmla="*/ 288031 h 288031"/>
                                    <a:gd name="connsiteX3" fmla="*/ 1328297 w 1406296"/>
                                    <a:gd name="connsiteY3" fmla="*/ 288031 h 288031"/>
                                    <a:gd name="connsiteX4" fmla="*/ 1030297 w 1406296"/>
                                    <a:gd name="connsiteY4" fmla="*/ 0 h 288031"/>
                                    <a:gd name="connsiteX5" fmla="*/ 1069917 w 1406296"/>
                                    <a:gd name="connsiteY5" fmla="*/ 0 h 288031"/>
                                    <a:gd name="connsiteX6" fmla="*/ 1305060 w 1406296"/>
                                    <a:gd name="connsiteY6" fmla="*/ 288031 h 288031"/>
                                    <a:gd name="connsiteX7" fmla="*/ 1265440 w 1406296"/>
                                    <a:gd name="connsiteY7" fmla="*/ 288031 h 288031"/>
                                    <a:gd name="connsiteX8" fmla="*/ 0 w 1406296"/>
                                    <a:gd name="connsiteY8" fmla="*/ 0 h 288031"/>
                                    <a:gd name="connsiteX9" fmla="*/ 1007060 w 1406296"/>
                                    <a:gd name="connsiteY9" fmla="*/ 0 h 288031"/>
                                    <a:gd name="connsiteX10" fmla="*/ 1242203 w 1406296"/>
                                    <a:gd name="connsiteY10" fmla="*/ 288031 h 288031"/>
                                    <a:gd name="connsiteX11" fmla="*/ 0 w 1406296"/>
                                    <a:gd name="connsiteY11" fmla="*/ 288031 h 28803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1406296" h="288031">
                                      <a:moveTo>
                                        <a:pt x="1093154" y="0"/>
                                      </a:moveTo>
                                      <a:lnTo>
                                        <a:pt x="1171153" y="0"/>
                                      </a:lnTo>
                                      <a:lnTo>
                                        <a:pt x="1406296" y="288031"/>
                                      </a:lnTo>
                                      <a:lnTo>
                                        <a:pt x="1328297" y="288031"/>
                                      </a:lnTo>
                                      <a:close/>
                                      <a:moveTo>
                                        <a:pt x="1030297" y="0"/>
                                      </a:moveTo>
                                      <a:lnTo>
                                        <a:pt x="1069917" y="0"/>
                                      </a:lnTo>
                                      <a:lnTo>
                                        <a:pt x="1305060" y="288031"/>
                                      </a:lnTo>
                                      <a:lnTo>
                                        <a:pt x="1265440" y="288031"/>
                                      </a:lnTo>
                                      <a:close/>
                                      <a:moveTo>
                                        <a:pt x="0" y="0"/>
                                      </a:moveTo>
                                      <a:lnTo>
                                        <a:pt x="1007060" y="0"/>
                                      </a:lnTo>
                                      <a:lnTo>
                                        <a:pt x="1242203" y="288031"/>
                                      </a:lnTo>
                                      <a:lnTo>
                                        <a:pt x="0" y="2880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9694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1729B90">
                                    <w:pPr>
                                      <w:adjustRightInd w:val="0"/>
                                      <w:snapToGrid w:val="0"/>
                                      <w:spacing w:line="320" w:lineRule="exact"/>
                                      <w:rPr>
                                        <w:rFonts w:hint="eastAsia" w:ascii="微软雅黑" w:hAnsi="微软雅黑" w:cstheme="minorBidi"/>
                                        <w:color w:val="FFFFFF" w:themeColor="background1"/>
                                        <w:sz w:val="24"/>
                                        <w:szCs w:val="24"/>
                                        <w14:textFill>
                                          <w14:solidFill>
                                            <w14:schemeClr w14:val="bg1"/>
                                          </w14:solidFill>
                                        </w14:textFill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="horz" wrap="square" lIns="198000" tIns="0" rIns="91440" bIns="0" numCol="1" spcCol="0" rtlCol="0" fromWordArt="0" anchor="ctr" anchorCtr="0" forceAA="0" compatLnSpc="1">
                                <a:noAutofit/>
                              </wps:bodyPr>
                            </wps:wsp>
                            <wps:wsp>
                              <wps:cNvPr id="22" name="直角三角形 3"/>
                              <wps:cNvSpPr/>
                              <wps:spPr bwMode="auto">
                                <a:xfrm rot="10800000">
                                  <a:off x="234" y="287656"/>
                                  <a:ext cx="143935" cy="106039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953735"/>
                                </a:solidFill>
                                <a:ln>
                                  <a:noFill/>
                                </a:ln>
                              </wps:spPr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</wpg:grpSp>
                          <wps:wsp>
                            <wps:cNvPr id="23" name="直接连接符 20"/>
                            <wps:cNvCnPr/>
                            <wps:spPr>
                              <a:xfrm>
                                <a:off x="133350" y="209550"/>
                                <a:ext cx="664845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11" name="文本框 11"/>
                          <wps:cNvSpPr txBox="1"/>
                          <wps:spPr>
                            <a:xfrm>
                              <a:off x="1066" y="4775"/>
                              <a:ext cx="1945" cy="50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E168685"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bidi w:val="0"/>
                                  <w:adjustRightInd w:val="0"/>
                                  <w:snapToGrid w:val="0"/>
                                  <w:spacing w:line="360" w:lineRule="exact"/>
                                  <w:textAlignment w:val="auto"/>
                                  <w:rPr>
                                    <w:rFonts w:hint="default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rFonts w:hint="eastAsia"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  <w:lang w:val="en-US" w:eastAsia="zh-CN"/>
                                    <w14:textFill>
                                      <w14:solidFill>
                                        <w14:schemeClr w14:val="bg1"/>
                                      </w14:solidFill>
                                    </w14:textFill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27" name="文本框 27"/>
                        <wps:cNvSpPr txBox="1"/>
                        <wps:spPr>
                          <a:xfrm>
                            <a:off x="1063" y="4774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B83659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5.65pt;height:27.85pt;width:534pt;z-index:251673600;mso-width-relative:page;mso-height-relative:page;" coordorigin="903,4774" coordsize="10680,557" o:gfxdata="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">
                <o:lock v:ext="edit" aspectratio="f"/>
                <v:group id="_x0000_s1026" o:spid="_x0000_s1026" o:spt="203" style="position:absolute;left:903;top:4775;height:557;width:10680;" coordorigin="903,4775" coordsize="10680,557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903;top:4886;height:447;width:10680;" coordsize="6781800,284400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  <o:lock v:ext="edit" aspectratio="f"/>
                    <v:group id="组合 81" o:spid="_x0000_s1026" o:spt="203" style="position:absolute;left:0;top:0;height:284400;width:1256400;" coordorigin="3,0" coordsize="1255739,393695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  <o:lock v:ext="edit" aspectratio="t"/>
                      <v:shape id="任意多边形 2" o:spid="_x0000_s1026" o:spt="100" style="position:absolute;left:3;top:0;height:287656;width:1255739;v-text-anchor:middle;" fillcolor="#D99694" filled="t" stroked="f" coordsize="1406296,288031" o:gfxdata="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2FYdq8AAAA&#10;2wAAAA8AAAAAAAAAAQAgAAAAIgAAAGRycy9kb3ducmV2LnhtbFBLAQIUABQAAAAIAIdO4kAzLwWe&#10;OwAAADkAAAAQAAAAAAAAAAEAIAAAAAsBAABkcnMvc2hhcGV4bWwueG1sUEsFBgAAAAAGAAYAWwEA&#10;ALUDAAAAAA==&#10;" path="m1093154,0l1171153,0,1406296,288031,1328297,288031xm1030297,0l1069917,0,1305060,288031,1265440,288031xm0,0l1007060,0,1242203,288031,0,288031xe">
                        <v:path textboxrect="0,0,1406296,288031" o:connectlocs="976121,0;1045770,0;1255739,287656;1186090,287656;919994,0;955372,0;1165341,287656;1129962,287656;0,0;899244,0;1109213,287656;0,287656" o:connectangles="0,0,0,0,0,0,0,0,0,0,0,0"/>
                        <v:fill on="t" focussize="0,0"/>
                        <v:stroke on="f"/>
                        <v:imagedata o:title=""/>
                        <o:lock v:ext="edit" aspectratio="f"/>
                        <v:textbox inset="5.5mm,0mm,2.54mm,0mm">
                          <w:txbxContent>
                            <w:p w14:paraId="71729B90">
                              <w:pPr>
                                <w:adjustRightInd w:val="0"/>
                                <w:snapToGrid w:val="0"/>
                                <w:spacing w:line="320" w:lineRule="exact"/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</w:p>
                          </w:txbxContent>
                        </v:textbox>
                      </v:shape>
                      <v:shape id="直角三角形 3" o:spid="_x0000_s1026" o:spt="6" type="#_x0000_t6" style="position:absolute;left:234;top:287656;height:106039;width:143935;rotation:11796480f;" fillcolor="#953735" filled="t" stroked="f" coordsize="21600,21600" o:gfxdata="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xMHJq/&#10;AAAA2wAAAA8AAAAAAAAAAQAgAAAAIgAAAGRycy9kb3ducmV2LnhtbFBLAQIUABQAAAAIAIdO4kAz&#10;LwWeOwAAADkAAAAQAAAAAAAAAAEAIAAAAA4BAABkcnMvc2hhcGV4bWwueG1sUEsFBgAAAAAGAAYA&#10;WwEAALgDAAAAAA==&#10;">
                        <v:fill on="t" focussize="0,0"/>
                        <v:stroke on="f"/>
                        <v:imagedata o:title=""/>
                        <o:lock v:ext="edit" aspectratio="f"/>
                      </v:shape>
                    </v:group>
                    <v:line id="直接连接符 20" o:spid="_x0000_s1026" o:spt="20" style="position:absolute;left:133350;top:209550;height:0;width:6648450;" filled="f" stroked="t" coordsize="21600,21600" o:gfxdata="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7Xdi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BFBFBF [2412]" joinstyle="round"/>
                      <v:imagedata o:title=""/>
                      <o:lock v:ext="edit" aspectratio="f"/>
                    </v:line>
                  </v:group>
                  <v:shape id="_x0000_s1026" o:spid="_x0000_s1026" o:spt="202" type="#_x0000_t202" style="position:absolute;left:1066;top:4775;height:508;width:1945;" filled="f" stroked="f" coordsize="21600,21600" o:gfxdata="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aOwb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 w14:paraId="5E168685"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bidi w:val="0"/>
                            <w:adjustRightInd w:val="0"/>
                            <w:snapToGrid w:val="0"/>
                            <w:spacing w:line="360" w:lineRule="exact"/>
                            <w:textAlignment w:val="auto"/>
                            <w:rPr>
                              <w:rFonts w:hint="default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</w:pPr>
                          <w:r>
                            <w:rPr>
                              <w:rFonts w:hint="eastAsia"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  <w:lang w:val="en-US" w:eastAsia="zh-CN"/>
                              <w14:textFill>
                                <w14:solidFill>
                                  <w14:schemeClr w14:val="bg1"/>
                                </w14:solidFill>
                              </w14:textFill>
                            </w:rPr>
                            <w:t>教育背景</w:t>
                          </w:r>
                        </w:p>
                      </w:txbxContent>
                    </v:textbox>
                  </v:shape>
                </v:group>
                <v:shape id="_x0000_s1026" o:spid="_x0000_s1026" o:spt="202" type="#_x0000_t202" style="position:absolute;left:1063;top:4774;height:508;width:1945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02B83659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6284595</wp:posOffset>
                </wp:positionV>
                <wp:extent cx="6781800" cy="361950"/>
                <wp:effectExtent l="0" t="0" r="0" b="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61950"/>
                          <a:chOff x="903" y="14558"/>
                          <a:chExt cx="10680" cy="570"/>
                        </a:xfrm>
                      </wpg:grpSpPr>
                      <wpg:grpSp>
                        <wpg:cNvPr id="38" name="组合 38"/>
                        <wpg:cNvGrpSpPr/>
                        <wpg:grpSpPr>
                          <a:xfrm>
                            <a:off x="903" y="14682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45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74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99694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23E140F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5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953735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76" name="直接连接符 20"/>
                          <wps:cNvCnPr/>
                          <wps:spPr>
                            <a:xfrm>
                              <a:off x="133350" y="201503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0" name="文本框 40"/>
                        <wps:cNvSpPr txBox="1"/>
                        <wps:spPr>
                          <a:xfrm>
                            <a:off x="1063" y="14558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E4B7EDA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494.85pt;height:28.5pt;width:534pt;z-index:251671552;mso-width-relative:page;mso-height-relative:page;" coordorigin="903,14558" coordsize="10680,570" o:gfxdata="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">
                <o:lock v:ext="edit" aspectratio="f"/>
                <v:group id="_x0000_s1026" o:spid="_x0000_s1026" o:spt="203" style="position:absolute;left:903;top:14682;height:446;width:10680;" coordsize="6781800,284400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  <o:lock v:ext="edit" aspectratio="t"/>
                    <v:shape id="任意多边形 2" o:spid="_x0000_s1026" o:spt="100" style="position:absolute;left:3;top:0;height:287656;width:1255739;v-text-anchor:middle;" fillcolor="#D99694" filled="t" stroked="f" coordsize="1406296,288031" o:gfxdata="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Qe1f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323E140F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953735" filled="t" stroked="f" coordsize="21600,21600" o:gfxdata="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wFqvz&#10;wAAAANsAAAAPAAAAAAAAAAEAIAAAACIAAABkcnMvZG93bnJldi54bWxQSwECFAAUAAAACACHTuJA&#10;My8FnjsAAAA5AAAAEAAAAAAAAAABACAAAAAPAQAAZHJzL3NoYXBleG1sLnhtbFBLBQYAAAAABgAG&#10;AFsBAAC5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1503;height:0;width:6648450;" filled="f" stroked="t" coordsize="21600,21600" o:gfxdata="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P/RX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1063;top:14558;height:508;width:1945;" filled="f" stroked="f" coordsize="21600,21600" o:gfxdata="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JdmnbsAAADb&#10;AAAADwAAAAAAAAABACAAAAAiAAAAZHJzL2Rvd25yZXYueG1sUEsBAhQAFAAAAAgAh07iQDMvBZ47&#10;AAAAOQAAABAAAAAAAAAAAQAgAAAACgEAAGRycy9zaGFwZXhtbC54bWxQSwUGAAAAAAYABgBbAQAA&#10;tA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0E4B7EDA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End w:id="0"/>
      <w:r>
        <w:rPr>
          <w:sz w:val="21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5307330</wp:posOffset>
                </wp:positionV>
                <wp:extent cx="6781800" cy="354330"/>
                <wp:effectExtent l="0" t="0" r="0" b="6350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4330"/>
                          <a:chOff x="903" y="13019"/>
                          <a:chExt cx="10680" cy="558"/>
                        </a:xfrm>
                      </wpg:grpSpPr>
                      <wpg:grpSp>
                        <wpg:cNvPr id="30" name="组合 30"/>
                        <wpg:cNvGrpSpPr/>
                        <wpg:grpSpPr>
                          <a:xfrm>
                            <a:off x="903" y="13131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37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62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99694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E6C5AC7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63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953735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64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9" name="文本框 39"/>
                        <wps:cNvSpPr txBox="1"/>
                        <wps:spPr>
                          <a:xfrm>
                            <a:off x="1063" y="13019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A5A819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417.9pt;height:27.9pt;width:534pt;z-index:251672576;mso-width-relative:page;mso-height-relative:page;" coordorigin="903,13019" coordsize="10680,558" o:gfxdata="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">
                <o:lock v:ext="edit" aspectratio="f"/>
                <v:group id="_x0000_s1026" o:spid="_x0000_s1026" o:spt="203" style="position:absolute;left:903;top:13131;height:446;width:10680;" coordsize="6781800,284400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  <o:lock v:ext="edit" aspectratio="t"/>
                    <v:shape id="任意多边形 2" o:spid="_x0000_s1026" o:spt="100" style="position:absolute;left:3;top:0;height:287656;width:1255739;v-text-anchor:middle;" fillcolor="#D99694" filled="t" stroked="f" coordsize="1406296,288031" o:gfxdata="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z1GbbsAAADb&#10;AAAADwAAAAAAAAABACAAAAAiAAAAZHJzL2Rvd25yZXYueG1sUEsBAhQAFAAAAAgAh07iQDMvBZ47&#10;AAAAOQAAABAAAAAAAAAAAQAgAAAACgEAAGRycy9zaGFwZXhtbC54bWxQSwUGAAAAAAYABgBbAQAA&#10;tAMAAAAA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2E6C5AC7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953735" filled="t" stroked="f" coordsize="21600,21600" o:gfxdata="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VqAMG/&#10;AAAA2wAAAA8AAAAAAAAAAQAgAAAAIgAAAGRycy9kb3ducmV2LnhtbFBLAQIUABQAAAAIAIdO4kAz&#10;LwWeOwAAADkAAAAQAAAAAAAAAAEAIAAAAA4BAABkcnMvc2hhcGV4bWwueG1sUEsFBgAAAAAGAAYA&#10;WwEAALgDAAAAAA=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krh8bLsAAADb&#10;AAAADwAAAGRycy9kb3ducmV2LnhtbEWPQWsCMRSE7wX/Q3iCt5pYZCmrUUQQBL1oPXh8JM/d1c1L&#10;2KS6/nsjFHocZuYbZr7sXSvu1MXGs4bJWIEgNt42XGk4/Ww+v0HEhGyx9UwanhRhuRh8zLG0/sEH&#10;uh9TJTKEY4ka6pRCKWU0NTmMYx+Is3fxncOUZVdJ2+Ejw10rv5QqpMOG80KNgdY1mdvx12loql3v&#10;zfNc+MPqdA4qmO1V7bUeDSdqBiJRn/7Df+2t1VBM4f0l/wC5e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rh8b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1063;top:13019;height:508;width:1945;" filled="f" stroked="f" coordsize="21600,21600" o:gfxdata="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au8f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0A5A819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3134360</wp:posOffset>
                </wp:positionV>
                <wp:extent cx="6429375" cy="982345"/>
                <wp:effectExtent l="0" t="0" r="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98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980F9D3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2021.09-2025.07             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北京师范大学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生物科学 / 本科</w:t>
                            </w:r>
                          </w:p>
                          <w:p w14:paraId="13FCFA28">
                            <w:pPr>
                              <w:adjustRightInd w:val="0"/>
                              <w:snapToGrid w:val="0"/>
                              <w:spacing w:after="62" w:afterLines="2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学业成绩：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专业课程平均绩点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3.66 / 4.0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，在班级中排名前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%。曾多次获得学校奖学金，如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2022年国家励志奖学金，2022-2024年校优秀二等奖学金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6B159696">
                            <w:pPr>
                              <w:adjustRightInd w:val="0"/>
                              <w:snapToGrid w:val="0"/>
                              <w:spacing w:after="62" w:afterLines="2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主修课程：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细胞生物学、遗传学、生物化学、分子生物学、生态学、植物学、动物学、微生物学、人体解剖生理学、生物统计学等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246.8pt;height:77.35pt;width:506.25pt;mso-position-vertical-relative:page;z-index:251660288;v-text-anchor:middle;mso-width-relative:page;mso-height-relative:page;" filled="f" stroked="f" coordsize="21600,21600" o:gfxdata="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QQ8A8twAAAALAQAADwAAAAAAAAABACAAAAAiAAAAZHJzL2Rvd25yZXYueG1sUEsBAhQAFAAA&#10;AAgAh07iQDEOwT8kAgAALAQAAA4AAAAAAAAAAQAgAAAAKwEAAGRycy9lMm9Eb2MueG1sUEsFBgAA&#10;AAAGAAYAWQEAAME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6980F9D3">
                      <w:pPr>
                        <w:adjustRightInd w:val="0"/>
                        <w:snapToGrid w:val="0"/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2021.09-2025.07              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北京师范大学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生物科学 / 本科</w:t>
                      </w:r>
                    </w:p>
                    <w:p w14:paraId="13FCFA28">
                      <w:pPr>
                        <w:adjustRightInd w:val="0"/>
                        <w:snapToGrid w:val="0"/>
                        <w:spacing w:after="62" w:afterLines="2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学业成绩：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专业课程平均绩点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3.66 / 4.0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，在班级中排名前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%。曾多次获得学校奖学金，如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2022年国家励志奖学金，2022-2024年校优秀二等奖学金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。</w:t>
                      </w:r>
                    </w:p>
                    <w:p w14:paraId="6B159696">
                      <w:pPr>
                        <w:adjustRightInd w:val="0"/>
                        <w:snapToGrid w:val="0"/>
                        <w:spacing w:after="62" w:afterLines="2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  <w:lang w:val="en-US" w:eastAsia="zh-CN"/>
                        </w:rPr>
                        <w:t>主修课程：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细胞生物学、遗传学、生物化学、分子生物学、生态学、植物学、动物学、微生物学、人体解剖生理学、生物统计学等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9340850</wp:posOffset>
                </wp:positionV>
                <wp:extent cx="6429375" cy="535940"/>
                <wp:effectExtent l="0" t="0" r="0" b="0"/>
                <wp:wrapNone/>
                <wp:docPr id="77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090F623">
                            <w:pPr>
                              <w:pStyle w:val="11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热爱教育事业，对生物学科充满热情，立志成为一名优秀的初中生物教师，引导学生探索生命科学的奥秘。​</w:t>
                            </w:r>
                          </w:p>
                          <w:p w14:paraId="6F4A196F">
                            <w:pPr>
                              <w:pStyle w:val="11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具备扎实的生物科学专业知识，能将理论知识与教学实践有效结合，使课堂内容生动有趣、深入浅出。​</w:t>
                            </w:r>
                          </w:p>
                          <w:p w14:paraId="5453D1AA">
                            <w:pPr>
                              <w:pStyle w:val="11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拥有良好的沟通能力与团队协作精神，善于与学生建立良好的师生关系，关注学生的个体差异，因材施教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735.5pt;height:42.2pt;width:506.25pt;mso-position-vertical-relative:page;z-index:251670528;v-text-anchor:middle;mso-width-relative:page;mso-height-relative:page;" filled="f" stroked="f" coordsize="21600,21600" o:gfxdata="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Ct18Xl3AAAAA0BAAAPAAAAAAAAAAEAIAAAACIAAABkcnMvZG93bnJldi54bWxQSwEC&#10;FAAUAAAACACHTuJA96A2aykCAAAsBAAADgAAAAAAAAABACAAAAArAQAAZHJzL2Uyb0RvYy54bWxQ&#10;SwUGAAAAAAYABgBZAQAAx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2090F623">
                      <w:pPr>
                        <w:pStyle w:val="11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热爱教育事业，对生物学科充满热情，立志成为一名优秀的初中生物教师，引导学生探索生命科学的奥秘。​</w:t>
                      </w:r>
                    </w:p>
                    <w:p w14:paraId="6F4A196F">
                      <w:pPr>
                        <w:pStyle w:val="11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具备扎实的生物科学专业知识，能将理论知识与教学实践有效结合，使课堂内容生动有趣、深入浅出。​</w:t>
                      </w:r>
                    </w:p>
                    <w:p w14:paraId="5453D1AA">
                      <w:pPr>
                        <w:pStyle w:val="11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拥有良好的沟通能力与团队协作精神，善于与学生建立良好的师生关系，关注学生的个体差异，因材施教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8367395</wp:posOffset>
                </wp:positionV>
                <wp:extent cx="6429375" cy="753745"/>
                <wp:effectExtent l="0" t="0" r="0" b="0"/>
                <wp:wrapNone/>
                <wp:docPr id="6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0CE97DB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证书：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拥有高级中学教师资格证（生物学科）；普通话水平测试二级甲等证书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4DA44E0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专业技能：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熟练掌握显微镜等生物实验仪器的操作；能够运用绘图软件绘制生物教学插图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。</w:t>
                            </w:r>
                          </w:p>
                          <w:p w14:paraId="516AA09F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语言能力：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通过大学英语四级考试，具备一定的英语读写能力，能够阅读生物学科相关英文文献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658.85pt;height:59.35pt;width:506.25pt;mso-position-vertical-relative:page;z-index:251669504;v-text-anchor:middle;mso-width-relative:page;mso-height-relative:page;" filled="f" stroked="f" coordsize="21600,21600" o:gfxdata="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YlViANwAAAANAQAADwAAAAAAAAABACAAAAAiAAAAZHJzL2Rvd25yZXYueG1sUEsBAhQA&#10;FAAAAAgAh07iQIajHPUnAgAALAQAAA4AAAAAAAAAAQAgAAAAKwEAAGRycy9lMm9Eb2MueG1sUEsF&#10;BgAAAAAGAAYAWQEAAMQ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20CE97DB">
                      <w:pPr>
                        <w:adjustRightInd w:val="0"/>
                        <w:snapToGrid w:val="0"/>
                        <w:spacing w:line="320" w:lineRule="exact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证书：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拥有高级中学教师资格证（生物学科）；普通话水平测试二级甲等证书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。</w:t>
                      </w:r>
                    </w:p>
                    <w:p w14:paraId="4DA44E02">
                      <w:pPr>
                        <w:adjustRightInd w:val="0"/>
                        <w:snapToGrid w:val="0"/>
                        <w:spacing w:line="320" w:lineRule="exact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专业技能：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熟练掌握显微镜等生物实验仪器的操作；能够运用绘图软件绘制生物教学插图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。</w:t>
                      </w:r>
                    </w:p>
                    <w:p w14:paraId="516AA09F">
                      <w:pPr>
                        <w:adjustRightInd w:val="0"/>
                        <w:snapToGrid w:val="0"/>
                        <w:spacing w:line="320" w:lineRule="exact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  <w:lang w:eastAsia="zh-CN"/>
                        </w:rPr>
                        <w:t>语言能力：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通过大学英语四级考试，具备一定的英语读写能力，能够阅读生物学科相关英文文献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6874510</wp:posOffset>
                </wp:positionV>
                <wp:extent cx="6429375" cy="120015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4184D1F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22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09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-20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23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06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生物科普社团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负责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人</w:t>
                            </w:r>
                          </w:p>
                          <w:p w14:paraId="051C24A5">
                            <w:pPr>
                              <w:pStyle w:val="15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策划并举办多场大型生物科普活动。其中 “奇妙的微生物世界” 主题展览，通过实物展示、科普视频播放以及趣味互动游戏，吸引超 [X] 人次师生参与，有效提升了同学们对生物学科的兴趣。</w:t>
                            </w:r>
                          </w:p>
                          <w:p w14:paraId="1685A9F3">
                            <w:pPr>
                              <w:pStyle w:val="15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带领社团成员走进周边 [X] 所中小学，开展生物科普讲座 [X] 场，累计覆盖学生达 [X] 人。针对中小学生特点，精心设计教学内容与方式，如利用卡通图片、小故事讲解生物知识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541.3pt;height:94.5pt;width:506.25pt;mso-position-vertical-relative:page;z-index:251668480;v-text-anchor:middle;mso-width-relative:page;mso-height-relative:page;" filled="f" stroked="f" coordsize="21600,21600" o:gfxdata="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1PaCOdsAAAANAQAADwAAAAAAAAABACAAAAAiAAAAZHJzL2Rvd25yZXYueG1sUEsBAhQA&#10;FAAAAAgAh07iQLKHO0ooAgAALQQAAA4AAAAAAAAAAQAgAAAAKgEAAGRycy9lMm9Eb2MueG1sUEsF&#10;BgAAAAAGAAYAWQEAAMQ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64184D1F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20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22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.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09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-20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23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.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06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生物科普社团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                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负责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人</w:t>
                      </w:r>
                    </w:p>
                    <w:p w14:paraId="051C24A5">
                      <w:pPr>
                        <w:pStyle w:val="15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策划并举办多场大型生物科普活动。其中 “奇妙的微生物世界” 主题展览，通过实物展示、科普视频播放以及趣味互动游戏，吸引超 [X] 人次师生参与，有效提升了同学们对生物学科的兴趣。</w:t>
                      </w:r>
                    </w:p>
                    <w:p w14:paraId="1685A9F3">
                      <w:pPr>
                        <w:pStyle w:val="15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带领社团成员走进周边 [X] 所中小学，开展生物科普讲座 [X] 场，累计覆盖学生达 [X] 人。针对中小学生特点，精心设计教学内容与方式，如利用卡通图片、小故事讲解生物知识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196850</wp:posOffset>
                </wp:positionH>
                <wp:positionV relativeFrom="page">
                  <wp:posOffset>4688205</wp:posOffset>
                </wp:positionV>
                <wp:extent cx="6429375" cy="1985645"/>
                <wp:effectExtent l="0" t="0" r="0" b="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985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1DC687F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2024.10-2024.12      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北京师范大学附属实验中学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       实习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生物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教师</w:t>
                            </w:r>
                          </w:p>
                          <w:p w14:paraId="6A51641F">
                            <w:pPr>
                              <w:pStyle w:val="1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日常教学协助：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 xml:space="preserve">协助主讲教师进行日常教学工作，包括备课、制作教学课件、批改作业等。制作精美教学课件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个，运用动画、视频等多媒体元素，将抽象生物知识直观呈现，如在 “细胞呼吸” 课件中，通过动态演示让学生清晰理解呼吸过程。​</w:t>
                            </w:r>
                          </w:p>
                          <w:p w14:paraId="1CFAD199">
                            <w:pPr>
                              <w:pStyle w:val="1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实验教学指导：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组织并指导学生开展 “观察植物细胞”“探究种子萌发的环境条件”“绿叶在光下制造有机物” 等生物实验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 xml:space="preserve"> 次。实验前详细讲解原理与步骤，演示规范操作，确保学生安全与实验顺利进行。​</w:t>
                            </w:r>
                          </w:p>
                          <w:p w14:paraId="18FD42FA">
                            <w:pPr>
                              <w:pStyle w:val="1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default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课外拓展活动参与：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参与设计并实施校园植物调查、生物标本制作大赛、生物知识竞赛等生物课外拓展活动。在校园植物调查中，带领学生识别校园植物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种，制作植物挂牌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个，增强学生对校园植物的认识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5pt;margin-top:369.15pt;height:156.35pt;width:506.25pt;mso-position-vertical-relative:page;z-index:251667456;v-text-anchor:middle;mso-width-relative:page;mso-height-relative:page;" filled="f" stroked="f" coordsize="21600,21600" o:gfxdata="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H2Xf99kAAAAMAQAADwAAAAAAAAABACAAAAAiAAAAZHJzL2Rvd25yZXYueG1sUEsBAhQAFAAA&#10;AAgAh07iQCdIFxInAgAALQQAAA4AAAAAAAAAAQAgAAAAKAEAAGRycy9lMm9Eb2MueG1sUEsFBgAA&#10;AAAGAAYAWQEAAME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31DC687F">
                      <w:pPr>
                        <w:adjustRightInd w:val="0"/>
                        <w:snapToGrid w:val="0"/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2024.10-2024.12      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北京师范大学附属实验中学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       实习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生物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教师</w:t>
                      </w:r>
                    </w:p>
                    <w:p w14:paraId="6A51641F">
                      <w:pPr>
                        <w:pStyle w:val="1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日常教学协助：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 xml:space="preserve">协助主讲教师进行日常教学工作，包括备课、制作教学课件、批改作业等。制作精美教学课件 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个，运用动画、视频等多媒体元素，将抽象生物知识直观呈现，如在 “细胞呼吸” 课件中，通过动态演示让学生清晰理解呼吸过程。​</w:t>
                      </w:r>
                    </w:p>
                    <w:p w14:paraId="1CFAD199">
                      <w:pPr>
                        <w:pStyle w:val="1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实验教学指导：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组织并指导学生开展 “观察植物细胞”“探究种子萌发的环境条件”“绿叶在光下制造有机物” 等生物实验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 xml:space="preserve"> 次。实验前详细讲解原理与步骤，演示规范操作，确保学生安全与实验顺利进行。​</w:t>
                      </w:r>
                    </w:p>
                    <w:p w14:paraId="18FD42FA">
                      <w:pPr>
                        <w:pStyle w:val="1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default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课外拓展活动参与：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参与设计并实施校园植物调查、生物标本制作大赛、生物知识竞赛等生物课外拓展活动。在校园植物调查中，带领学生识别校园植物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种，制作植物挂牌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个，增强学生对校园植物的认识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44878EF9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66583E30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15C9917B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18CEF395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4EEDCF05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57731A30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674516FA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127000</wp:posOffset>
                </wp:positionV>
                <wp:extent cx="6781800" cy="352425"/>
                <wp:effectExtent l="0" t="0" r="44450" b="28575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2425"/>
                          <a:chOff x="903" y="7222"/>
                          <a:chExt cx="10680" cy="555"/>
                        </a:xfrm>
                      </wpg:grpSpPr>
                      <wpg:grpSp>
                        <wpg:cNvPr id="4" name="组合 4"/>
                        <wpg:cNvGrpSpPr/>
                        <wpg:grpSpPr>
                          <a:xfrm rot="0">
                            <a:off x="903" y="7331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6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33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99694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FD5CEE4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4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953735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35" name="直接连接符 20"/>
                          <wps:cNvCnPr/>
                          <wps:spPr>
                            <a:xfrm>
                              <a:off x="133350" y="209793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1" name="文本框 31"/>
                        <wps:cNvSpPr txBox="1"/>
                        <wps:spPr>
                          <a:xfrm>
                            <a:off x="1063" y="7222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9BAA29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10pt;height:27.75pt;width:534pt;z-index:251671552;mso-width-relative:page;mso-height-relative:page;" coordorigin="903,7222" coordsize="10680,555" o:gfxdata="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">
                <o:lock v:ext="edit" aspectratio="f"/>
                <v:group id="_x0000_s1026" o:spid="_x0000_s1026" o:spt="203" style="position:absolute;left:903;top:7331;height:446;width:10680;" coordsize="6781800,284400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  <o:lock v:ext="edit" aspectratio="t"/>
                    <v:shape id="任意多边形 2" o:spid="_x0000_s1026" o:spt="100" style="position:absolute;left:3;top:0;height:287656;width:1255739;v-text-anchor:middle;" fillcolor="#D99694" filled="t" stroked="f" coordsize="1406296,288031" o:gfxdata="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8LM67sAAADb&#10;AAAADwAAAAAAAAABACAAAAAiAAAAZHJzL2Rvd25yZXYueG1sUEsBAhQAFAAAAAgAh07iQDMvBZ47&#10;AAAAOQAAABAAAAAAAAAAAQAgAAAACgEAAGRycy9zaGFwZXhtbC54bWxQSwUGAAAAAAYABgBbAQAA&#10;tAMAAAAA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3FD5CEE4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953735" filled="t" stroked="f" coordsize="21600,21600" o:gfxdata="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JMLeo&#10;wAAAANsAAAAPAAAAAAAAAAEAIAAAACIAAABkcnMvZG93bnJldi54bWxQSwECFAAUAAAACACHTuJA&#10;My8FnjsAAAA5AAAAEAAAAAAAAAABACAAAAAPAQAAZHJzL3NoYXBleG1sLnhtbFBLBQYAAAAABgAG&#10;AFsBAAC5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793;height:0;width:6648450;" filled="f" stroked="t" coordsize="21600,21600" o:gfxdata="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R/b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1063;top:7222;height:508;width:1945;" filled="f" stroked="f" coordsize="21600,21600" o:gfxdata="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92we7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399BAA29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实习经历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AF5BD91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3345D4EE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4F3B2C9B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0350D53A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045BA73E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0FDA949E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176D7F71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434CC14F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7297FDBF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6E2AEF3C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142875</wp:posOffset>
                </wp:positionV>
                <wp:extent cx="6781800" cy="349250"/>
                <wp:effectExtent l="0" t="0" r="25400" b="3175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49250"/>
                          <a:chOff x="903" y="10691"/>
                          <a:chExt cx="10680" cy="550"/>
                        </a:xfrm>
                      </wpg:grpSpPr>
                      <wpg:grpSp>
                        <wpg:cNvPr id="28" name="组合 28"/>
                        <wpg:cNvGrpSpPr/>
                        <wpg:grpSpPr>
                          <a:xfrm>
                            <a:off x="903" y="10795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29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41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D99694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D364489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2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953735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43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2" name="文本框 32"/>
                        <wps:cNvSpPr txBox="1"/>
                        <wps:spPr>
                          <a:xfrm>
                            <a:off x="1063" y="10691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8305B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校园经历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11.25pt;height:27.5pt;width:534pt;z-index:251669504;mso-width-relative:page;mso-height-relative:page;" coordorigin="903,10691" coordsize="10680,550" o:gfxdata="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">
                <o:lock v:ext="edit" aspectratio="f"/>
                <v:group id="_x0000_s1026" o:spid="_x0000_s1026" o:spt="203" style="position:absolute;left:903;top:10795;height:446;width:10680;" coordsize="6781800,284400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<o:lock v:ext="edit" aspectratio="t"/>
                    <v:shape id="任意多边形 2" o:spid="_x0000_s1026" o:spt="100" style="position:absolute;left:3;top:0;height:287656;width:1255739;v-text-anchor:middle;" fillcolor="#D99694" filled="t" stroked="f" coordsize="1406296,288031" o:gfxdata="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ahHq8AAAA&#10;2wAAAA8AAAAAAAAAAQAgAAAAIgAAAGRycy9kb3ducmV2LnhtbFBLAQIUABQAAAAIAIdO4kAzLwWe&#10;OwAAADkAAAAQAAAAAAAAAAEAIAAAAAsBAABkcnMvc2hhcGV4bWwueG1sUEsFBgAAAAAGAAYAWwEA&#10;ALUDAAAAAA=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2D364489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953735" filled="t" stroked="f" coordsize="21600,21600" o:gfxdata="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ZP5Or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VuS4eL0AAADb&#10;AAAADwAAAGRycy9kb3ducmV2LnhtbEWPwWrDMBBE74X+g9hCb7WUNITgWAklEAi0F6c55LhIW9ut&#10;tRKWkth/XxUCPQ4z84aptqPrxZWG2HnWMCsUCGLjbceNhtPn/mUFIiZki71n0jBRhO3m8aHC0vob&#10;13Q9pkZkCMcSNbQphVLKaFpyGAsfiLP35QeHKcuhkXbAW4a7Xs6VWkqHHeeFFgPtWjI/x4vT0DXv&#10;ozfTeenrt9M5qGAO3+pD6+enmVqDSDSm//C9fbAaFq/w9yX/AL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5Lh4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1063;top:10691;height:508;width:1945;" filled="f" stroked="f" coordsize="21600,21600" o:gfxdata="UEsDBAoAAAAAAIdO4kAAAAAAAAAAAAAAAAAEAAAAZHJzL1BLAwQUAAAACACHTuJAHw8uDL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xjG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8uDL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228305B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校园经历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0A0DF89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78C55887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614FD683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0ADD093F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4B49BBAF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3EEB2334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00F8FDE9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0F0B6014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1D459B0B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3284917F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0801F35A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4D570F45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13CD2794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3CC017E6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3DB08E54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</w:p>
    <w:p w14:paraId="45F1DBB3">
      <w:pPr>
        <w:rPr>
          <w:rFonts w:hint="eastAsia" w:ascii="微软雅黑" w:hAnsi="微软雅黑"/>
          <w:color w:val="C19F67"/>
          <w:sz w:val="20"/>
          <w:szCs w:val="20"/>
        </w:rPr>
      </w:pPr>
      <w:r>
        <w:rPr>
          <w:rFonts w:hint="eastAsia" w:ascii="微软雅黑" w:hAnsi="微软雅黑"/>
          <w:color w:val="C19F67"/>
          <w:sz w:val="20"/>
          <w:szCs w:val="20"/>
        </w:rPr>
        <w:br w:type="page"/>
      </w:r>
    </w:p>
    <w:p w14:paraId="16D18376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-95885</wp:posOffset>
                </wp:positionH>
                <wp:positionV relativeFrom="paragraph">
                  <wp:posOffset>-82550</wp:posOffset>
                </wp:positionV>
                <wp:extent cx="6863080" cy="9966325"/>
                <wp:effectExtent l="0" t="0" r="13970" b="15875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3080" cy="9966325"/>
                          <a:chOff x="348344" y="362857"/>
                          <a:chExt cx="6862986" cy="9966100"/>
                        </a:xfrm>
                      </wpg:grpSpPr>
                      <wps:wsp>
                        <wps:cNvPr id="78" name="矩形 5"/>
                        <wps:cNvSpPr/>
                        <wps:spPr>
                          <a:xfrm>
                            <a:off x="348344" y="362857"/>
                            <a:ext cx="6862986" cy="99661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9" name="矩形 6"/>
                        <wps:cNvSpPr/>
                        <wps:spPr>
                          <a:xfrm>
                            <a:off x="727016" y="910210"/>
                            <a:ext cx="6105441" cy="8511348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392A7CD4">
                              <w:pPr>
                                <w:pStyle w:val="6"/>
                                <w:spacing w:before="0" w:beforeAutospacing="0" w:after="0" w:afterAutospacing="0" w:line="1260" w:lineRule="exact"/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D99694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D99694"/>
                                  <w:kern w:val="24"/>
                                  <w:sz w:val="96"/>
                                  <w:szCs w:val="96"/>
                                </w:rPr>
                                <w:t xml:space="preserve">自荐信 </w:t>
                              </w:r>
                            </w:p>
                            <w:p w14:paraId="005BEF5A">
                              <w:pPr>
                                <w:pStyle w:val="6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36"/>
                                  <w:szCs w:val="36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36"/>
                                  <w:szCs w:val="36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PERSONAL RESUME</w:t>
                              </w:r>
                            </w:p>
                            <w:p w14:paraId="38392D8E">
                              <w:pPr>
                                <w:pStyle w:val="6"/>
                                <w:spacing w:before="0" w:beforeAutospacing="0" w:after="0" w:afterAutospacing="0" w:line="600" w:lineRule="exact"/>
                                <w:jc w:val="center"/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</w:p>
                            <w:p w14:paraId="4BB2714D">
                              <w:pPr>
                                <w:pStyle w:val="6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before="0" w:beforeAutospacing="0" w:after="0" w:afterLines="50" w:afterAutospacing="0" w:line="440" w:lineRule="exact"/>
                                <w:jc w:val="lef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尊敬的招聘负责人：</w:t>
                              </w:r>
                            </w:p>
                            <w:p w14:paraId="3DB1C026">
                              <w:pPr>
                                <w:pStyle w:val="6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before="0" w:beforeAutospacing="0" w:after="0" w:afterLines="50" w:afterAutospacing="0" w:line="440" w:lineRule="exact"/>
                                <w:ind w:firstLine="480" w:firstLineChars="200"/>
                                <w:jc w:val="lef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您好！我叫 [你的姓名]，是北京师范大学生物科学专业的应届毕业生，怀揣着对教育事业的无限热忱，渴望能成为贵校的一名初中生物教师。​</w:t>
                              </w:r>
                            </w:p>
                            <w:p w14:paraId="76EEC155">
                              <w:pPr>
                                <w:pStyle w:val="6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before="0" w:beforeAutospacing="0" w:after="0" w:afterLines="50" w:afterAutospacing="0" w:line="440" w:lineRule="exact"/>
                                <w:ind w:firstLine="480" w:firstLineChars="200"/>
                                <w:jc w:val="lef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在校期间，我系统学习了细胞生物学、遗传学等多门专业课程，平均绩点达 [X]，排名班级前 [X]%，多次荣获学校奖学金。参与的 “[项目名称]” 研究项目，锻炼了我的科研思维与实践能力。我还牵头成立生物科普社团，策划 “奇妙的微生物世界” 主题展览等活动，吸引超 [X] 人次师生参与，带领社团走进周边 [X] 所中小学开展 [X] 场科普讲座，覆盖学生达 [X] 人。主导校园生物多样性调研，识别 [X] 种植物并协助撰写报告用于校园生态建设宣传。​</w:t>
                              </w:r>
                            </w:p>
                            <w:p w14:paraId="26305A6A">
                              <w:pPr>
                                <w:pStyle w:val="6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before="0" w:beforeAutospacing="0" w:after="0" w:afterLines="50" w:afterAutospacing="0" w:line="440" w:lineRule="exact"/>
                                <w:ind w:firstLine="480" w:firstLineChars="200"/>
                                <w:jc w:val="lef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在 [实习学校名称] 实习时，我协助主讲教师备课 [X] 次，提出 [X] 条创新教学思路被采纳，制作 [X] 个精美课件，批改 [X] 余本作业。独立授课 [X] 节，涵盖多个重点章节，课堂满意度达 [X]%，所授班级知识测验平均分提升 [X] 分。组织指导生物实验 [X] 次，纠正学生操作错误 [X] 余次，参与设计实施多项课外拓展活动。​</w:t>
                              </w:r>
                            </w:p>
                            <w:p w14:paraId="63641331">
                              <w:pPr>
                                <w:pStyle w:val="6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before="0" w:beforeAutospacing="0" w:after="0" w:afterLines="50" w:afterAutospacing="0" w:line="440" w:lineRule="exact"/>
                                <w:ind w:firstLine="480" w:firstLineChars="200"/>
                                <w:jc w:val="lef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我熟练掌握显微镜等仪器操作，熟悉课程标准与教材，擅长多种教学方法，拥有高级中学教师资格证。我坚信自己扎实的专业知识、丰富的实践经验和对教育的热爱，定能为贵校教育事业添砖加瓦。期待能加入贵校，开启我的教育之旅。​</w:t>
                              </w:r>
                            </w:p>
                            <w:p w14:paraId="7EBFD25B">
                              <w:pPr>
                                <w:pStyle w:val="6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before="0" w:beforeAutospacing="0" w:after="0" w:afterLines="50" w:afterAutospacing="0" w:line="440" w:lineRule="exact"/>
                                <w:ind w:firstLine="480" w:firstLineChars="200"/>
                                <w:jc w:val="lef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感谢您在百忙之中审阅我的自荐信！。</w:t>
                              </w:r>
                            </w:p>
                            <w:p w14:paraId="1F994F08">
                              <w:pPr>
                                <w:pStyle w:val="6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before="0" w:beforeAutospacing="0" w:after="0" w:afterLines="50" w:afterAutospacing="0" w:line="440" w:lineRule="exact"/>
                                <w:jc w:val="lef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此致</w:t>
                              </w:r>
                            </w:p>
                            <w:p w14:paraId="17C14BA1">
                              <w:pPr>
                                <w:pStyle w:val="6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before="0" w:beforeAutospacing="0" w:after="0" w:afterLines="50" w:afterAutospacing="0" w:line="440" w:lineRule="exact"/>
                                <w:ind w:firstLine="480" w:firstLineChars="200"/>
                                <w:jc w:val="left"/>
                                <w:textAlignment w:val="auto"/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敬礼！</w:t>
                              </w:r>
                            </w:p>
                            <w:p w14:paraId="4F9A4741">
                              <w:pPr>
                                <w:pStyle w:val="6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before="0" w:beforeAutospacing="0" w:after="0" w:afterLines="50" w:afterAutospacing="0" w:line="440" w:lineRule="exact"/>
                                <w:ind w:firstLine="480" w:firstLineChars="200"/>
                                <w:jc w:val="right"/>
                                <w:textAlignment w:val="auto"/>
                                <w:rPr>
                                  <w:rFonts w:hint="default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自荐人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:lang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：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徐念初</w:t>
                              </w:r>
                            </w:p>
                            <w:p w14:paraId="2C835506">
                              <w:pPr>
                                <w:pStyle w:val="6"/>
                                <w:keepNext w:val="0"/>
                                <w:keepLines w:val="0"/>
                                <w:pageBreakBefore w:val="0"/>
                                <w:widowControl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before="0" w:beforeAutospacing="0" w:after="0" w:afterLines="50" w:afterAutospacing="0" w:line="440" w:lineRule="exact"/>
                                <w:ind w:firstLine="480" w:firstLineChars="200"/>
                                <w:jc w:val="right"/>
                                <w:textAlignment w:val="auto"/>
                                <w:rPr>
                                  <w:rFonts w:hint="default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color w:val="262626" w:themeColor="text1" w:themeTint="D9"/>
                                  <w:kern w:val="24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tx1">
                                        <w14:lumMod w14:val="85000"/>
                                        <w14:lumOff w14:val="15000"/>
                                      </w14:schemeClr>
                                    </w14:solidFill>
                                  </w14:textFill>
                                </w:rPr>
                                <w:t>2025.03.22</w:t>
                              </w:r>
                            </w:p>
                          </w:txbxContent>
                        </wps:txbx>
                        <wps:bodyPr wrap="square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7.55pt;margin-top:-6.5pt;height:784.75pt;width:540.4pt;z-index:251676672;mso-width-relative:page;mso-height-relative:page;" coordorigin="348344,362857" coordsize="6862986,9966100" o:gfxdata="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">
                <o:lock v:ext="edit" aspectratio="f"/>
                <v:rect id="矩形 5" o:spid="_x0000_s1026" o:spt="1" style="position:absolute;left:348344;top:362857;height:9966100;width:6862986;v-text-anchor:middle;" fillcolor="#FFFFFF" filled="t" stroked="f" coordsize="21600,21600" o:gfxdata="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/qV5t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6" o:spid="_x0000_s1026" o:spt="1" style="position:absolute;left:727016;top:910210;height:8511348;width:6105441;" filled="f" stroked="f" coordsize="21600,21600" o:gfxdata="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teJru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392A7CD4">
                        <w:pPr>
                          <w:pStyle w:val="6"/>
                          <w:spacing w:before="0" w:beforeAutospacing="0" w:after="0" w:afterAutospacing="0" w:line="1260" w:lineRule="exact"/>
                          <w:jc w:val="center"/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D99694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D99694"/>
                            <w:kern w:val="24"/>
                            <w:sz w:val="96"/>
                            <w:szCs w:val="96"/>
                          </w:rPr>
                          <w:t xml:space="preserve">自荐信 </w:t>
                        </w:r>
                      </w:p>
                      <w:p w14:paraId="005BEF5A">
                        <w:pPr>
                          <w:pStyle w:val="6"/>
                          <w:spacing w:before="0" w:beforeAutospacing="0" w:after="0" w:afterAutospacing="0" w:line="600" w:lineRule="exact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36"/>
                            <w:szCs w:val="36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36"/>
                            <w:szCs w:val="36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PERSONAL RESUME</w:t>
                        </w:r>
                      </w:p>
                      <w:p w14:paraId="38392D8E">
                        <w:pPr>
                          <w:pStyle w:val="6"/>
                          <w:spacing w:before="0" w:beforeAutospacing="0" w:after="0" w:afterAutospacing="0" w:line="600" w:lineRule="exact"/>
                          <w:jc w:val="center"/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</w:p>
                      <w:p w14:paraId="4BB2714D">
                        <w:pPr>
                          <w:pStyle w:val="6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before="0" w:beforeAutospacing="0" w:after="0" w:afterLines="50" w:afterAutospacing="0" w:line="440" w:lineRule="exact"/>
                          <w:jc w:val="left"/>
                          <w:textAlignment w:val="auto"/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尊敬的招聘负责人：</w:t>
                        </w:r>
                      </w:p>
                      <w:p w14:paraId="3DB1C026">
                        <w:pPr>
                          <w:pStyle w:val="6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before="0" w:beforeAutospacing="0" w:after="0" w:afterLines="50" w:afterAutospacing="0" w:line="440" w:lineRule="exact"/>
                          <w:ind w:firstLine="480" w:firstLineChars="200"/>
                          <w:jc w:val="left"/>
                          <w:textAlignment w:val="auto"/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您好！我叫 [你的姓名]，是北京师范大学生物科学专业的应届毕业生，怀揣着对教育事业的无限热忱，渴望能成为贵校的一名初中生物教师。​</w:t>
                        </w:r>
                      </w:p>
                      <w:p w14:paraId="76EEC155">
                        <w:pPr>
                          <w:pStyle w:val="6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before="0" w:beforeAutospacing="0" w:after="0" w:afterLines="50" w:afterAutospacing="0" w:line="440" w:lineRule="exact"/>
                          <w:ind w:firstLine="480" w:firstLineChars="200"/>
                          <w:jc w:val="left"/>
                          <w:textAlignment w:val="auto"/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在校期间，我系统学习了细胞生物学、遗传学等多门专业课程，平均绩点达 [X]，排名班级前 [X]%，多次荣获学校奖学金。参与的 “[项目名称]” 研究项目，锻炼了我的科研思维与实践能力。我还牵头成立生物科普社团，策划 “奇妙的微生物世界” 主题展览等活动，吸引超 [X] 人次师生参与，带领社团走进周边 [X] 所中小学开展 [X] 场科普讲座，覆盖学生达 [X] 人。主导校园生物多样性调研，识别 [X] 种植物并协助撰写报告用于校园生态建设宣传。​</w:t>
                        </w:r>
                      </w:p>
                      <w:p w14:paraId="26305A6A">
                        <w:pPr>
                          <w:pStyle w:val="6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before="0" w:beforeAutospacing="0" w:after="0" w:afterLines="50" w:afterAutospacing="0" w:line="440" w:lineRule="exact"/>
                          <w:ind w:firstLine="480" w:firstLineChars="200"/>
                          <w:jc w:val="left"/>
                          <w:textAlignment w:val="auto"/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在 [实习学校名称] 实习时，我协助主讲教师备课 [X] 次，提出 [X] 条创新教学思路被采纳，制作 [X] 个精美课件，批改 [X] 余本作业。独立授课 [X] 节，涵盖多个重点章节，课堂满意度达 [X]%，所授班级知识测验平均分提升 [X] 分。组织指导生物实验 [X] 次，纠正学生操作错误 [X] 余次，参与设计实施多项课外拓展活动。​</w:t>
                        </w:r>
                      </w:p>
                      <w:p w14:paraId="63641331">
                        <w:pPr>
                          <w:pStyle w:val="6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before="0" w:beforeAutospacing="0" w:after="0" w:afterLines="50" w:afterAutospacing="0" w:line="440" w:lineRule="exact"/>
                          <w:ind w:firstLine="480" w:firstLineChars="200"/>
                          <w:jc w:val="left"/>
                          <w:textAlignment w:val="auto"/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我熟练掌握显微镜等仪器操作，熟悉课程标准与教材，擅长多种教学方法，拥有高级中学教师资格证。我坚信自己扎实的专业知识、丰富的实践经验和对教育的热爱，定能为贵校教育事业添砖加瓦。期待能加入贵校，开启我的教育之旅。​</w:t>
                        </w:r>
                      </w:p>
                      <w:p w14:paraId="7EBFD25B">
                        <w:pPr>
                          <w:pStyle w:val="6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before="0" w:beforeAutospacing="0" w:after="0" w:afterLines="50" w:afterAutospacing="0" w:line="440" w:lineRule="exact"/>
                          <w:ind w:firstLine="480" w:firstLineChars="200"/>
                          <w:jc w:val="left"/>
                          <w:textAlignment w:val="auto"/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感谢您在百忙之中审阅我的自荐信！。</w:t>
                        </w:r>
                      </w:p>
                      <w:p w14:paraId="1F994F08">
                        <w:pPr>
                          <w:pStyle w:val="6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before="0" w:beforeAutospacing="0" w:after="0" w:afterLines="50" w:afterAutospacing="0" w:line="440" w:lineRule="exact"/>
                          <w:jc w:val="left"/>
                          <w:textAlignment w:val="auto"/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此致</w:t>
                        </w:r>
                      </w:p>
                      <w:p w14:paraId="17C14BA1">
                        <w:pPr>
                          <w:pStyle w:val="6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before="0" w:beforeAutospacing="0" w:after="0" w:afterLines="50" w:afterAutospacing="0" w:line="440" w:lineRule="exact"/>
                          <w:ind w:firstLine="480" w:firstLineChars="200"/>
                          <w:jc w:val="left"/>
                          <w:textAlignment w:val="auto"/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敬礼！</w:t>
                        </w:r>
                      </w:p>
                      <w:p w14:paraId="4F9A4741">
                        <w:pPr>
                          <w:pStyle w:val="6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before="0" w:beforeAutospacing="0" w:after="0" w:afterLines="50" w:afterAutospacing="0" w:line="440" w:lineRule="exact"/>
                          <w:ind w:firstLine="480" w:firstLineChars="200"/>
                          <w:jc w:val="right"/>
                          <w:textAlignment w:val="auto"/>
                          <w:rPr>
                            <w:rFonts w:hint="default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自荐人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:lang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：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徐念初</w:t>
                        </w:r>
                      </w:p>
                      <w:p w14:paraId="2C835506">
                        <w:pPr>
                          <w:pStyle w:val="6"/>
                          <w:keepNext w:val="0"/>
                          <w:keepLines w:val="0"/>
                          <w:pageBreakBefore w:val="0"/>
                          <w:widowControl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before="0" w:beforeAutospacing="0" w:after="0" w:afterLines="50" w:afterAutospacing="0" w:line="440" w:lineRule="exact"/>
                          <w:ind w:firstLine="480" w:firstLineChars="200"/>
                          <w:jc w:val="right"/>
                          <w:textAlignment w:val="auto"/>
                          <w:rPr>
                            <w:rFonts w:hint="default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color w:val="262626" w:themeColor="text1" w:themeTint="D9"/>
                            <w:kern w:val="24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tx1">
                                  <w14:lumMod w14:val="85000"/>
                                  <w14:lumOff w14:val="15000"/>
                                </w14:schemeClr>
                              </w14:solidFill>
                            </w14:textFill>
                          </w:rPr>
                          <w:t>2025.03.22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0E98FB0">
      <w:pPr>
        <w:adjustRightInd w:val="0"/>
        <w:snapToGrid w:val="0"/>
        <w:rPr>
          <w:rFonts w:hint="eastAsia" w:ascii="微软雅黑" w:hAnsi="微软雅黑"/>
          <w:color w:val="C19F67"/>
          <w:sz w:val="20"/>
          <w:szCs w:val="20"/>
        </w:rPr>
      </w:pP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-1340485</wp:posOffset>
                </wp:positionH>
                <wp:positionV relativeFrom="paragraph">
                  <wp:posOffset>-839470</wp:posOffset>
                </wp:positionV>
                <wp:extent cx="9893935" cy="11321415"/>
                <wp:effectExtent l="0" t="0" r="12065" b="13335"/>
                <wp:wrapNone/>
                <wp:docPr id="71" name="梯形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3935" cy="11321415"/>
                        </a:xfrm>
                        <a:prstGeom prst="trapezoid">
                          <a:avLst>
                            <a:gd name="adj" fmla="val 0"/>
                          </a:avLst>
                        </a:prstGeom>
                        <a:solidFill>
                          <a:srgbClr val="D99B98">
                            <a:alpha val="46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105.55pt;margin-top:-66.1pt;height:891.45pt;width:779.05pt;mso-position-horizontal-relative:margin;z-index:251675648;v-text-anchor:middle;mso-width-relative:page;mso-height-relative:page;" fillcolor="#D99B98" filled="t" stroked="f" coordsize="9893935,11321415" o:gfxdata="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rkNA&#10;id8AAAAPAQAADwAAAAAAAAABACAAAAAiAAAAZHJzL2Rvd25yZXYueG1sUEsBAhQAFAAAAAgAh07i&#10;QF2GrT4bAgAAJgQAAA4AAAAAAAAAAQAgAAAALgEAAGRycy9lMm9Eb2MueG1sUEsFBgAAAAAGAAYA&#10;WQEAALsFAAAAAA==&#10;" path="m0,11321415l0,0,9893935,0,9893935,11321415xe">
                <v:path o:connectlocs="4946967,0;0,5660707;4946967,11321415;9893935,5660707" o:connectangles="247,164,82,0"/>
                <v:fill on="t" opacity="30146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97A56E"/>
    <w:multiLevelType w:val="singleLevel"/>
    <w:tmpl w:val="AD97A56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36E070D5"/>
    <w:multiLevelType w:val="multilevel"/>
    <w:tmpl w:val="36E070D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41414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attachedTemplate r:id="rId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3ZmJjOWI3OTQ0ZmQ1NWEwNDAyYWNhNDY5Yzc0NjMifQ=="/>
  </w:docVars>
  <w:rsids>
    <w:rsidRoot w:val="1D06237C"/>
    <w:rsid w:val="00033B00"/>
    <w:rsid w:val="00050DD0"/>
    <w:rsid w:val="000A15E2"/>
    <w:rsid w:val="000A477B"/>
    <w:rsid w:val="000B7624"/>
    <w:rsid w:val="00145F04"/>
    <w:rsid w:val="0016204C"/>
    <w:rsid w:val="001864CD"/>
    <w:rsid w:val="0019746D"/>
    <w:rsid w:val="001C2D65"/>
    <w:rsid w:val="001D355C"/>
    <w:rsid w:val="00211176"/>
    <w:rsid w:val="002A02CC"/>
    <w:rsid w:val="002A6755"/>
    <w:rsid w:val="003150B6"/>
    <w:rsid w:val="00325DD3"/>
    <w:rsid w:val="00355330"/>
    <w:rsid w:val="003666FA"/>
    <w:rsid w:val="003829A9"/>
    <w:rsid w:val="003A597D"/>
    <w:rsid w:val="003A754D"/>
    <w:rsid w:val="004264B5"/>
    <w:rsid w:val="004447F5"/>
    <w:rsid w:val="00446196"/>
    <w:rsid w:val="00461F81"/>
    <w:rsid w:val="00465FA2"/>
    <w:rsid w:val="00487CEA"/>
    <w:rsid w:val="004F0F87"/>
    <w:rsid w:val="004F6A02"/>
    <w:rsid w:val="0053077D"/>
    <w:rsid w:val="005311C9"/>
    <w:rsid w:val="00553D99"/>
    <w:rsid w:val="00557EDC"/>
    <w:rsid w:val="005B4768"/>
    <w:rsid w:val="005C3A11"/>
    <w:rsid w:val="006314A6"/>
    <w:rsid w:val="006922FB"/>
    <w:rsid w:val="00694DFC"/>
    <w:rsid w:val="006B4C9F"/>
    <w:rsid w:val="006F567F"/>
    <w:rsid w:val="00735052"/>
    <w:rsid w:val="007719C0"/>
    <w:rsid w:val="0077420C"/>
    <w:rsid w:val="007B1C07"/>
    <w:rsid w:val="0082702B"/>
    <w:rsid w:val="0085417A"/>
    <w:rsid w:val="0089146D"/>
    <w:rsid w:val="008E0C60"/>
    <w:rsid w:val="00911736"/>
    <w:rsid w:val="00923016"/>
    <w:rsid w:val="0092591B"/>
    <w:rsid w:val="0093682A"/>
    <w:rsid w:val="009872F7"/>
    <w:rsid w:val="009C366C"/>
    <w:rsid w:val="009D6057"/>
    <w:rsid w:val="009F7C4F"/>
    <w:rsid w:val="00A2143F"/>
    <w:rsid w:val="00A24A7B"/>
    <w:rsid w:val="00A26FC6"/>
    <w:rsid w:val="00A52479"/>
    <w:rsid w:val="00A702BF"/>
    <w:rsid w:val="00AB760C"/>
    <w:rsid w:val="00AD3779"/>
    <w:rsid w:val="00AE5B76"/>
    <w:rsid w:val="00B31A69"/>
    <w:rsid w:val="00B822E2"/>
    <w:rsid w:val="00BD4664"/>
    <w:rsid w:val="00BE4D64"/>
    <w:rsid w:val="00BF0749"/>
    <w:rsid w:val="00C21631"/>
    <w:rsid w:val="00CD3E9B"/>
    <w:rsid w:val="00D06232"/>
    <w:rsid w:val="00D50E46"/>
    <w:rsid w:val="00D76D6E"/>
    <w:rsid w:val="00D8497B"/>
    <w:rsid w:val="00DB4EC6"/>
    <w:rsid w:val="00DD7BC7"/>
    <w:rsid w:val="00E17ECD"/>
    <w:rsid w:val="00EA688C"/>
    <w:rsid w:val="00F4103D"/>
    <w:rsid w:val="00FF5D10"/>
    <w:rsid w:val="00FF7F4E"/>
    <w:rsid w:val="018601A1"/>
    <w:rsid w:val="022F48F3"/>
    <w:rsid w:val="04912AC6"/>
    <w:rsid w:val="04BE47BA"/>
    <w:rsid w:val="05134173"/>
    <w:rsid w:val="07B14ED6"/>
    <w:rsid w:val="07B7449A"/>
    <w:rsid w:val="09B94EF7"/>
    <w:rsid w:val="0A354A28"/>
    <w:rsid w:val="0D273900"/>
    <w:rsid w:val="10032164"/>
    <w:rsid w:val="10A5322F"/>
    <w:rsid w:val="119F7D63"/>
    <w:rsid w:val="12FF077C"/>
    <w:rsid w:val="1494590D"/>
    <w:rsid w:val="18A62D8E"/>
    <w:rsid w:val="18AA3CCF"/>
    <w:rsid w:val="19600F94"/>
    <w:rsid w:val="1CAF1B8B"/>
    <w:rsid w:val="1D06237C"/>
    <w:rsid w:val="1D440332"/>
    <w:rsid w:val="1D4A777F"/>
    <w:rsid w:val="1D8A71B6"/>
    <w:rsid w:val="1EC04C2B"/>
    <w:rsid w:val="1F31305F"/>
    <w:rsid w:val="1F395647"/>
    <w:rsid w:val="1FA4610A"/>
    <w:rsid w:val="21CB7B54"/>
    <w:rsid w:val="21D04FAD"/>
    <w:rsid w:val="21F75D73"/>
    <w:rsid w:val="23A471B6"/>
    <w:rsid w:val="249D6D1B"/>
    <w:rsid w:val="274E5336"/>
    <w:rsid w:val="27B70919"/>
    <w:rsid w:val="295403E9"/>
    <w:rsid w:val="29B05751"/>
    <w:rsid w:val="2BC57F4B"/>
    <w:rsid w:val="2BE92829"/>
    <w:rsid w:val="2F3B6105"/>
    <w:rsid w:val="312924EB"/>
    <w:rsid w:val="31296254"/>
    <w:rsid w:val="33DF6B01"/>
    <w:rsid w:val="340C7CD9"/>
    <w:rsid w:val="360A4309"/>
    <w:rsid w:val="38543F62"/>
    <w:rsid w:val="38AA53F5"/>
    <w:rsid w:val="39C944FA"/>
    <w:rsid w:val="3A180C6C"/>
    <w:rsid w:val="3B47390A"/>
    <w:rsid w:val="3C48097A"/>
    <w:rsid w:val="3E086CC3"/>
    <w:rsid w:val="3E3D2AAE"/>
    <w:rsid w:val="3E443ED0"/>
    <w:rsid w:val="3EC64F86"/>
    <w:rsid w:val="3EF578DD"/>
    <w:rsid w:val="41D8350E"/>
    <w:rsid w:val="47D84650"/>
    <w:rsid w:val="48044120"/>
    <w:rsid w:val="497E6C3B"/>
    <w:rsid w:val="4A3B6D2F"/>
    <w:rsid w:val="4CEA0599"/>
    <w:rsid w:val="54D211B3"/>
    <w:rsid w:val="553D7E00"/>
    <w:rsid w:val="557733E7"/>
    <w:rsid w:val="56A52A71"/>
    <w:rsid w:val="57FD0BB6"/>
    <w:rsid w:val="58313266"/>
    <w:rsid w:val="5A6D39D3"/>
    <w:rsid w:val="5CB97E1B"/>
    <w:rsid w:val="5CE76C7B"/>
    <w:rsid w:val="5D0C1AA3"/>
    <w:rsid w:val="5FB02081"/>
    <w:rsid w:val="60522B7F"/>
    <w:rsid w:val="60F91591"/>
    <w:rsid w:val="63C90EB9"/>
    <w:rsid w:val="669338DE"/>
    <w:rsid w:val="66AB1378"/>
    <w:rsid w:val="69BD6A41"/>
    <w:rsid w:val="6A61374F"/>
    <w:rsid w:val="6B1973DB"/>
    <w:rsid w:val="6C9D15ED"/>
    <w:rsid w:val="6D755710"/>
    <w:rsid w:val="6E97611C"/>
    <w:rsid w:val="6F4B08F9"/>
    <w:rsid w:val="71B92787"/>
    <w:rsid w:val="723F0A97"/>
    <w:rsid w:val="73C956F8"/>
    <w:rsid w:val="74FC5AFF"/>
    <w:rsid w:val="7879264D"/>
    <w:rsid w:val="788C790A"/>
    <w:rsid w:val="7A922712"/>
    <w:rsid w:val="7BF929D4"/>
    <w:rsid w:val="7E491E1E"/>
    <w:rsid w:val="7E79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character" w:customStyle="1" w:styleId="12">
    <w:name w:val="标题 1 字符"/>
    <w:basedOn w:val="9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3">
    <w:name w:val="页眉 字符"/>
    <w:basedOn w:val="9"/>
    <w:link w:val="5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4">
    <w:name w:val="页脚 字符"/>
    <w:basedOn w:val="9"/>
    <w:link w:val="4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paragraph" w:customStyle="1" w:styleId="15">
    <w:name w:val="列表段落1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21019;&#24847;&#31616;&#21382;SJS0056A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>
            <a:lumMod val="20000"/>
            <a:lumOff val="80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创意简历SJS0056A.docx</Template>
  <Pages>3</Pages>
  <Words>0</Words>
  <Characters>0</Characters>
  <Lines>1</Lines>
  <Paragraphs>1</Paragraphs>
  <TotalTime>41</TotalTime>
  <ScaleCrop>false</ScaleCrop>
  <LinksUpToDate>false</LinksUpToDate>
  <CharactersWithSpaces>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2017-06-14T05:57:00Z</dcterms:created>
  <dc:creator>kedao</dc:creator>
  <cp:lastModifiedBy>简笔小站</cp:lastModifiedBy>
  <dcterms:modified xsi:type="dcterms:W3CDTF">2025-03-16T14:07:54Z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B14B4B9EF6F645F68AF3248DF3A7AF94_13</vt:lpwstr>
  </property>
  <property fmtid="{D5CDD505-2E9C-101B-9397-08002B2CF9AE}" pid="4" name="KSOTemplateDocerSaveRecord">
    <vt:lpwstr>eyJoZGlkIjoiZmYxOTBhNDFiZjRjY2E0MDU3OWYwOTg0MWZlYzFlZmEiLCJ1c2VySWQiOiIzMDY5NjI2MTQifQ==</vt:lpwstr>
  </property>
</Properties>
</file>