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9729D">
      <w:pPr>
        <w:adjustRightInd w:val="0"/>
        <w:snapToGrid w:val="0"/>
        <w:rPr>
          <w:rFonts w:hint="eastAsia"/>
          <w:lang w:val="en-US" w:eastAsia="zh-CN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3623310</wp:posOffset>
                </wp:positionH>
                <wp:positionV relativeFrom="paragraph">
                  <wp:posOffset>7507605</wp:posOffset>
                </wp:positionV>
                <wp:extent cx="2751455" cy="980440"/>
                <wp:effectExtent l="0" t="0" r="0" b="0"/>
                <wp:wrapNone/>
                <wp:docPr id="101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1455" cy="980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6B99AB5">
                            <w:pPr>
                              <w:pStyle w:val="6"/>
                              <w:spacing w:before="0" w:beforeAutospacing="0" w:after="0" w:afterAutospacing="0" w:line="700" w:lineRule="exact"/>
                              <w:jc w:val="right"/>
                              <w:rPr>
                                <w:rFonts w:hint="eastAsia" w:ascii="微软雅黑" w:hAnsi="微软雅黑" w:eastAsia="微软雅黑" w:cs="微软雅黑"/>
                                <w:color w:val="D99694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1C487C"/>
                                <w:kern w:val="24"/>
                                <w:position w:val="1"/>
                                <w:sz w:val="64"/>
                                <w:szCs w:val="64"/>
                                <w:lang w:eastAsia="zh-CN"/>
                              </w:rPr>
                              <w:t>徐念初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D99694"/>
                                <w:kern w:val="24"/>
                                <w:position w:val="1"/>
                                <w:sz w:val="64"/>
                                <w:szCs w:val="64"/>
                              </w:rPr>
                              <w:t xml:space="preserve"> </w:t>
                            </w:r>
                          </w:p>
                          <w:p w14:paraId="04056C32">
                            <w:pPr>
                              <w:pStyle w:val="6"/>
                              <w:spacing w:before="0" w:beforeAutospacing="0" w:after="0" w:afterAutospacing="0" w:line="700" w:lineRule="exact"/>
                              <w:jc w:val="right"/>
                              <w:rPr>
                                <w:rFonts w:hint="default" w:ascii="微软雅黑" w:hAnsi="微软雅黑" w:eastAsia="微软雅黑" w:cs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8"/>
                                <w:szCs w:val="28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8"/>
                                <w:szCs w:val="28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初中生物老师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" o:spid="_x0000_s1026" o:spt="202" type="#_x0000_t202" style="position:absolute;left:0pt;margin-left:285.3pt;margin-top:591.15pt;height:77.2pt;width:216.65pt;z-index:251688960;mso-width-relative:page;mso-height-relative:page;" filled="f" stroked="f" coordsize="21600,21600" o:gfxdata="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ou0i19oAAAAOAQAADwAAAAAAAAABACAAAAAiAAAAZHJzL2Rvd25yZXYueG1s&#10;UEsBAhQAFAAAAAgAh07iQBVIj0K9AQAAYAMAAA4AAAAAAAAAAQAgAAAAKQEAAGRycy9lMm9Eb2Mu&#10;eG1sUEsFBgAAAAAGAAYAWQEAAF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46B99AB5">
                      <w:pPr>
                        <w:pStyle w:val="6"/>
                        <w:spacing w:before="0" w:beforeAutospacing="0" w:after="0" w:afterAutospacing="0" w:line="700" w:lineRule="exact"/>
                        <w:jc w:val="right"/>
                        <w:rPr>
                          <w:rFonts w:hint="eastAsia" w:ascii="微软雅黑" w:hAnsi="微软雅黑" w:eastAsia="微软雅黑" w:cs="微软雅黑"/>
                          <w:color w:val="D99694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1C487C"/>
                          <w:kern w:val="24"/>
                          <w:position w:val="1"/>
                          <w:sz w:val="64"/>
                          <w:szCs w:val="64"/>
                          <w:lang w:eastAsia="zh-CN"/>
                        </w:rPr>
                        <w:t>徐念初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D99694"/>
                          <w:kern w:val="24"/>
                          <w:position w:val="1"/>
                          <w:sz w:val="64"/>
                          <w:szCs w:val="64"/>
                        </w:rPr>
                        <w:t xml:space="preserve"> </w:t>
                      </w:r>
                    </w:p>
                    <w:p w14:paraId="04056C32">
                      <w:pPr>
                        <w:pStyle w:val="6"/>
                        <w:spacing w:before="0" w:beforeAutospacing="0" w:after="0" w:afterAutospacing="0" w:line="700" w:lineRule="exact"/>
                        <w:jc w:val="right"/>
                        <w:rPr>
                          <w:rFonts w:hint="default" w:ascii="微软雅黑" w:hAnsi="微软雅黑" w:eastAsia="微软雅黑" w:cs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8"/>
                          <w:szCs w:val="28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求职意向：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8"/>
                          <w:szCs w:val="28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初中生物老师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2291715</wp:posOffset>
                </wp:positionH>
                <wp:positionV relativeFrom="paragraph">
                  <wp:posOffset>8809990</wp:posOffset>
                </wp:positionV>
                <wp:extent cx="1518920" cy="320040"/>
                <wp:effectExtent l="0" t="0" r="0" b="0"/>
                <wp:wrapNone/>
                <wp:docPr id="95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8920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5266553">
                            <w:pPr>
                              <w:pStyle w:val="6"/>
                              <w:spacing w:before="0" w:beforeAutospacing="0" w:after="0" w:afterAutospacing="0" w:line="360" w:lineRule="exact"/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广东省深圳市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180.45pt;margin-top:693.7pt;height:25.2pt;width:119.6pt;z-index:251674624;mso-width-relative:page;mso-height-relative:page;" filled="f" stroked="f" coordsize="21600,21600" o:gfxdata="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0gAcWtkAAAANAQAADwAAAAAAAAABACAAAAAiAAAAZHJzL2Rvd25yZXYueG1sUEsB&#10;AhQAFAAAAAgAh07iQGc9tBi7AQAAXwMAAA4AAAAAAAAAAQAgAAAAKAEAAGRycy9lMm9Eb2MueG1s&#10;UEsFBgAAAAAGAAYAWQEAAF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65266553">
                      <w:pPr>
                        <w:pStyle w:val="6"/>
                        <w:spacing w:before="0" w:beforeAutospacing="0" w:after="0" w:afterAutospacing="0" w:line="360" w:lineRule="exact"/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广东省深圳市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2096770</wp:posOffset>
                </wp:positionH>
                <wp:positionV relativeFrom="paragraph">
                  <wp:posOffset>8895715</wp:posOffset>
                </wp:positionV>
                <wp:extent cx="161925" cy="162560"/>
                <wp:effectExtent l="0" t="0" r="10160" b="8890"/>
                <wp:wrapNone/>
                <wp:docPr id="96" name="plus-18-movie_835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61925" cy="162560"/>
                        </a:xfrm>
                        <a:custGeom>
                          <a:avLst/>
                          <a:gdLst>
                            <a:gd name="T0" fmla="*/ 5002 w 5054"/>
                            <a:gd name="T1" fmla="*/ 4584 h 5072"/>
                            <a:gd name="T2" fmla="*/ 4477 w 5054"/>
                            <a:gd name="T3" fmla="*/ 3420 h 5072"/>
                            <a:gd name="T4" fmla="*/ 4020 w 5054"/>
                            <a:gd name="T5" fmla="*/ 3125 h 5072"/>
                            <a:gd name="T6" fmla="*/ 3418 w 5054"/>
                            <a:gd name="T7" fmla="*/ 3125 h 5072"/>
                            <a:gd name="T8" fmla="*/ 4063 w 5054"/>
                            <a:gd name="T9" fmla="*/ 1536 h 5072"/>
                            <a:gd name="T10" fmla="*/ 2527 w 5054"/>
                            <a:gd name="T11" fmla="*/ 0 h 5072"/>
                            <a:gd name="T12" fmla="*/ 991 w 5054"/>
                            <a:gd name="T13" fmla="*/ 1536 h 5072"/>
                            <a:gd name="T14" fmla="*/ 1631 w 5054"/>
                            <a:gd name="T15" fmla="*/ 3125 h 5072"/>
                            <a:gd name="T16" fmla="*/ 1033 w 5054"/>
                            <a:gd name="T17" fmla="*/ 3125 h 5072"/>
                            <a:gd name="T18" fmla="*/ 576 w 5054"/>
                            <a:gd name="T19" fmla="*/ 3420 h 5072"/>
                            <a:gd name="T20" fmla="*/ 52 w 5054"/>
                            <a:gd name="T21" fmla="*/ 4584 h 5072"/>
                            <a:gd name="T22" fmla="*/ 69 w 5054"/>
                            <a:gd name="T23" fmla="*/ 4919 h 5072"/>
                            <a:gd name="T24" fmla="*/ 367 w 5054"/>
                            <a:gd name="T25" fmla="*/ 5072 h 5072"/>
                            <a:gd name="T26" fmla="*/ 4687 w 5054"/>
                            <a:gd name="T27" fmla="*/ 5072 h 5072"/>
                            <a:gd name="T28" fmla="*/ 4984 w 5054"/>
                            <a:gd name="T29" fmla="*/ 4919 h 5072"/>
                            <a:gd name="T30" fmla="*/ 5002 w 5054"/>
                            <a:gd name="T31" fmla="*/ 4584 h 5072"/>
                            <a:gd name="T32" fmla="*/ 2527 w 5054"/>
                            <a:gd name="T33" fmla="*/ 844 h 5072"/>
                            <a:gd name="T34" fmla="*/ 3218 w 5054"/>
                            <a:gd name="T35" fmla="*/ 1536 h 5072"/>
                            <a:gd name="T36" fmla="*/ 2527 w 5054"/>
                            <a:gd name="T37" fmla="*/ 2228 h 5072"/>
                            <a:gd name="T38" fmla="*/ 1835 w 5054"/>
                            <a:gd name="T39" fmla="*/ 1536 h 5072"/>
                            <a:gd name="T40" fmla="*/ 2527 w 5054"/>
                            <a:gd name="T41" fmla="*/ 844 h 5072"/>
                            <a:gd name="T42" fmla="*/ 554 w 5054"/>
                            <a:gd name="T43" fmla="*/ 4605 h 5072"/>
                            <a:gd name="T44" fmla="*/ 1001 w 5054"/>
                            <a:gd name="T45" fmla="*/ 3614 h 5072"/>
                            <a:gd name="T46" fmla="*/ 1036 w 5054"/>
                            <a:gd name="T47" fmla="*/ 3591 h 5072"/>
                            <a:gd name="T48" fmla="*/ 1941 w 5054"/>
                            <a:gd name="T49" fmla="*/ 3591 h 5072"/>
                            <a:gd name="T50" fmla="*/ 2162 w 5054"/>
                            <a:gd name="T51" fmla="*/ 3882 h 5072"/>
                            <a:gd name="T52" fmla="*/ 2527 w 5054"/>
                            <a:gd name="T53" fmla="*/ 4198 h 5072"/>
                            <a:gd name="T54" fmla="*/ 2887 w 5054"/>
                            <a:gd name="T55" fmla="*/ 3882 h 5072"/>
                            <a:gd name="T56" fmla="*/ 3108 w 5054"/>
                            <a:gd name="T57" fmla="*/ 3591 h 5072"/>
                            <a:gd name="T58" fmla="*/ 4018 w 5054"/>
                            <a:gd name="T59" fmla="*/ 3591 h 5072"/>
                            <a:gd name="T60" fmla="*/ 4053 w 5054"/>
                            <a:gd name="T61" fmla="*/ 3614 h 5072"/>
                            <a:gd name="T62" fmla="*/ 4499 w 5054"/>
                            <a:gd name="T63" fmla="*/ 4605 h 5072"/>
                            <a:gd name="T64" fmla="*/ 554 w 5054"/>
                            <a:gd name="T65" fmla="*/ 4605 h 50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5054" h="5072">
                              <a:moveTo>
                                <a:pt x="5002" y="4584"/>
                              </a:moveTo>
                              <a:lnTo>
                                <a:pt x="4477" y="3420"/>
                              </a:lnTo>
                              <a:cubicBezTo>
                                <a:pt x="4400" y="3249"/>
                                <a:pt x="4208" y="3125"/>
                                <a:pt x="4020" y="3125"/>
                              </a:cubicBezTo>
                              <a:lnTo>
                                <a:pt x="3418" y="3125"/>
                              </a:lnTo>
                              <a:cubicBezTo>
                                <a:pt x="3634" y="2775"/>
                                <a:pt x="4063" y="2021"/>
                                <a:pt x="4063" y="1536"/>
                              </a:cubicBezTo>
                              <a:cubicBezTo>
                                <a:pt x="4063" y="689"/>
                                <a:pt x="3374" y="0"/>
                                <a:pt x="2527" y="0"/>
                              </a:cubicBezTo>
                              <a:cubicBezTo>
                                <a:pt x="1680" y="0"/>
                                <a:pt x="991" y="689"/>
                                <a:pt x="991" y="1536"/>
                              </a:cubicBezTo>
                              <a:cubicBezTo>
                                <a:pt x="991" y="2023"/>
                                <a:pt x="1417" y="2776"/>
                                <a:pt x="1631" y="3125"/>
                              </a:cubicBezTo>
                              <a:lnTo>
                                <a:pt x="1033" y="3125"/>
                              </a:lnTo>
                              <a:cubicBezTo>
                                <a:pt x="846" y="3125"/>
                                <a:pt x="653" y="3249"/>
                                <a:pt x="576" y="3420"/>
                              </a:cubicBezTo>
                              <a:lnTo>
                                <a:pt x="52" y="4584"/>
                              </a:lnTo>
                              <a:cubicBezTo>
                                <a:pt x="0" y="4699"/>
                                <a:pt x="6" y="4821"/>
                                <a:pt x="69" y="4919"/>
                              </a:cubicBezTo>
                              <a:cubicBezTo>
                                <a:pt x="132" y="5016"/>
                                <a:pt x="241" y="5072"/>
                                <a:pt x="367" y="5072"/>
                              </a:cubicBezTo>
                              <a:lnTo>
                                <a:pt x="4687" y="5072"/>
                              </a:lnTo>
                              <a:cubicBezTo>
                                <a:pt x="4813" y="5072"/>
                                <a:pt x="4921" y="5016"/>
                                <a:pt x="4984" y="4919"/>
                              </a:cubicBezTo>
                              <a:cubicBezTo>
                                <a:pt x="5047" y="4821"/>
                                <a:pt x="5054" y="4699"/>
                                <a:pt x="5002" y="4584"/>
                              </a:cubicBezTo>
                              <a:close/>
                              <a:moveTo>
                                <a:pt x="2527" y="844"/>
                              </a:moveTo>
                              <a:cubicBezTo>
                                <a:pt x="2908" y="844"/>
                                <a:pt x="3218" y="1155"/>
                                <a:pt x="3218" y="1536"/>
                              </a:cubicBezTo>
                              <a:cubicBezTo>
                                <a:pt x="3218" y="1917"/>
                                <a:pt x="2908" y="2228"/>
                                <a:pt x="2527" y="2228"/>
                              </a:cubicBezTo>
                              <a:cubicBezTo>
                                <a:pt x="2145" y="2228"/>
                                <a:pt x="1835" y="1917"/>
                                <a:pt x="1835" y="1536"/>
                              </a:cubicBezTo>
                              <a:cubicBezTo>
                                <a:pt x="1835" y="1155"/>
                                <a:pt x="2145" y="844"/>
                                <a:pt x="2527" y="844"/>
                              </a:cubicBezTo>
                              <a:close/>
                              <a:moveTo>
                                <a:pt x="554" y="4605"/>
                              </a:moveTo>
                              <a:lnTo>
                                <a:pt x="1001" y="3614"/>
                              </a:lnTo>
                              <a:cubicBezTo>
                                <a:pt x="1007" y="3606"/>
                                <a:pt x="1026" y="3594"/>
                                <a:pt x="1036" y="3591"/>
                              </a:cubicBezTo>
                              <a:lnTo>
                                <a:pt x="1941" y="3591"/>
                              </a:lnTo>
                              <a:cubicBezTo>
                                <a:pt x="2016" y="3697"/>
                                <a:pt x="2091" y="3796"/>
                                <a:pt x="2162" y="3882"/>
                              </a:cubicBezTo>
                              <a:cubicBezTo>
                                <a:pt x="2420" y="4198"/>
                                <a:pt x="2495" y="4198"/>
                                <a:pt x="2527" y="4198"/>
                              </a:cubicBezTo>
                              <a:cubicBezTo>
                                <a:pt x="2560" y="4198"/>
                                <a:pt x="2630" y="4198"/>
                                <a:pt x="2887" y="3882"/>
                              </a:cubicBezTo>
                              <a:cubicBezTo>
                                <a:pt x="2957" y="3795"/>
                                <a:pt x="3032" y="3697"/>
                                <a:pt x="3108" y="3591"/>
                              </a:cubicBezTo>
                              <a:lnTo>
                                <a:pt x="4018" y="3591"/>
                              </a:lnTo>
                              <a:cubicBezTo>
                                <a:pt x="4028" y="3594"/>
                                <a:pt x="4047" y="3606"/>
                                <a:pt x="4053" y="3614"/>
                              </a:cubicBezTo>
                              <a:lnTo>
                                <a:pt x="4499" y="4605"/>
                              </a:lnTo>
                              <a:lnTo>
                                <a:pt x="554" y="46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C487C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lus-18-movie_83580" o:spid="_x0000_s1026" o:spt="100" style="position:absolute;left:0pt;margin-left:165.1pt;margin-top:700.45pt;height:12.8pt;width:12.75pt;z-index:251675648;mso-width-relative:page;mso-height-relative:page;" fillcolor="#1C487C" filled="t" stroked="f" coordsize="5054,5072" o:gfxdata="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" path="m5002,4584l4477,3420c4400,3249,4208,3125,4020,3125l3418,3125c3634,2775,4063,2021,4063,1536c4063,689,3374,0,2527,0c1680,0,991,689,991,1536c991,2023,1417,2776,1631,3125l1033,3125c846,3125,653,3249,576,3420l52,4584c0,4699,6,4821,69,4919c132,5016,241,5072,367,5072l4687,5072c4813,5072,4921,5016,4984,4919c5047,4821,5054,4699,5002,4584xm2527,844c2908,844,3218,1155,3218,1536c3218,1917,2908,2228,2527,2228c2145,2228,1835,1917,1835,1536c1835,1155,2145,844,2527,844xm554,4605l1001,3614c1007,3606,1026,3594,1036,3591l1941,3591c2016,3697,2091,3796,2162,3882c2420,4198,2495,4198,2527,4198c2560,4198,2630,4198,2887,3882c2957,3795,3032,3697,3108,3591l4018,3591c4028,3594,4047,3606,4053,3614l4499,4605,554,4605xe">
                <v:path o:connectlocs="160258,146919;143438,109612;128796,100157;109509,100157;130174,49229;80962,0;31750,49229;52255,100157;33096,100157;18454,109612;1666,146919;2210,157656;11758,162560;150166,162560;159682,157656;160258,146919;80962,27050;103101,49229;80962,71408;58791,49229;80962,27050;17749,147592;32071,115830;33192,115093;62187,115093;69268,124419;80962,134547;92496,124419;99577,115093;128732,115093;129853,115830;144143,147592;17749,147592" o:connectangles="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3534410</wp:posOffset>
                </wp:positionH>
                <wp:positionV relativeFrom="paragraph">
                  <wp:posOffset>8809990</wp:posOffset>
                </wp:positionV>
                <wp:extent cx="1680845" cy="320040"/>
                <wp:effectExtent l="0" t="0" r="0" b="0"/>
                <wp:wrapNone/>
                <wp:docPr id="97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0845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143417C">
                            <w:pPr>
                              <w:pStyle w:val="6"/>
                              <w:spacing w:before="0" w:beforeAutospacing="0" w:after="0" w:afterAutospacing="0" w:line="360" w:lineRule="exact"/>
                              <w:rPr>
                                <w:rFonts w:hint="default" w:ascii="微软雅黑" w:hAnsi="微软雅黑" w:eastAsia="微软雅黑" w:cs="微软雅黑"/>
                                <w:color w:val="404040" w:themeColor="text1" w:themeTint="BF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XXX-XXXX-6655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4" o:spid="_x0000_s1026" o:spt="202" type="#_x0000_t202" style="position:absolute;left:0pt;margin-left:278.3pt;margin-top:693.7pt;height:25.2pt;width:132.35pt;z-index:251676672;mso-width-relative:page;mso-height-relative:page;" filled="f" stroked="f" coordsize="21600,21600" o:gfxdata="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9pAmC2gAAAA0BAAAPAAAAAAAAAAEAIAAAACIAAABkcnMvZG93bnJldi54bWxQ&#10;SwECFAAUAAAACACHTuJAVw+Tq7wBAABfAwAADgAAAAAAAAABACAAAAApAQAAZHJzL2Uyb0RvYy54&#10;bWxQSwUGAAAAAAYABgBZAQAAV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1143417C">
                      <w:pPr>
                        <w:pStyle w:val="6"/>
                        <w:spacing w:before="0" w:beforeAutospacing="0" w:after="0" w:afterAutospacing="0" w:line="360" w:lineRule="exact"/>
                        <w:rPr>
                          <w:rFonts w:hint="default" w:ascii="微软雅黑" w:hAnsi="微软雅黑" w:eastAsia="微软雅黑" w:cs="微软雅黑"/>
                          <w:color w:val="404040" w:themeColor="text1" w:themeTint="BF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XXX-XXXX-6655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3354705</wp:posOffset>
                </wp:positionH>
                <wp:positionV relativeFrom="paragraph">
                  <wp:posOffset>8885555</wp:posOffset>
                </wp:positionV>
                <wp:extent cx="111125" cy="179070"/>
                <wp:effectExtent l="0" t="0" r="3175" b="11430"/>
                <wp:wrapNone/>
                <wp:docPr id="98" name="plus-18-movie_835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11125" cy="179070"/>
                        </a:xfrm>
                        <a:custGeom>
                          <a:avLst/>
                          <a:gdLst>
                            <a:gd name="T0" fmla="*/ 2819 w 4025"/>
                            <a:gd name="T1" fmla="*/ 0 h 6467"/>
                            <a:gd name="T2" fmla="*/ 2819 w 4025"/>
                            <a:gd name="T3" fmla="*/ 129 h 6467"/>
                            <a:gd name="T4" fmla="*/ 0 w 4025"/>
                            <a:gd name="T5" fmla="*/ 129 h 6467"/>
                            <a:gd name="T6" fmla="*/ 0 w 4025"/>
                            <a:gd name="T7" fmla="*/ 6467 h 6467"/>
                            <a:gd name="T8" fmla="*/ 4025 w 4025"/>
                            <a:gd name="T9" fmla="*/ 6467 h 6467"/>
                            <a:gd name="T10" fmla="*/ 4025 w 4025"/>
                            <a:gd name="T11" fmla="*/ 129 h 6467"/>
                            <a:gd name="T12" fmla="*/ 3593 w 4025"/>
                            <a:gd name="T13" fmla="*/ 129 h 6467"/>
                            <a:gd name="T14" fmla="*/ 3593 w 4025"/>
                            <a:gd name="T15" fmla="*/ 0 h 6467"/>
                            <a:gd name="T16" fmla="*/ 2819 w 4025"/>
                            <a:gd name="T17" fmla="*/ 0 h 6467"/>
                            <a:gd name="T18" fmla="*/ 2819 w 4025"/>
                            <a:gd name="T19" fmla="*/ 0 h 6467"/>
                            <a:gd name="T20" fmla="*/ 1206 w 4025"/>
                            <a:gd name="T21" fmla="*/ 6043 h 6467"/>
                            <a:gd name="T22" fmla="*/ 431 w 4025"/>
                            <a:gd name="T23" fmla="*/ 6043 h 6467"/>
                            <a:gd name="T24" fmla="*/ 431 w 4025"/>
                            <a:gd name="T25" fmla="*/ 5527 h 6467"/>
                            <a:gd name="T26" fmla="*/ 1206 w 4025"/>
                            <a:gd name="T27" fmla="*/ 5527 h 6467"/>
                            <a:gd name="T28" fmla="*/ 1206 w 4025"/>
                            <a:gd name="T29" fmla="*/ 6043 h 6467"/>
                            <a:gd name="T30" fmla="*/ 1206 w 4025"/>
                            <a:gd name="T31" fmla="*/ 6043 h 6467"/>
                            <a:gd name="T32" fmla="*/ 1206 w 4025"/>
                            <a:gd name="T33" fmla="*/ 5156 h 6467"/>
                            <a:gd name="T34" fmla="*/ 431 w 4025"/>
                            <a:gd name="T35" fmla="*/ 5156 h 6467"/>
                            <a:gd name="T36" fmla="*/ 431 w 4025"/>
                            <a:gd name="T37" fmla="*/ 4640 h 6467"/>
                            <a:gd name="T38" fmla="*/ 1206 w 4025"/>
                            <a:gd name="T39" fmla="*/ 4640 h 6467"/>
                            <a:gd name="T40" fmla="*/ 1206 w 4025"/>
                            <a:gd name="T41" fmla="*/ 5156 h 6467"/>
                            <a:gd name="T42" fmla="*/ 1206 w 4025"/>
                            <a:gd name="T43" fmla="*/ 5156 h 6467"/>
                            <a:gd name="T44" fmla="*/ 2400 w 4025"/>
                            <a:gd name="T45" fmla="*/ 6043 h 6467"/>
                            <a:gd name="T46" fmla="*/ 1625 w 4025"/>
                            <a:gd name="T47" fmla="*/ 6043 h 6467"/>
                            <a:gd name="T48" fmla="*/ 1625 w 4025"/>
                            <a:gd name="T49" fmla="*/ 5527 h 6467"/>
                            <a:gd name="T50" fmla="*/ 2400 w 4025"/>
                            <a:gd name="T51" fmla="*/ 5527 h 6467"/>
                            <a:gd name="T52" fmla="*/ 2400 w 4025"/>
                            <a:gd name="T53" fmla="*/ 6043 h 6467"/>
                            <a:gd name="T54" fmla="*/ 2400 w 4025"/>
                            <a:gd name="T55" fmla="*/ 5156 h 6467"/>
                            <a:gd name="T56" fmla="*/ 1625 w 4025"/>
                            <a:gd name="T57" fmla="*/ 5156 h 6467"/>
                            <a:gd name="T58" fmla="*/ 1625 w 4025"/>
                            <a:gd name="T59" fmla="*/ 4640 h 6467"/>
                            <a:gd name="T60" fmla="*/ 2400 w 4025"/>
                            <a:gd name="T61" fmla="*/ 4640 h 6467"/>
                            <a:gd name="T62" fmla="*/ 2400 w 4025"/>
                            <a:gd name="T63" fmla="*/ 5156 h 6467"/>
                            <a:gd name="T64" fmla="*/ 3593 w 4025"/>
                            <a:gd name="T65" fmla="*/ 6043 h 6467"/>
                            <a:gd name="T66" fmla="*/ 2819 w 4025"/>
                            <a:gd name="T67" fmla="*/ 6043 h 6467"/>
                            <a:gd name="T68" fmla="*/ 2819 w 4025"/>
                            <a:gd name="T69" fmla="*/ 5527 h 6467"/>
                            <a:gd name="T70" fmla="*/ 3593 w 4025"/>
                            <a:gd name="T71" fmla="*/ 5527 h 6467"/>
                            <a:gd name="T72" fmla="*/ 3593 w 4025"/>
                            <a:gd name="T73" fmla="*/ 6043 h 6467"/>
                            <a:gd name="T74" fmla="*/ 3593 w 4025"/>
                            <a:gd name="T75" fmla="*/ 5156 h 6467"/>
                            <a:gd name="T76" fmla="*/ 2819 w 4025"/>
                            <a:gd name="T77" fmla="*/ 5156 h 6467"/>
                            <a:gd name="T78" fmla="*/ 2819 w 4025"/>
                            <a:gd name="T79" fmla="*/ 4640 h 6467"/>
                            <a:gd name="T80" fmla="*/ 3593 w 4025"/>
                            <a:gd name="T81" fmla="*/ 4640 h 6467"/>
                            <a:gd name="T82" fmla="*/ 3593 w 4025"/>
                            <a:gd name="T83" fmla="*/ 5156 h 6467"/>
                            <a:gd name="T84" fmla="*/ 3593 w 4025"/>
                            <a:gd name="T85" fmla="*/ 4184 h 6467"/>
                            <a:gd name="T86" fmla="*/ 431 w 4025"/>
                            <a:gd name="T87" fmla="*/ 4184 h 6467"/>
                            <a:gd name="T88" fmla="*/ 431 w 4025"/>
                            <a:gd name="T89" fmla="*/ 534 h 6467"/>
                            <a:gd name="T90" fmla="*/ 3593 w 4025"/>
                            <a:gd name="T91" fmla="*/ 534 h 6467"/>
                            <a:gd name="T92" fmla="*/ 3593 w 4025"/>
                            <a:gd name="T93" fmla="*/ 4184 h 646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</a:cxnLst>
                          <a:rect l="0" t="0" r="r" b="b"/>
                          <a:pathLst>
                            <a:path w="4025" h="6467">
                              <a:moveTo>
                                <a:pt x="2819" y="0"/>
                              </a:moveTo>
                              <a:lnTo>
                                <a:pt x="2819" y="129"/>
                              </a:lnTo>
                              <a:lnTo>
                                <a:pt x="0" y="129"/>
                              </a:lnTo>
                              <a:lnTo>
                                <a:pt x="0" y="6467"/>
                              </a:lnTo>
                              <a:lnTo>
                                <a:pt x="4025" y="6467"/>
                              </a:lnTo>
                              <a:lnTo>
                                <a:pt x="4025" y="129"/>
                              </a:lnTo>
                              <a:lnTo>
                                <a:pt x="3593" y="129"/>
                              </a:lnTo>
                              <a:lnTo>
                                <a:pt x="3593" y="0"/>
                              </a:lnTo>
                              <a:lnTo>
                                <a:pt x="2819" y="0"/>
                              </a:lnTo>
                              <a:lnTo>
                                <a:pt x="2819" y="0"/>
                              </a:lnTo>
                              <a:close/>
                              <a:moveTo>
                                <a:pt x="1206" y="6043"/>
                              </a:moveTo>
                              <a:lnTo>
                                <a:pt x="431" y="6043"/>
                              </a:lnTo>
                              <a:lnTo>
                                <a:pt x="431" y="5527"/>
                              </a:lnTo>
                              <a:lnTo>
                                <a:pt x="1206" y="5527"/>
                              </a:lnTo>
                              <a:lnTo>
                                <a:pt x="1206" y="6043"/>
                              </a:lnTo>
                              <a:lnTo>
                                <a:pt x="1206" y="6043"/>
                              </a:lnTo>
                              <a:close/>
                              <a:moveTo>
                                <a:pt x="1206" y="5156"/>
                              </a:moveTo>
                              <a:lnTo>
                                <a:pt x="431" y="5156"/>
                              </a:lnTo>
                              <a:lnTo>
                                <a:pt x="431" y="4640"/>
                              </a:lnTo>
                              <a:lnTo>
                                <a:pt x="1206" y="4640"/>
                              </a:lnTo>
                              <a:lnTo>
                                <a:pt x="1206" y="5156"/>
                              </a:lnTo>
                              <a:lnTo>
                                <a:pt x="1206" y="5156"/>
                              </a:lnTo>
                              <a:close/>
                              <a:moveTo>
                                <a:pt x="2400" y="6043"/>
                              </a:moveTo>
                              <a:lnTo>
                                <a:pt x="1625" y="6043"/>
                              </a:lnTo>
                              <a:lnTo>
                                <a:pt x="1625" y="5527"/>
                              </a:lnTo>
                              <a:lnTo>
                                <a:pt x="2400" y="5527"/>
                              </a:lnTo>
                              <a:lnTo>
                                <a:pt x="2400" y="6043"/>
                              </a:lnTo>
                              <a:close/>
                              <a:moveTo>
                                <a:pt x="2400" y="5156"/>
                              </a:moveTo>
                              <a:lnTo>
                                <a:pt x="1625" y="5156"/>
                              </a:lnTo>
                              <a:lnTo>
                                <a:pt x="1625" y="4640"/>
                              </a:lnTo>
                              <a:lnTo>
                                <a:pt x="2400" y="4640"/>
                              </a:lnTo>
                              <a:lnTo>
                                <a:pt x="2400" y="5156"/>
                              </a:lnTo>
                              <a:close/>
                              <a:moveTo>
                                <a:pt x="3593" y="6043"/>
                              </a:moveTo>
                              <a:lnTo>
                                <a:pt x="2819" y="6043"/>
                              </a:lnTo>
                              <a:lnTo>
                                <a:pt x="2819" y="5527"/>
                              </a:lnTo>
                              <a:lnTo>
                                <a:pt x="3593" y="5527"/>
                              </a:lnTo>
                              <a:lnTo>
                                <a:pt x="3593" y="6043"/>
                              </a:lnTo>
                              <a:close/>
                              <a:moveTo>
                                <a:pt x="3593" y="5156"/>
                              </a:moveTo>
                              <a:lnTo>
                                <a:pt x="2819" y="5156"/>
                              </a:lnTo>
                              <a:lnTo>
                                <a:pt x="2819" y="4640"/>
                              </a:lnTo>
                              <a:lnTo>
                                <a:pt x="3593" y="4640"/>
                              </a:lnTo>
                              <a:lnTo>
                                <a:pt x="3593" y="5156"/>
                              </a:lnTo>
                              <a:close/>
                              <a:moveTo>
                                <a:pt x="3593" y="4184"/>
                              </a:moveTo>
                              <a:lnTo>
                                <a:pt x="431" y="4184"/>
                              </a:lnTo>
                              <a:lnTo>
                                <a:pt x="431" y="534"/>
                              </a:lnTo>
                              <a:lnTo>
                                <a:pt x="3593" y="534"/>
                              </a:lnTo>
                              <a:lnTo>
                                <a:pt x="3593" y="41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C487C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lus-18-movie_83580" o:spid="_x0000_s1026" o:spt="100" style="position:absolute;left:0pt;margin-left:264.15pt;margin-top:699.65pt;height:14.1pt;width:8.75pt;z-index:251677696;mso-width-relative:page;mso-height-relative:page;" fillcolor="#1C487C" filled="t" stroked="f" coordsize="4025,6467" o:gfxdata="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" path="m2819,0l2819,129,0,129,0,6467,4025,6467,4025,129,3593,129,3593,0,2819,0,2819,0xm1206,6043l431,6043,431,5527,1206,5527,1206,6043,1206,6043xm1206,5156l431,5156,431,4640,1206,4640,1206,5156,1206,5156xm2400,6043l1625,6043,1625,5527,2400,5527,2400,6043xm2400,5156l1625,5156,1625,4640,2400,4640,2400,5156xm3593,6043l2819,6043,2819,5527,3593,5527,3593,6043xm3593,5156l2819,5156,2819,4640,3593,4640,3593,5156xm3593,4184l431,4184,431,534,3593,534,3593,4184xe">
                <v:path o:connectlocs="77828,0;77828,3571;0,3571;0,179070;111125,179070;111125,3571;99198,3571;99198,0;77828,0;77828,0;33296,167329;11899,167329;11899,153041;33296,153041;33296,167329;33296,167329;33296,142768;11899,142768;11899,128480;33296,128480;33296,142768;33296,142768;66260,167329;44864,167329;44864,153041;66260,153041;66260,167329;66260,142768;44864,142768;44864,128480;66260,128480;66260,142768;99198,167329;77828,167329;77828,153041;99198,153041;99198,167329;99198,142768;77828,142768;77828,128480;99198,128480;99198,142768;99198,115854;11899,115854;11899,14786;99198,14786;99198,115854" o:connectangles="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5055870</wp:posOffset>
                </wp:positionH>
                <wp:positionV relativeFrom="paragraph">
                  <wp:posOffset>8809990</wp:posOffset>
                </wp:positionV>
                <wp:extent cx="1680845" cy="320040"/>
                <wp:effectExtent l="0" t="0" r="0" b="0"/>
                <wp:wrapNone/>
                <wp:docPr id="99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0845" cy="3200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4179F92">
                            <w:pPr>
                              <w:pStyle w:val="6"/>
                              <w:spacing w:before="0" w:beforeAutospacing="0" w:after="0" w:afterAutospacing="0" w:line="360" w:lineRule="exact"/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你的邮箱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404040" w:themeColor="text1" w:themeTint="BF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>
                                      <w14:lumMod w14:val="75000"/>
                                      <w14:lumOff w14:val="25000"/>
                                    </w14:schemeClr>
                                  </w14:solidFill>
                                </w14:textFill>
                              </w:rPr>
                              <w:t>@qq.com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398.1pt;margin-top:693.7pt;height:25.2pt;width:132.35pt;z-index:251678720;mso-width-relative:page;mso-height-relative:page;" filled="f" stroked="f" coordsize="21600,21600" o:gfxdata="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ynWCOdsAAAAOAQAADwAAAAAAAAABACAAAAAiAAAAZHJzL2Rvd25yZXYueG1s&#10;UEsBAhQAFAAAAAgAh07iQDXOgUi8AQAAXwMAAA4AAAAAAAAAAQAgAAAAKgEAAGRycy9lMm9Eb2Mu&#10;eG1sUEsFBgAAAAAGAAYAWQEAAFg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34179F92">
                      <w:pPr>
                        <w:pStyle w:val="6"/>
                        <w:spacing w:before="0" w:beforeAutospacing="0" w:after="0" w:afterAutospacing="0" w:line="360" w:lineRule="exact"/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你的邮箱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404040" w:themeColor="text1" w:themeTint="BF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>
                                <w14:lumMod w14:val="75000"/>
                                <w14:lumOff w14:val="25000"/>
                              </w14:schemeClr>
                            </w14:solidFill>
                          </w14:textFill>
                        </w:rPr>
                        <w:t>@qq.com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4859020</wp:posOffset>
                </wp:positionH>
                <wp:positionV relativeFrom="paragraph">
                  <wp:posOffset>8914765</wp:posOffset>
                </wp:positionV>
                <wp:extent cx="144780" cy="144145"/>
                <wp:effectExtent l="0" t="0" r="7620" b="8255"/>
                <wp:wrapNone/>
                <wp:docPr id="100" name="plus-18-movie_8358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 bwMode="auto">
                        <a:xfrm>
                          <a:off x="0" y="0"/>
                          <a:ext cx="144780" cy="144145"/>
                        </a:xfrm>
                        <a:custGeom>
                          <a:avLst/>
                          <a:gdLst>
                            <a:gd name="connsiteX0" fmla="*/ 405066 w 607639"/>
                            <a:gd name="connsiteY0" fmla="*/ 455006 h 606722"/>
                            <a:gd name="connsiteX1" fmla="*/ 481005 w 607639"/>
                            <a:gd name="connsiteY1" fmla="*/ 455006 h 606722"/>
                            <a:gd name="connsiteX2" fmla="*/ 506377 w 607639"/>
                            <a:gd name="connsiteY2" fmla="*/ 480259 h 606722"/>
                            <a:gd name="connsiteX3" fmla="*/ 481005 w 607639"/>
                            <a:gd name="connsiteY3" fmla="*/ 505601 h 606722"/>
                            <a:gd name="connsiteX4" fmla="*/ 405066 w 607639"/>
                            <a:gd name="connsiteY4" fmla="*/ 505601 h 606722"/>
                            <a:gd name="connsiteX5" fmla="*/ 379783 w 607639"/>
                            <a:gd name="connsiteY5" fmla="*/ 480259 h 606722"/>
                            <a:gd name="connsiteX6" fmla="*/ 405066 w 607639"/>
                            <a:gd name="connsiteY6" fmla="*/ 455006 h 606722"/>
                            <a:gd name="connsiteX7" fmla="*/ 50644 w 607639"/>
                            <a:gd name="connsiteY7" fmla="*/ 230265 h 606722"/>
                            <a:gd name="connsiteX8" fmla="*/ 50644 w 607639"/>
                            <a:gd name="connsiteY8" fmla="*/ 556154 h 606722"/>
                            <a:gd name="connsiteX9" fmla="*/ 556995 w 607639"/>
                            <a:gd name="connsiteY9" fmla="*/ 556154 h 606722"/>
                            <a:gd name="connsiteX10" fmla="*/ 556995 w 607639"/>
                            <a:gd name="connsiteY10" fmla="*/ 230265 h 606722"/>
                            <a:gd name="connsiteX11" fmla="*/ 319796 w 607639"/>
                            <a:gd name="connsiteY11" fmla="*/ 424003 h 606722"/>
                            <a:gd name="connsiteX12" fmla="*/ 287754 w 607639"/>
                            <a:gd name="connsiteY12" fmla="*/ 424003 h 606722"/>
                            <a:gd name="connsiteX13" fmla="*/ 96215 w 607639"/>
                            <a:gd name="connsiteY13" fmla="*/ 202270 h 606722"/>
                            <a:gd name="connsiteX14" fmla="*/ 303775 w 607639"/>
                            <a:gd name="connsiteY14" fmla="*/ 371836 h 606722"/>
                            <a:gd name="connsiteX15" fmla="*/ 511335 w 607639"/>
                            <a:gd name="connsiteY15" fmla="*/ 202270 h 606722"/>
                            <a:gd name="connsiteX16" fmla="*/ 101288 w 607639"/>
                            <a:gd name="connsiteY16" fmla="*/ 126374 h 606722"/>
                            <a:gd name="connsiteX17" fmla="*/ 101288 w 607639"/>
                            <a:gd name="connsiteY17" fmla="*/ 151703 h 606722"/>
                            <a:gd name="connsiteX18" fmla="*/ 506351 w 607639"/>
                            <a:gd name="connsiteY18" fmla="*/ 151703 h 606722"/>
                            <a:gd name="connsiteX19" fmla="*/ 506351 w 607639"/>
                            <a:gd name="connsiteY19" fmla="*/ 126374 h 606722"/>
                            <a:gd name="connsiteX20" fmla="*/ 480984 w 607639"/>
                            <a:gd name="connsiteY20" fmla="*/ 126374 h 606722"/>
                            <a:gd name="connsiteX21" fmla="*/ 126566 w 607639"/>
                            <a:gd name="connsiteY21" fmla="*/ 126374 h 606722"/>
                            <a:gd name="connsiteX22" fmla="*/ 151932 w 607639"/>
                            <a:gd name="connsiteY22" fmla="*/ 50568 h 606722"/>
                            <a:gd name="connsiteX23" fmla="*/ 151932 w 607639"/>
                            <a:gd name="connsiteY23" fmla="*/ 75807 h 606722"/>
                            <a:gd name="connsiteX24" fmla="*/ 455707 w 607639"/>
                            <a:gd name="connsiteY24" fmla="*/ 75807 h 606722"/>
                            <a:gd name="connsiteX25" fmla="*/ 455707 w 607639"/>
                            <a:gd name="connsiteY25" fmla="*/ 50568 h 606722"/>
                            <a:gd name="connsiteX26" fmla="*/ 126566 w 607639"/>
                            <a:gd name="connsiteY26" fmla="*/ 0 h 606722"/>
                            <a:gd name="connsiteX27" fmla="*/ 480984 w 607639"/>
                            <a:gd name="connsiteY27" fmla="*/ 0 h 606722"/>
                            <a:gd name="connsiteX28" fmla="*/ 506351 w 607639"/>
                            <a:gd name="connsiteY28" fmla="*/ 25239 h 606722"/>
                            <a:gd name="connsiteX29" fmla="*/ 506351 w 607639"/>
                            <a:gd name="connsiteY29" fmla="*/ 75807 h 606722"/>
                            <a:gd name="connsiteX30" fmla="*/ 531628 w 607639"/>
                            <a:gd name="connsiteY30" fmla="*/ 75807 h 606722"/>
                            <a:gd name="connsiteX31" fmla="*/ 556995 w 607639"/>
                            <a:gd name="connsiteY31" fmla="*/ 101135 h 606722"/>
                            <a:gd name="connsiteX32" fmla="*/ 556995 w 607639"/>
                            <a:gd name="connsiteY32" fmla="*/ 151703 h 606722"/>
                            <a:gd name="connsiteX33" fmla="*/ 582272 w 607639"/>
                            <a:gd name="connsiteY33" fmla="*/ 151703 h 606722"/>
                            <a:gd name="connsiteX34" fmla="*/ 582362 w 607639"/>
                            <a:gd name="connsiteY34" fmla="*/ 151703 h 606722"/>
                            <a:gd name="connsiteX35" fmla="*/ 584854 w 607639"/>
                            <a:gd name="connsiteY35" fmla="*/ 151792 h 606722"/>
                            <a:gd name="connsiteX36" fmla="*/ 586100 w 607639"/>
                            <a:gd name="connsiteY36" fmla="*/ 151969 h 606722"/>
                            <a:gd name="connsiteX37" fmla="*/ 587257 w 607639"/>
                            <a:gd name="connsiteY37" fmla="*/ 152147 h 606722"/>
                            <a:gd name="connsiteX38" fmla="*/ 588770 w 607639"/>
                            <a:gd name="connsiteY38" fmla="*/ 152503 h 606722"/>
                            <a:gd name="connsiteX39" fmla="*/ 589660 w 607639"/>
                            <a:gd name="connsiteY39" fmla="*/ 152769 h 606722"/>
                            <a:gd name="connsiteX40" fmla="*/ 590995 w 607639"/>
                            <a:gd name="connsiteY40" fmla="*/ 153214 h 606722"/>
                            <a:gd name="connsiteX41" fmla="*/ 591974 w 607639"/>
                            <a:gd name="connsiteY41" fmla="*/ 153569 h 606722"/>
                            <a:gd name="connsiteX42" fmla="*/ 593131 w 607639"/>
                            <a:gd name="connsiteY42" fmla="*/ 154102 h 606722"/>
                            <a:gd name="connsiteX43" fmla="*/ 594288 w 607639"/>
                            <a:gd name="connsiteY43" fmla="*/ 154635 h 606722"/>
                            <a:gd name="connsiteX44" fmla="*/ 595178 w 607639"/>
                            <a:gd name="connsiteY44" fmla="*/ 155169 h 606722"/>
                            <a:gd name="connsiteX45" fmla="*/ 596335 w 607639"/>
                            <a:gd name="connsiteY45" fmla="*/ 155969 h 606722"/>
                            <a:gd name="connsiteX46" fmla="*/ 597136 w 607639"/>
                            <a:gd name="connsiteY46" fmla="*/ 156502 h 606722"/>
                            <a:gd name="connsiteX47" fmla="*/ 598382 w 607639"/>
                            <a:gd name="connsiteY47" fmla="*/ 157390 h 606722"/>
                            <a:gd name="connsiteX48" fmla="*/ 599184 w 607639"/>
                            <a:gd name="connsiteY48" fmla="*/ 158190 h 606722"/>
                            <a:gd name="connsiteX49" fmla="*/ 600163 w 607639"/>
                            <a:gd name="connsiteY49" fmla="*/ 159079 h 606722"/>
                            <a:gd name="connsiteX50" fmla="*/ 601854 w 607639"/>
                            <a:gd name="connsiteY50" fmla="*/ 160945 h 606722"/>
                            <a:gd name="connsiteX51" fmla="*/ 602210 w 607639"/>
                            <a:gd name="connsiteY51" fmla="*/ 161390 h 606722"/>
                            <a:gd name="connsiteX52" fmla="*/ 603367 w 607639"/>
                            <a:gd name="connsiteY52" fmla="*/ 162900 h 606722"/>
                            <a:gd name="connsiteX53" fmla="*/ 603901 w 607639"/>
                            <a:gd name="connsiteY53" fmla="*/ 163789 h 606722"/>
                            <a:gd name="connsiteX54" fmla="*/ 604613 w 607639"/>
                            <a:gd name="connsiteY54" fmla="*/ 165033 h 606722"/>
                            <a:gd name="connsiteX55" fmla="*/ 605147 w 607639"/>
                            <a:gd name="connsiteY55" fmla="*/ 166100 h 606722"/>
                            <a:gd name="connsiteX56" fmla="*/ 605681 w 607639"/>
                            <a:gd name="connsiteY56" fmla="*/ 167344 h 606722"/>
                            <a:gd name="connsiteX57" fmla="*/ 606126 w 607639"/>
                            <a:gd name="connsiteY57" fmla="*/ 168499 h 606722"/>
                            <a:gd name="connsiteX58" fmla="*/ 606482 w 607639"/>
                            <a:gd name="connsiteY58" fmla="*/ 169655 h 606722"/>
                            <a:gd name="connsiteX59" fmla="*/ 606838 w 607639"/>
                            <a:gd name="connsiteY59" fmla="*/ 170899 h 606722"/>
                            <a:gd name="connsiteX60" fmla="*/ 607105 w 607639"/>
                            <a:gd name="connsiteY60" fmla="*/ 172054 h 606722"/>
                            <a:gd name="connsiteX61" fmla="*/ 607372 w 607639"/>
                            <a:gd name="connsiteY61" fmla="*/ 173565 h 606722"/>
                            <a:gd name="connsiteX62" fmla="*/ 607461 w 607639"/>
                            <a:gd name="connsiteY62" fmla="*/ 174454 h 606722"/>
                            <a:gd name="connsiteX63" fmla="*/ 607550 w 607639"/>
                            <a:gd name="connsiteY63" fmla="*/ 176409 h 606722"/>
                            <a:gd name="connsiteX64" fmla="*/ 607639 w 607639"/>
                            <a:gd name="connsiteY64" fmla="*/ 176942 h 606722"/>
                            <a:gd name="connsiteX65" fmla="*/ 607639 w 607639"/>
                            <a:gd name="connsiteY65" fmla="*/ 177031 h 606722"/>
                            <a:gd name="connsiteX66" fmla="*/ 607639 w 607639"/>
                            <a:gd name="connsiteY66" fmla="*/ 581394 h 606722"/>
                            <a:gd name="connsiteX67" fmla="*/ 582272 w 607639"/>
                            <a:gd name="connsiteY67" fmla="*/ 606722 h 606722"/>
                            <a:gd name="connsiteX68" fmla="*/ 25277 w 607639"/>
                            <a:gd name="connsiteY68" fmla="*/ 606722 h 606722"/>
                            <a:gd name="connsiteX69" fmla="*/ 0 w 607639"/>
                            <a:gd name="connsiteY69" fmla="*/ 581394 h 606722"/>
                            <a:gd name="connsiteX70" fmla="*/ 0 w 607639"/>
                            <a:gd name="connsiteY70" fmla="*/ 177031 h 606722"/>
                            <a:gd name="connsiteX71" fmla="*/ 0 w 607639"/>
                            <a:gd name="connsiteY71" fmla="*/ 176942 h 606722"/>
                            <a:gd name="connsiteX72" fmla="*/ 0 w 607639"/>
                            <a:gd name="connsiteY72" fmla="*/ 176409 h 606722"/>
                            <a:gd name="connsiteX73" fmla="*/ 89 w 607639"/>
                            <a:gd name="connsiteY73" fmla="*/ 174454 h 606722"/>
                            <a:gd name="connsiteX74" fmla="*/ 267 w 607639"/>
                            <a:gd name="connsiteY74" fmla="*/ 173476 h 606722"/>
                            <a:gd name="connsiteX75" fmla="*/ 445 w 607639"/>
                            <a:gd name="connsiteY75" fmla="*/ 172054 h 606722"/>
                            <a:gd name="connsiteX76" fmla="*/ 712 w 607639"/>
                            <a:gd name="connsiteY76" fmla="*/ 170899 h 606722"/>
                            <a:gd name="connsiteX77" fmla="*/ 1068 w 607639"/>
                            <a:gd name="connsiteY77" fmla="*/ 169655 h 606722"/>
                            <a:gd name="connsiteX78" fmla="*/ 1513 w 607639"/>
                            <a:gd name="connsiteY78" fmla="*/ 168499 h 606722"/>
                            <a:gd name="connsiteX79" fmla="*/ 1958 w 607639"/>
                            <a:gd name="connsiteY79" fmla="*/ 167344 h 606722"/>
                            <a:gd name="connsiteX80" fmla="*/ 2492 w 607639"/>
                            <a:gd name="connsiteY80" fmla="*/ 166100 h 606722"/>
                            <a:gd name="connsiteX81" fmla="*/ 2937 w 607639"/>
                            <a:gd name="connsiteY81" fmla="*/ 165033 h 606722"/>
                            <a:gd name="connsiteX82" fmla="*/ 3738 w 607639"/>
                            <a:gd name="connsiteY82" fmla="*/ 163789 h 606722"/>
                            <a:gd name="connsiteX83" fmla="*/ 4272 w 607639"/>
                            <a:gd name="connsiteY83" fmla="*/ 162900 h 606722"/>
                            <a:gd name="connsiteX84" fmla="*/ 5429 w 607639"/>
                            <a:gd name="connsiteY84" fmla="*/ 161390 h 606722"/>
                            <a:gd name="connsiteX85" fmla="*/ 5696 w 607639"/>
                            <a:gd name="connsiteY85" fmla="*/ 160945 h 606722"/>
                            <a:gd name="connsiteX86" fmla="*/ 5785 w 607639"/>
                            <a:gd name="connsiteY86" fmla="*/ 160945 h 606722"/>
                            <a:gd name="connsiteX87" fmla="*/ 7387 w 607639"/>
                            <a:gd name="connsiteY87" fmla="*/ 159079 h 606722"/>
                            <a:gd name="connsiteX88" fmla="*/ 8366 w 607639"/>
                            <a:gd name="connsiteY88" fmla="*/ 158190 h 606722"/>
                            <a:gd name="connsiteX89" fmla="*/ 9257 w 607639"/>
                            <a:gd name="connsiteY89" fmla="*/ 157390 h 606722"/>
                            <a:gd name="connsiteX90" fmla="*/ 10503 w 607639"/>
                            <a:gd name="connsiteY90" fmla="*/ 156502 h 606722"/>
                            <a:gd name="connsiteX91" fmla="*/ 11215 w 607639"/>
                            <a:gd name="connsiteY91" fmla="*/ 155969 h 606722"/>
                            <a:gd name="connsiteX92" fmla="*/ 12461 w 607639"/>
                            <a:gd name="connsiteY92" fmla="*/ 155169 h 606722"/>
                            <a:gd name="connsiteX93" fmla="*/ 13351 w 607639"/>
                            <a:gd name="connsiteY93" fmla="*/ 154635 h 606722"/>
                            <a:gd name="connsiteX94" fmla="*/ 14508 w 607639"/>
                            <a:gd name="connsiteY94" fmla="*/ 154102 h 606722"/>
                            <a:gd name="connsiteX95" fmla="*/ 15576 w 607639"/>
                            <a:gd name="connsiteY95" fmla="*/ 153569 h 606722"/>
                            <a:gd name="connsiteX96" fmla="*/ 16555 w 607639"/>
                            <a:gd name="connsiteY96" fmla="*/ 153214 h 606722"/>
                            <a:gd name="connsiteX97" fmla="*/ 17979 w 607639"/>
                            <a:gd name="connsiteY97" fmla="*/ 152769 h 606722"/>
                            <a:gd name="connsiteX98" fmla="*/ 18869 w 607639"/>
                            <a:gd name="connsiteY98" fmla="*/ 152503 h 606722"/>
                            <a:gd name="connsiteX99" fmla="*/ 20382 w 607639"/>
                            <a:gd name="connsiteY99" fmla="*/ 152147 h 606722"/>
                            <a:gd name="connsiteX100" fmla="*/ 21450 w 607639"/>
                            <a:gd name="connsiteY100" fmla="*/ 151969 h 606722"/>
                            <a:gd name="connsiteX101" fmla="*/ 22785 w 607639"/>
                            <a:gd name="connsiteY101" fmla="*/ 151792 h 606722"/>
                            <a:gd name="connsiteX102" fmla="*/ 25277 w 607639"/>
                            <a:gd name="connsiteY102" fmla="*/ 151703 h 606722"/>
                            <a:gd name="connsiteX103" fmla="*/ 50644 w 607639"/>
                            <a:gd name="connsiteY103" fmla="*/ 151703 h 606722"/>
                            <a:gd name="connsiteX104" fmla="*/ 50644 w 607639"/>
                            <a:gd name="connsiteY104" fmla="*/ 101135 h 606722"/>
                            <a:gd name="connsiteX105" fmla="*/ 75922 w 607639"/>
                            <a:gd name="connsiteY105" fmla="*/ 75807 h 606722"/>
                            <a:gd name="connsiteX106" fmla="*/ 101288 w 607639"/>
                            <a:gd name="connsiteY106" fmla="*/ 75807 h 606722"/>
                            <a:gd name="connsiteX107" fmla="*/ 101288 w 607639"/>
                            <a:gd name="connsiteY107" fmla="*/ 25239 h 606722"/>
                            <a:gd name="connsiteX108" fmla="*/ 126566 w 607639"/>
                            <a:gd name="connsiteY108" fmla="*/ 0 h 60672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</a:cxnLst>
                          <a:rect l="l" t="t" r="r" b="b"/>
                          <a:pathLst>
                            <a:path w="607639" h="606722">
                              <a:moveTo>
                                <a:pt x="405066" y="455006"/>
                              </a:moveTo>
                              <a:lnTo>
                                <a:pt x="481005" y="455006"/>
                              </a:lnTo>
                              <a:cubicBezTo>
                                <a:pt x="495071" y="455006"/>
                                <a:pt x="506377" y="466299"/>
                                <a:pt x="506377" y="480259"/>
                              </a:cubicBezTo>
                              <a:cubicBezTo>
                                <a:pt x="506377" y="494308"/>
                                <a:pt x="495071" y="505601"/>
                                <a:pt x="481005" y="505601"/>
                              </a:cubicBezTo>
                              <a:lnTo>
                                <a:pt x="405066" y="505601"/>
                              </a:lnTo>
                              <a:cubicBezTo>
                                <a:pt x="391089" y="505601"/>
                                <a:pt x="379783" y="494308"/>
                                <a:pt x="379783" y="480259"/>
                              </a:cubicBezTo>
                              <a:cubicBezTo>
                                <a:pt x="379783" y="466299"/>
                                <a:pt x="391089" y="455006"/>
                                <a:pt x="405066" y="455006"/>
                              </a:cubicBezTo>
                              <a:close/>
                              <a:moveTo>
                                <a:pt x="50644" y="230265"/>
                              </a:moveTo>
                              <a:lnTo>
                                <a:pt x="50644" y="556154"/>
                              </a:lnTo>
                              <a:lnTo>
                                <a:pt x="556995" y="556154"/>
                              </a:lnTo>
                              <a:lnTo>
                                <a:pt x="556995" y="230265"/>
                              </a:lnTo>
                              <a:lnTo>
                                <a:pt x="319796" y="424003"/>
                              </a:lnTo>
                              <a:cubicBezTo>
                                <a:pt x="310539" y="431646"/>
                                <a:pt x="297100" y="431646"/>
                                <a:pt x="287754" y="424003"/>
                              </a:cubicBezTo>
                              <a:close/>
                              <a:moveTo>
                                <a:pt x="96215" y="202270"/>
                              </a:moveTo>
                              <a:lnTo>
                                <a:pt x="303775" y="371836"/>
                              </a:lnTo>
                              <a:lnTo>
                                <a:pt x="511335" y="202270"/>
                              </a:lnTo>
                              <a:close/>
                              <a:moveTo>
                                <a:pt x="101288" y="126374"/>
                              </a:moveTo>
                              <a:lnTo>
                                <a:pt x="101288" y="151703"/>
                              </a:lnTo>
                              <a:lnTo>
                                <a:pt x="506351" y="151703"/>
                              </a:lnTo>
                              <a:lnTo>
                                <a:pt x="506351" y="126374"/>
                              </a:lnTo>
                              <a:lnTo>
                                <a:pt x="480984" y="126374"/>
                              </a:lnTo>
                              <a:lnTo>
                                <a:pt x="126566" y="126374"/>
                              </a:lnTo>
                              <a:close/>
                              <a:moveTo>
                                <a:pt x="151932" y="50568"/>
                              </a:moveTo>
                              <a:lnTo>
                                <a:pt x="151932" y="75807"/>
                              </a:lnTo>
                              <a:lnTo>
                                <a:pt x="455707" y="75807"/>
                              </a:lnTo>
                              <a:lnTo>
                                <a:pt x="455707" y="50568"/>
                              </a:lnTo>
                              <a:close/>
                              <a:moveTo>
                                <a:pt x="126566" y="0"/>
                              </a:moveTo>
                              <a:lnTo>
                                <a:pt x="480984" y="0"/>
                              </a:lnTo>
                              <a:cubicBezTo>
                                <a:pt x="495047" y="0"/>
                                <a:pt x="506351" y="11287"/>
                                <a:pt x="506351" y="25239"/>
                              </a:cubicBezTo>
                              <a:lnTo>
                                <a:pt x="506351" y="75807"/>
                              </a:lnTo>
                              <a:lnTo>
                                <a:pt x="531628" y="75807"/>
                              </a:lnTo>
                              <a:cubicBezTo>
                                <a:pt x="545602" y="75807"/>
                                <a:pt x="556995" y="87182"/>
                                <a:pt x="556995" y="101135"/>
                              </a:cubicBezTo>
                              <a:lnTo>
                                <a:pt x="556995" y="151703"/>
                              </a:lnTo>
                              <a:lnTo>
                                <a:pt x="582272" y="151703"/>
                              </a:lnTo>
                              <a:cubicBezTo>
                                <a:pt x="582272" y="151703"/>
                                <a:pt x="582272" y="151703"/>
                                <a:pt x="582362" y="151703"/>
                              </a:cubicBezTo>
                              <a:cubicBezTo>
                                <a:pt x="583163" y="151703"/>
                                <a:pt x="583964" y="151703"/>
                                <a:pt x="584854" y="151792"/>
                              </a:cubicBezTo>
                              <a:cubicBezTo>
                                <a:pt x="585299" y="151880"/>
                                <a:pt x="585744" y="151969"/>
                                <a:pt x="586100" y="151969"/>
                              </a:cubicBezTo>
                              <a:cubicBezTo>
                                <a:pt x="586545" y="152058"/>
                                <a:pt x="586901" y="152058"/>
                                <a:pt x="587257" y="152147"/>
                              </a:cubicBezTo>
                              <a:cubicBezTo>
                                <a:pt x="587791" y="152236"/>
                                <a:pt x="588236" y="152414"/>
                                <a:pt x="588770" y="152503"/>
                              </a:cubicBezTo>
                              <a:cubicBezTo>
                                <a:pt x="589037" y="152591"/>
                                <a:pt x="589393" y="152680"/>
                                <a:pt x="589660" y="152769"/>
                              </a:cubicBezTo>
                              <a:cubicBezTo>
                                <a:pt x="590105" y="152947"/>
                                <a:pt x="590550" y="153125"/>
                                <a:pt x="590995" y="153214"/>
                              </a:cubicBezTo>
                              <a:cubicBezTo>
                                <a:pt x="591351" y="153391"/>
                                <a:pt x="591707" y="153480"/>
                                <a:pt x="591974" y="153569"/>
                              </a:cubicBezTo>
                              <a:cubicBezTo>
                                <a:pt x="592419" y="153747"/>
                                <a:pt x="592775" y="153924"/>
                                <a:pt x="593131" y="154102"/>
                              </a:cubicBezTo>
                              <a:cubicBezTo>
                                <a:pt x="593487" y="154280"/>
                                <a:pt x="593843" y="154458"/>
                                <a:pt x="594288" y="154635"/>
                              </a:cubicBezTo>
                              <a:cubicBezTo>
                                <a:pt x="594555" y="154813"/>
                                <a:pt x="594822" y="154991"/>
                                <a:pt x="595178" y="155169"/>
                              </a:cubicBezTo>
                              <a:cubicBezTo>
                                <a:pt x="595534" y="155435"/>
                                <a:pt x="595979" y="155702"/>
                                <a:pt x="596335" y="155969"/>
                              </a:cubicBezTo>
                              <a:cubicBezTo>
                                <a:pt x="596602" y="156146"/>
                                <a:pt x="596869" y="156324"/>
                                <a:pt x="597136" y="156502"/>
                              </a:cubicBezTo>
                              <a:cubicBezTo>
                                <a:pt x="597492" y="156768"/>
                                <a:pt x="597937" y="157124"/>
                                <a:pt x="598382" y="157390"/>
                              </a:cubicBezTo>
                              <a:cubicBezTo>
                                <a:pt x="598649" y="157657"/>
                                <a:pt x="598916" y="157924"/>
                                <a:pt x="599184" y="158190"/>
                              </a:cubicBezTo>
                              <a:cubicBezTo>
                                <a:pt x="599540" y="158457"/>
                                <a:pt x="599896" y="158724"/>
                                <a:pt x="600163" y="159079"/>
                              </a:cubicBezTo>
                              <a:cubicBezTo>
                                <a:pt x="600786" y="159612"/>
                                <a:pt x="601320" y="160234"/>
                                <a:pt x="601854" y="160945"/>
                              </a:cubicBezTo>
                              <a:cubicBezTo>
                                <a:pt x="602032" y="161123"/>
                                <a:pt x="602121" y="161212"/>
                                <a:pt x="602210" y="161390"/>
                              </a:cubicBezTo>
                              <a:cubicBezTo>
                                <a:pt x="602566" y="161834"/>
                                <a:pt x="603011" y="162367"/>
                                <a:pt x="603367" y="162900"/>
                              </a:cubicBezTo>
                              <a:cubicBezTo>
                                <a:pt x="603545" y="163167"/>
                                <a:pt x="603723" y="163523"/>
                                <a:pt x="603901" y="163789"/>
                              </a:cubicBezTo>
                              <a:cubicBezTo>
                                <a:pt x="604168" y="164234"/>
                                <a:pt x="604435" y="164589"/>
                                <a:pt x="604613" y="165033"/>
                              </a:cubicBezTo>
                              <a:cubicBezTo>
                                <a:pt x="604791" y="165389"/>
                                <a:pt x="604969" y="165744"/>
                                <a:pt x="605147" y="166100"/>
                              </a:cubicBezTo>
                              <a:cubicBezTo>
                                <a:pt x="605325" y="166544"/>
                                <a:pt x="605503" y="166900"/>
                                <a:pt x="605681" y="167344"/>
                              </a:cubicBezTo>
                              <a:cubicBezTo>
                                <a:pt x="605859" y="167699"/>
                                <a:pt x="605948" y="168055"/>
                                <a:pt x="606126" y="168499"/>
                              </a:cubicBezTo>
                              <a:cubicBezTo>
                                <a:pt x="606215" y="168855"/>
                                <a:pt x="606393" y="169210"/>
                                <a:pt x="606482" y="169655"/>
                              </a:cubicBezTo>
                              <a:cubicBezTo>
                                <a:pt x="606660" y="170010"/>
                                <a:pt x="606749" y="170454"/>
                                <a:pt x="606838" y="170899"/>
                              </a:cubicBezTo>
                              <a:cubicBezTo>
                                <a:pt x="606927" y="171254"/>
                                <a:pt x="607016" y="171610"/>
                                <a:pt x="607105" y="172054"/>
                              </a:cubicBezTo>
                              <a:cubicBezTo>
                                <a:pt x="607194" y="172499"/>
                                <a:pt x="607283" y="173032"/>
                                <a:pt x="607372" y="173565"/>
                              </a:cubicBezTo>
                              <a:cubicBezTo>
                                <a:pt x="607372" y="173832"/>
                                <a:pt x="607461" y="174187"/>
                                <a:pt x="607461" y="174454"/>
                              </a:cubicBezTo>
                              <a:cubicBezTo>
                                <a:pt x="607550" y="175165"/>
                                <a:pt x="607550" y="175787"/>
                                <a:pt x="607550" y="176409"/>
                              </a:cubicBezTo>
                              <a:cubicBezTo>
                                <a:pt x="607550" y="176587"/>
                                <a:pt x="607639" y="176764"/>
                                <a:pt x="607639" y="176942"/>
                              </a:cubicBezTo>
                              <a:lnTo>
                                <a:pt x="607639" y="177031"/>
                              </a:lnTo>
                              <a:lnTo>
                                <a:pt x="607639" y="581394"/>
                              </a:lnTo>
                              <a:cubicBezTo>
                                <a:pt x="607639" y="595347"/>
                                <a:pt x="596246" y="606722"/>
                                <a:pt x="582272" y="606722"/>
                              </a:cubicBezTo>
                              <a:lnTo>
                                <a:pt x="25277" y="606722"/>
                              </a:lnTo>
                              <a:cubicBezTo>
                                <a:pt x="11304" y="606722"/>
                                <a:pt x="0" y="595347"/>
                                <a:pt x="0" y="581394"/>
                              </a:cubicBezTo>
                              <a:lnTo>
                                <a:pt x="0" y="177031"/>
                              </a:lnTo>
                              <a:lnTo>
                                <a:pt x="0" y="176942"/>
                              </a:lnTo>
                              <a:cubicBezTo>
                                <a:pt x="0" y="176764"/>
                                <a:pt x="0" y="176587"/>
                                <a:pt x="0" y="176409"/>
                              </a:cubicBezTo>
                              <a:cubicBezTo>
                                <a:pt x="0" y="175787"/>
                                <a:pt x="89" y="175165"/>
                                <a:pt x="89" y="174454"/>
                              </a:cubicBezTo>
                              <a:cubicBezTo>
                                <a:pt x="178" y="174187"/>
                                <a:pt x="178" y="173832"/>
                                <a:pt x="267" y="173476"/>
                              </a:cubicBezTo>
                              <a:cubicBezTo>
                                <a:pt x="356" y="173032"/>
                                <a:pt x="356" y="172499"/>
                                <a:pt x="445" y="172054"/>
                              </a:cubicBezTo>
                              <a:cubicBezTo>
                                <a:pt x="534" y="171610"/>
                                <a:pt x="623" y="171254"/>
                                <a:pt x="712" y="170899"/>
                              </a:cubicBezTo>
                              <a:cubicBezTo>
                                <a:pt x="890" y="170454"/>
                                <a:pt x="979" y="170010"/>
                                <a:pt x="1068" y="169655"/>
                              </a:cubicBezTo>
                              <a:cubicBezTo>
                                <a:pt x="1246" y="169210"/>
                                <a:pt x="1335" y="168855"/>
                                <a:pt x="1513" y="168499"/>
                              </a:cubicBezTo>
                              <a:cubicBezTo>
                                <a:pt x="1602" y="168055"/>
                                <a:pt x="1780" y="167699"/>
                                <a:pt x="1958" y="167344"/>
                              </a:cubicBezTo>
                              <a:cubicBezTo>
                                <a:pt x="2047" y="166900"/>
                                <a:pt x="2314" y="166455"/>
                                <a:pt x="2492" y="166100"/>
                              </a:cubicBezTo>
                              <a:cubicBezTo>
                                <a:pt x="2670" y="165744"/>
                                <a:pt x="2759" y="165389"/>
                                <a:pt x="2937" y="165033"/>
                              </a:cubicBezTo>
                              <a:cubicBezTo>
                                <a:pt x="3204" y="164589"/>
                                <a:pt x="3471" y="164234"/>
                                <a:pt x="3738" y="163789"/>
                              </a:cubicBezTo>
                              <a:cubicBezTo>
                                <a:pt x="3916" y="163523"/>
                                <a:pt x="4094" y="163167"/>
                                <a:pt x="4272" y="162900"/>
                              </a:cubicBezTo>
                              <a:cubicBezTo>
                                <a:pt x="4628" y="162367"/>
                                <a:pt x="4984" y="161834"/>
                                <a:pt x="5429" y="161390"/>
                              </a:cubicBezTo>
                              <a:cubicBezTo>
                                <a:pt x="5518" y="161212"/>
                                <a:pt x="5607" y="161034"/>
                                <a:pt x="5696" y="160945"/>
                              </a:cubicBezTo>
                              <a:cubicBezTo>
                                <a:pt x="5696" y="160945"/>
                                <a:pt x="5696" y="160945"/>
                                <a:pt x="5785" y="160945"/>
                              </a:cubicBezTo>
                              <a:cubicBezTo>
                                <a:pt x="6319" y="160234"/>
                                <a:pt x="6853" y="159612"/>
                                <a:pt x="7387" y="159079"/>
                              </a:cubicBezTo>
                              <a:cubicBezTo>
                                <a:pt x="7743" y="158724"/>
                                <a:pt x="8099" y="158457"/>
                                <a:pt x="8366" y="158190"/>
                              </a:cubicBezTo>
                              <a:cubicBezTo>
                                <a:pt x="8723" y="157924"/>
                                <a:pt x="8990" y="157657"/>
                                <a:pt x="9257" y="157390"/>
                              </a:cubicBezTo>
                              <a:cubicBezTo>
                                <a:pt x="9613" y="157124"/>
                                <a:pt x="10058" y="156768"/>
                                <a:pt x="10503" y="156502"/>
                              </a:cubicBezTo>
                              <a:cubicBezTo>
                                <a:pt x="10770" y="156324"/>
                                <a:pt x="10948" y="156146"/>
                                <a:pt x="11215" y="155969"/>
                              </a:cubicBezTo>
                              <a:cubicBezTo>
                                <a:pt x="11660" y="155702"/>
                                <a:pt x="12016" y="155435"/>
                                <a:pt x="12461" y="155169"/>
                              </a:cubicBezTo>
                              <a:cubicBezTo>
                                <a:pt x="12728" y="154991"/>
                                <a:pt x="13084" y="154813"/>
                                <a:pt x="13351" y="154635"/>
                              </a:cubicBezTo>
                              <a:cubicBezTo>
                                <a:pt x="13707" y="154458"/>
                                <a:pt x="14152" y="154280"/>
                                <a:pt x="14508" y="154102"/>
                              </a:cubicBezTo>
                              <a:cubicBezTo>
                                <a:pt x="14864" y="153924"/>
                                <a:pt x="15220" y="153747"/>
                                <a:pt x="15576" y="153569"/>
                              </a:cubicBezTo>
                              <a:cubicBezTo>
                                <a:pt x="15932" y="153480"/>
                                <a:pt x="16288" y="153391"/>
                                <a:pt x="16555" y="153214"/>
                              </a:cubicBezTo>
                              <a:cubicBezTo>
                                <a:pt x="17000" y="153125"/>
                                <a:pt x="17534" y="152947"/>
                                <a:pt x="17979" y="152769"/>
                              </a:cubicBezTo>
                              <a:cubicBezTo>
                                <a:pt x="18246" y="152680"/>
                                <a:pt x="18513" y="152591"/>
                                <a:pt x="18869" y="152503"/>
                              </a:cubicBezTo>
                              <a:cubicBezTo>
                                <a:pt x="19314" y="152414"/>
                                <a:pt x="19848" y="152236"/>
                                <a:pt x="20382" y="152147"/>
                              </a:cubicBezTo>
                              <a:cubicBezTo>
                                <a:pt x="20738" y="152058"/>
                                <a:pt x="21094" y="152058"/>
                                <a:pt x="21450" y="151969"/>
                              </a:cubicBezTo>
                              <a:cubicBezTo>
                                <a:pt x="21895" y="151969"/>
                                <a:pt x="22340" y="151880"/>
                                <a:pt x="22785" y="151792"/>
                              </a:cubicBezTo>
                              <a:cubicBezTo>
                                <a:pt x="23586" y="151703"/>
                                <a:pt x="24476" y="151703"/>
                                <a:pt x="25277" y="151703"/>
                              </a:cubicBezTo>
                              <a:lnTo>
                                <a:pt x="50644" y="151703"/>
                              </a:lnTo>
                              <a:lnTo>
                                <a:pt x="50644" y="101135"/>
                              </a:lnTo>
                              <a:cubicBezTo>
                                <a:pt x="50644" y="87182"/>
                                <a:pt x="61948" y="75807"/>
                                <a:pt x="75922" y="75807"/>
                              </a:cubicBezTo>
                              <a:lnTo>
                                <a:pt x="101288" y="75807"/>
                              </a:lnTo>
                              <a:lnTo>
                                <a:pt x="101288" y="25239"/>
                              </a:lnTo>
                              <a:cubicBezTo>
                                <a:pt x="101288" y="11287"/>
                                <a:pt x="112592" y="0"/>
                                <a:pt x="126566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C487C"/>
                        </a:solidFill>
                        <a:ln>
                          <a:noFill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plus-18-movie_83580" o:spid="_x0000_s1026" o:spt="100" style="position:absolute;left:0pt;margin-left:382.6pt;margin-top:701.95pt;height:11.35pt;width:11.4pt;z-index:251679744;mso-width-relative:page;mso-height-relative:page;" fillcolor="#1C487C" filled="t" stroked="f" coordsize="607639,606722" o:gfxdata="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" path="m405066,455006l481005,455006c495071,455006,506377,466299,506377,480259c506377,494308,495071,505601,481005,505601l405066,505601c391089,505601,379783,494308,379783,480259c379783,466299,391089,455006,405066,455006xm50644,230265l50644,556154,556995,556154,556995,230265,319796,424003c310539,431646,297100,431646,287754,424003xm96215,202270l303775,371836,511335,202270xm101288,126374l101288,151703,506351,151703,506351,126374,480984,126374,126566,126374xm151932,50568l151932,75807,455707,75807,455707,50568xm126566,0l480984,0c495047,0,506351,11287,506351,25239l506351,75807,531628,75807c545602,75807,556995,87182,556995,101135l556995,151703,582272,151703c582272,151703,582272,151703,582362,151703c583163,151703,583964,151703,584854,151792c585299,151880,585744,151969,586100,151969c586545,152058,586901,152058,587257,152147c587791,152236,588236,152414,588770,152503c589037,152591,589393,152680,589660,152769c590105,152947,590550,153125,590995,153214c591351,153391,591707,153480,591974,153569c592419,153747,592775,153924,593131,154102c593487,154280,593843,154458,594288,154635c594555,154813,594822,154991,595178,155169c595534,155435,595979,155702,596335,155969c596602,156146,596869,156324,597136,156502c597492,156768,597937,157124,598382,157390c598649,157657,598916,157924,599184,158190c599540,158457,599896,158724,600163,159079c600786,159612,601320,160234,601854,160945c602032,161123,602121,161212,602210,161390c602566,161834,603011,162367,603367,162900c603545,163167,603723,163523,603901,163789c604168,164234,604435,164589,604613,165033c604791,165389,604969,165744,605147,166100c605325,166544,605503,166900,605681,167344c605859,167699,605948,168055,606126,168499c606215,168855,606393,169210,606482,169655c606660,170010,606749,170454,606838,170899c606927,171254,607016,171610,607105,172054c607194,172499,607283,173032,607372,173565c607372,173832,607461,174187,607461,174454c607550,175165,607550,175787,607550,176409c607550,176587,607639,176764,607639,176942l607639,177031,607639,581394c607639,595347,596246,606722,582272,606722l25277,606722c11304,606722,0,595347,0,581394l0,177031,0,176942c0,176764,0,176587,0,176409c0,175787,89,175165,89,174454c178,174187,178,173832,267,173476c356,173032,356,172499,445,172054c534,171610,623,171254,712,170899c890,170454,979,170010,1068,169655c1246,169210,1335,168855,1513,168499c1602,168055,1780,167699,1958,167344c2047,166900,2314,166455,2492,166100c2670,165744,2759,165389,2937,165033c3204,164589,3471,164234,3738,163789c3916,163523,4094,163167,4272,162900c4628,162367,4984,161834,5429,161390c5518,161212,5607,161034,5696,160945c5696,160945,5696,160945,5785,160945c6319,160234,6853,159612,7387,159079c7743,158724,8099,158457,8366,158190c8723,157924,8990,157657,9257,157390c9613,157124,10058,156768,10503,156502c10770,156324,10948,156146,11215,155969c11660,155702,12016,155435,12461,155169c12728,154991,13084,154813,13351,154635c13707,154458,14152,154280,14508,154102c14864,153924,15220,153747,15576,153569c15932,153480,16288,153391,16555,153214c17000,153125,17534,152947,17979,152769c18246,152680,18513,152591,18869,152503c19314,152414,19848,152236,20382,152147c20738,152058,21094,152058,21450,151969c21895,151969,22340,151880,22785,151792c23586,151703,24476,151703,25277,151703l50644,151703,50644,101135c50644,87182,61948,75807,75922,75807l101288,75807,101288,25239c101288,11287,112592,0,126566,0xe">
                <v:path o:connectlocs="96513,108100;114607,108100;120652,114099;114607,120120;96513,120120;90489,114099;96513,108100;12066,54706;12066,132131;132713,132131;132713,54706;76196,100734;68562,100734;22924,48055;72379,88340;121833,48055;24133,30023;24133,36041;120646,36041;120646,30023;114602,30023;30156,30023;36200,12013;36200,18010;108579,18010;108579,12013;30156,0;114602,0;120646,5996;120646,18010;126669,18010;132713,24027;132713,36041;138735,36041;138757,36041;139351,36062;139647,36104;139923,36147;140284,36231;140496,36294;140814,36400;141047,36484;141323,36611;141598,36738;141810,36865;142086,37055;142277,37181;142574,37392;142765,37582;142998,37793;143401,38237;143486,38343;143762,38701;143889,38912;144059,39208;144186,39462;144313,39757;144419,40031;144504,40306;144589,40602;144652,40876;144716,41235;144737,41446;144758,41911;144780,42037;144780,42059;144780,138127;138735,144145;6022,144145;0,138127;0,42059;0,42037;0,41911;21,41446;63,41214;106,40876;169,40602;254,40306;360,40031;466,39757;593,39462;699,39208;890,38912;1017,38701;1293,38343;1357,38237;1378,38237;1760,37793;1993,37582;2205,37392;2502,37181;2672,37055;2969,36865;3181,36738;3456,36611;3711,36484;3944,36400;4283,36294;4495,36231;4856,36147;5110,36104;5428,36062;6022,36041;12066,36041;12066,24027;18089,18010;24133,18010;24133,5996;30156,0" o:connectangles="0,0,0,0,0,0,0,0,0,0,0,0,0,0,0,0,0,0,0,0,0,0,0,0,0,0,0,0,0,0,0,0,0,0,0,0,0,0,0,0,0,0,0,0,0,0,0,0,0,0,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2983230</wp:posOffset>
                </wp:positionV>
                <wp:extent cx="7559675" cy="2622550"/>
                <wp:effectExtent l="0" t="0" r="3175" b="6350"/>
                <wp:wrapNone/>
                <wp:docPr id="45" name="组合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9675" cy="2622550"/>
                          <a:chOff x="4945" y="5701"/>
                          <a:chExt cx="11905" cy="4130"/>
                        </a:xfrm>
                      </wpg:grpSpPr>
                      <wps:wsp>
                        <wps:cNvPr id="46" name="梯形 2"/>
                        <wps:cNvSpPr/>
                        <wps:spPr>
                          <a:xfrm>
                            <a:off x="7932" y="5701"/>
                            <a:ext cx="8918" cy="4130"/>
                          </a:xfrm>
                          <a:prstGeom prst="trapezoid">
                            <a:avLst>
                              <a:gd name="adj" fmla="val 0"/>
                            </a:avLst>
                          </a:prstGeom>
                          <a:solidFill>
                            <a:srgbClr val="1C487C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7" name="梯形 3"/>
                        <wps:cNvSpPr/>
                        <wps:spPr>
                          <a:xfrm rot="10800000">
                            <a:off x="4945" y="5701"/>
                            <a:ext cx="2580" cy="4130"/>
                          </a:xfrm>
                          <a:prstGeom prst="trapezoid">
                            <a:avLst>
                              <a:gd name="adj" fmla="val 0"/>
                            </a:avLst>
                          </a:prstGeom>
                          <a:solidFill>
                            <a:srgbClr val="1C487C">
                              <a:alpha val="65000"/>
                            </a:srgbClr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9" name="文本框 6"/>
                        <wps:cNvSpPr txBox="1"/>
                        <wps:spPr>
                          <a:xfrm>
                            <a:off x="5295" y="6764"/>
                            <a:ext cx="10712" cy="2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15B1D32">
                              <w:pPr>
                                <w:pStyle w:val="6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FFFF"/>
                                  <w:kern w:val="24"/>
                                  <w:position w:val="1"/>
                                  <w:sz w:val="144"/>
                                  <w:szCs w:val="144"/>
                                </w:rPr>
                                <w:t>个人简历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50" name="文本框 7"/>
                        <wps:cNvSpPr txBox="1"/>
                        <wps:spPr>
                          <a:xfrm>
                            <a:off x="5295" y="6057"/>
                            <a:ext cx="10712" cy="108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7923AD">
                              <w:pPr>
                                <w:pStyle w:val="6"/>
                                <w:spacing w:before="0" w:beforeAutospacing="0" w:after="0" w:afterAutospacing="0"/>
                                <w:jc w:val="right"/>
                              </w:pPr>
                              <w:r>
                                <w:rPr>
                                  <w:rFonts w:hint="eastAsia" w:ascii="微软雅黑" w:hAnsi="微软雅黑" w:eastAsia="微软雅黑" w:cstheme="minorBidi"/>
                                  <w:b/>
                                  <w:bCs/>
                                  <w:color w:val="FFFFFF"/>
                                  <w:kern w:val="24"/>
                                  <w:sz w:val="48"/>
                                  <w:szCs w:val="48"/>
                                </w:rPr>
                                <w:t>PERSONAL RESUME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pt;margin-top:234.9pt;height:206.5pt;width:595.25pt;z-index:251660288;mso-width-relative:page;mso-height-relative:page;" coordorigin="4945,5701" coordsize="11905,4130" o:gfxdata="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">
                <o:lock v:ext="edit" aspectratio="f"/>
                <v:shape id="梯形 2" o:spid="_x0000_s1026" style="position:absolute;left:7932;top:5701;height:4130;width:8918;v-text-anchor:middle;" fillcolor="#1C487C" filled="t" stroked="f" coordsize="8918,4130" o:gfxdata="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PfI/74A&#10;AADbAAAADwAAAAAAAAABACAAAAAiAAAAZHJzL2Rvd25yZXYueG1sUEsBAhQAFAAAAAgAh07iQDMv&#10;BZ47AAAAOQAAABAAAAAAAAAAAQAgAAAADQEAAGRycy9zaGFwZXhtbC54bWxQSwUGAAAAAAYABgBb&#10;AQAAtwMAAAAA&#10;" path="m0,4130l0,0,8918,0,8918,4130xe">
                  <v:path o:connectlocs="4459,0;0,2065;4459,4130;8918,2065" o:connectangles="247,164,82,0"/>
                  <v:fill on="t" focussize="0,0"/>
                  <v:stroke on="f" weight="1pt" miterlimit="8" joinstyle="miter"/>
                  <v:imagedata o:title=""/>
                  <o:lock v:ext="edit" aspectratio="f"/>
                </v:shape>
                <v:shape id="梯形 3" o:spid="_x0000_s1026" style="position:absolute;left:4945;top:5701;height:4130;width:2580;rotation:11796480f;v-text-anchor:middle;" fillcolor="#1C487C" filled="t" stroked="f" coordsize="2580,4130" o:gfxdata="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V3SOivQAA&#10;ANsAAAAPAAAAAAAAAAEAIAAAACIAAABkcnMvZG93bnJldi54bWxQSwECFAAUAAAACACHTuJAMy8F&#10;njsAAAA5AAAAEAAAAAAAAAABACAAAAAMAQAAZHJzL3NoYXBleG1sLnhtbFBLBQYAAAAABgAGAFsB&#10;AAC2AwAAAAA=&#10;" path="m0,4130l0,0,2580,0,2580,4130xe">
                  <v:path o:connectlocs="1290,0;0,2065;1290,4130;2580,2065" o:connectangles="247,164,82,0"/>
                  <v:fill on="t" opacity="42598f" focussize="0,0"/>
                  <v:stroke on="f" weight="1pt" miterlimit="8" joinstyle="miter"/>
                  <v:imagedata o:title=""/>
                  <o:lock v:ext="edit" aspectratio="f"/>
                </v:shape>
                <v:shape id="文本框 6" o:spid="_x0000_s1026" o:spt="202" type="#_x0000_t202" style="position:absolute;left:5295;top:6764;height:2640;width:10712;" filled="f" stroked="f" coordsize="21600,21600" o:gfxdata="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c5sr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515B1D32">
                        <w:pPr>
                          <w:pStyle w:val="6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FFFF"/>
                            <w:kern w:val="24"/>
                            <w:position w:val="1"/>
                            <w:sz w:val="144"/>
                            <w:szCs w:val="144"/>
                          </w:rPr>
                          <w:t>个人简历</w:t>
                        </w:r>
                      </w:p>
                    </w:txbxContent>
                  </v:textbox>
                </v:shape>
                <v:shape id="文本框 7" o:spid="_x0000_s1026" o:spt="202" type="#_x0000_t202" style="position:absolute;left:5295;top:6057;height:1080;width:10712;" filled="f" stroked="f" coordsize="21600,21600" o:gfxdata="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Q9qN9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 style="mso-fit-shape-to-text:t;">
                    <w:txbxContent>
                      <w:p w14:paraId="457923AD">
                        <w:pPr>
                          <w:pStyle w:val="6"/>
                          <w:spacing w:before="0" w:beforeAutospacing="0" w:after="0" w:afterAutospacing="0"/>
                          <w:jc w:val="right"/>
                        </w:pPr>
                        <w:r>
                          <w:rPr>
                            <w:rFonts w:hint="eastAsia" w:ascii="微软雅黑" w:hAnsi="微软雅黑" w:eastAsia="微软雅黑" w:cstheme="minorBidi"/>
                            <w:b/>
                            <w:bCs/>
                            <w:color w:val="FFFFFF"/>
                            <w:kern w:val="24"/>
                            <w:sz w:val="48"/>
                            <w:szCs w:val="48"/>
                          </w:rPr>
                          <w:t>PERSONAL RESUME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5C7577F">
      <w:pPr>
        <w:adjustRightInd w:val="0"/>
        <w:snapToGrid w:val="0"/>
        <w:rPr>
          <w:rFonts w:hint="eastAsia"/>
          <w:lang w:val="en-US" w:eastAsia="zh-CN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9375140</wp:posOffset>
                </wp:positionV>
                <wp:extent cx="6429375" cy="535940"/>
                <wp:effectExtent l="0" t="0" r="0" b="0"/>
                <wp:wrapNone/>
                <wp:docPr id="1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090F623">
                            <w:pPr>
                              <w:pStyle w:val="10"/>
                              <w:adjustRightInd w:val="0"/>
                              <w:snapToGrid w:val="0"/>
                              <w:ind w:firstLine="0" w:firstLineChars="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热爱教育事业，对生物学科充满热情，立志成为一名优秀的初中生物教师，引导学生探索生命科学的奥秘。​</w:t>
                            </w:r>
                          </w:p>
                          <w:p w14:paraId="6F4A196F">
                            <w:pPr>
                              <w:pStyle w:val="10"/>
                              <w:adjustRightInd w:val="0"/>
                              <w:snapToGrid w:val="0"/>
                              <w:ind w:firstLine="0" w:firstLineChars="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具备扎实的生物科学专业知识，能将理论知识与教学实践有效结合，使课堂内容生动有趣、深入浅出。​</w:t>
                            </w:r>
                          </w:p>
                          <w:p w14:paraId="5453D1AA">
                            <w:pPr>
                              <w:pStyle w:val="10"/>
                              <w:adjustRightInd w:val="0"/>
                              <w:snapToGrid w:val="0"/>
                              <w:ind w:firstLine="0" w:firstLineChars="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拥有良好的沟通能力与团队协作精神，善于与学生建立良好的师生关系，关注学生的个体差异，因材施教。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738.2pt;height:42.2pt;width:506.25pt;mso-position-vertical-relative:page;z-index:251687936;v-text-anchor:middle;mso-width-relative:page;mso-height-relative:page;" filled="f" stroked="f" coordsize="21600,21600" o:gfxdata="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hE7wTtsAAAANAQAADwAAAAAAAAABACAAAAAiAAAAZHJzL2Rvd25yZXYueG1sUEsBAhQA&#10;FAAAAAgAh07iQLGJSzAoAgAALAQAAA4AAAAAAAAAAQAgAAAAKgEAAGRycy9lMm9Eb2MueG1sUEsF&#10;BgAAAAAGAAYAWQEAAMQ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2090F623">
                      <w:pPr>
                        <w:pStyle w:val="10"/>
                        <w:adjustRightInd w:val="0"/>
                        <w:snapToGrid w:val="0"/>
                        <w:ind w:firstLine="0" w:firstLineChars="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热爱教育事业，对生物学科充满热情，立志成为一名优秀的初中生物教师，引导学生探索生命科学的奥秘。​</w:t>
                      </w:r>
                    </w:p>
                    <w:p w14:paraId="6F4A196F">
                      <w:pPr>
                        <w:pStyle w:val="10"/>
                        <w:adjustRightInd w:val="0"/>
                        <w:snapToGrid w:val="0"/>
                        <w:ind w:firstLine="0" w:firstLineChars="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具备扎实的生物科学专业知识，能将理论知识与教学实践有效结合，使课堂内容生动有趣、深入浅出。​</w:t>
                      </w:r>
                    </w:p>
                    <w:p w14:paraId="5453D1AA">
                      <w:pPr>
                        <w:pStyle w:val="10"/>
                        <w:adjustRightInd w:val="0"/>
                        <w:snapToGrid w:val="0"/>
                        <w:ind w:firstLine="0" w:firstLineChars="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拥有良好的沟通能力与团队协作精神，善于与学生建立良好的师生关系，关注学生的个体差异，因材施教。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2609215</wp:posOffset>
                </wp:positionH>
                <wp:positionV relativeFrom="paragraph">
                  <wp:posOffset>1276350</wp:posOffset>
                </wp:positionV>
                <wp:extent cx="2229485" cy="1146810"/>
                <wp:effectExtent l="0" t="0" r="0" b="0"/>
                <wp:wrapNone/>
                <wp:docPr id="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9485" cy="1146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71BC8D84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default" w:ascii="微软雅黑" w:hAnsi="微软雅黑" w:eastAsia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求职意向：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初中生物老师</w:t>
                            </w:r>
                          </w:p>
                          <w:p w14:paraId="698DF5EA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出生年月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2003.09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</w:p>
                          <w:p w14:paraId="062000AE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电子邮箱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你的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邮箱@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163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.com</w:t>
                            </w:r>
                          </w:p>
                          <w:p w14:paraId="14C6D18E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default" w:ascii="微软雅黑" w:hAnsi="微软雅黑" w:eastAsia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联系方式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：XXX-XXXX-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6655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05.45pt;margin-top:100.5pt;height:90.3pt;width:175.55pt;z-index:251683840;v-text-anchor:middle;mso-width-relative:page;mso-height-relative:page;" filled="f" stroked="f" coordsize="21600,21600" o:gfxdata="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DXDPR62wAAAAsBAAAPAAAAAAAAAAEAIAAAACIAAABkcnMvZG93bnJldi54bWxQSwECFAAU&#10;AAAACACHTuJAbSlA7ycCAAAsBAAADgAAAAAAAAABACAAAAAqAQAAZHJzL2Uyb0RvYy54bWxQSwUG&#10;AAAAAAYABgBZAQAAw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71BC8D84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default" w:ascii="微软雅黑" w:hAnsi="微软雅黑" w:eastAsia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求职意向：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初中生物老师</w:t>
                      </w:r>
                    </w:p>
                    <w:p w14:paraId="698DF5EA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出生年月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2003.09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</w:p>
                    <w:p w14:paraId="062000AE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电子邮箱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你的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邮箱@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163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.com</w:t>
                      </w:r>
                    </w:p>
                    <w:p w14:paraId="14C6D18E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default" w:ascii="微软雅黑" w:hAnsi="微软雅黑" w:eastAsia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联系方式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：XXX-XXXX-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6655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190500</wp:posOffset>
                </wp:positionH>
                <wp:positionV relativeFrom="paragraph">
                  <wp:posOffset>1276350</wp:posOffset>
                </wp:positionV>
                <wp:extent cx="2229485" cy="114681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9485" cy="11468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9C87736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姓    名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徐念初</w:t>
                            </w:r>
                          </w:p>
                          <w:p w14:paraId="6A920A70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民    族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：汉  族</w:t>
                            </w:r>
                          </w:p>
                          <w:p w14:paraId="7FA750E3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性    别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：女</w:t>
                            </w:r>
                          </w:p>
                          <w:p w14:paraId="50D70B60">
                            <w:pPr>
                              <w:adjustRightInd w:val="0"/>
                              <w:snapToGrid w:val="0"/>
                              <w:spacing w:line="288" w:lineRule="auto"/>
                              <w:rPr>
                                <w:rFonts w:hint="eastAsia" w:ascii="微软雅黑" w:hAnsi="微软雅黑" w:eastAsia="微软雅黑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政治面貌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中共党员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pt;margin-top:100.5pt;height:90.3pt;width:175.55pt;z-index:251682816;v-text-anchor:middle;mso-width-relative:page;mso-height-relative:page;" filled="f" stroked="f" coordsize="21600,21600" o:gfxdata="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AHE7gv2QAAAAoBAAAPAAAAAAAAAAEAIAAAACIAAABkcnMvZG93bnJldi54bWxQSwECFAAUAAAA&#10;CACHTuJAsGQQjiYCAAAsBAAADgAAAAAAAAABACAAAAAoAQAAZHJzL2Uyb0RvYy54bWxQSwUGAAAA&#10;AAYABgBZAQAAwA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09C87736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姓    名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eastAsia="zh-CN"/>
                        </w:rPr>
                        <w:t>徐念初</w:t>
                      </w:r>
                    </w:p>
                    <w:p w14:paraId="6A920A70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民    族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：汉  族</w:t>
                      </w:r>
                    </w:p>
                    <w:p w14:paraId="7FA750E3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性    别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：女</w:t>
                      </w:r>
                    </w:p>
                    <w:p w14:paraId="50D70B60">
                      <w:pPr>
                        <w:adjustRightInd w:val="0"/>
                        <w:snapToGrid w:val="0"/>
                        <w:spacing w:line="288" w:lineRule="auto"/>
                        <w:rPr>
                          <w:rFonts w:hint="eastAsia" w:ascii="微软雅黑" w:hAnsi="微软雅黑" w:eastAsia="微软雅黑"/>
                          <w:color w:val="41414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</w:rPr>
                        <w:t>政治面貌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</w:rPr>
                        <w:t>：</w:t>
                      </w:r>
                      <w:r>
                        <w:rPr>
                          <w:rFonts w:hint="eastAsia" w:ascii="微软雅黑" w:hAnsi="微软雅黑"/>
                          <w:color w:val="414141"/>
                          <w:sz w:val="20"/>
                          <w:szCs w:val="20"/>
                          <w:lang w:val="en-US" w:eastAsia="zh-CN"/>
                        </w:rPr>
                        <w:t>中共党员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5365115</wp:posOffset>
            </wp:positionH>
            <wp:positionV relativeFrom="paragraph">
              <wp:posOffset>1299210</wp:posOffset>
            </wp:positionV>
            <wp:extent cx="855345" cy="1144905"/>
            <wp:effectExtent l="9525" t="9525" r="11430" b="26670"/>
            <wp:wrapNone/>
            <wp:docPr id="24" name="图片 24" descr="E:/01证件照/新6/9d91799204498fc4db5c9c630c602fb.jpg9d91799204498fc4db5c9c630c602fb"/>
            <wp:cNvGraphicFramePr>
              <a:graphicFrameLocks xmlns:a="http://schemas.openxmlformats.org/drawingml/2006/main" noChangeAspect="1"/>
              <a:extLst xmlns:a="http://schemas.openxmlformats.org/drawingml/2006/main">
                <a:ext uri="{7FBC4E63-A832-4D11-8238-D91031DB1400}">
                  <s:tag xmlns="http://www.wps.cn/officeDocument/2013/wpsCustomData" xmlns:s="http://www.wps.cn/officeDocument/2013/wpsCustomData">
                    <s:item s:name="picid" s:val="{21761e4c-46bc-4478-aefd-feabae09c33b}"/>
                  </s:tag>
                </a:ext>
              </a:extLst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E:/01证件照/新6/9d91799204498fc4db5c9c630c602fb.jpg9d91799204498fc4db5c9c630c602fb"/>
                    <pic:cNvPicPr>
                      <a:picLocks noChangeAspect="1"/>
                    </pic:cNvPicPr>
                  </pic:nvPicPr>
                  <pic:blipFill>
                    <a:blip r:embed="rId4"/>
                    <a:srcRect l="222" r="222"/>
                    <a:stretch>
                      <a:fillRect/>
                    </a:stretch>
                  </pic:blipFill>
                  <pic:spPr>
                    <a:xfrm>
                      <a:off x="0" y="0"/>
                      <a:ext cx="855345" cy="114490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3134360</wp:posOffset>
                </wp:positionV>
                <wp:extent cx="6429375" cy="982345"/>
                <wp:effectExtent l="0" t="0" r="0" b="0"/>
                <wp:wrapNone/>
                <wp:docPr id="2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98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980F9D3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2021.09-2025.07                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北京师范大学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生物科学 / 本科</w:t>
                            </w:r>
                          </w:p>
                          <w:p w14:paraId="13FCFA28">
                            <w:pPr>
                              <w:adjustRightInd w:val="0"/>
                              <w:snapToGrid w:val="0"/>
                              <w:spacing w:after="62" w:afterLines="2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学业成绩：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专业课程平均绩点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3.66 / 4.0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，在班级中排名前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%。曾多次获得学校奖学金，如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2022年国家励志奖学金，2022-2024年校优秀二等奖学金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6B159696">
                            <w:pPr>
                              <w:adjustRightInd w:val="0"/>
                              <w:snapToGrid w:val="0"/>
                              <w:spacing w:after="62" w:afterLines="20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主修课程：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细胞生物学、遗传学、生物化学、分子生物学、生态学、植物学、动物学、微生物学、人体解剖生理学、生物统计学等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246.8pt;height:77.35pt;width:506.25pt;mso-position-vertical-relative:page;z-index:251680768;v-text-anchor:middle;mso-width-relative:page;mso-height-relative:page;" filled="f" stroked="f" coordsize="21600,21600" o:gfxdata="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QQ8A8twAAAALAQAADwAAAAAAAAABACAAAAAiAAAAZHJzL2Rvd25yZXYueG1sUEsBAhQAFAAA&#10;AAgAh07iQDEOwT8kAgAALAQAAA4AAAAAAAAAAQAgAAAAKwEAAGRycy9lMm9Eb2MueG1sUEsFBgAA&#10;AAAGAAYAWQEAAME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6980F9D3">
                      <w:pPr>
                        <w:adjustRightInd w:val="0"/>
                        <w:snapToGrid w:val="0"/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2021.09-2025.07                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北京师范大学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生物科学 / 本科</w:t>
                      </w:r>
                    </w:p>
                    <w:p w14:paraId="13FCFA28">
                      <w:pPr>
                        <w:adjustRightInd w:val="0"/>
                        <w:snapToGrid w:val="0"/>
                        <w:spacing w:after="62" w:afterLines="2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学业成绩：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专业课程平均绩点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3.66 / 4.0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，在班级中排名前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%。曾多次获得学校奖学金，如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2022年国家励志奖学金，2022-2024年校优秀二等奖学金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。</w:t>
                      </w:r>
                    </w:p>
                    <w:p w14:paraId="6B159696">
                      <w:pPr>
                        <w:adjustRightInd w:val="0"/>
                        <w:snapToGrid w:val="0"/>
                        <w:spacing w:after="62" w:afterLines="20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  <w:lang w:val="en-US" w:eastAsia="zh-CN"/>
                        </w:rPr>
                        <w:t>主修课程：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细胞生物学、遗传学、生物化学、分子生物学、生态学、植物学、动物学、微生物学、人体解剖生理学、生物统计学等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8367395</wp:posOffset>
                </wp:positionV>
                <wp:extent cx="6429375" cy="753745"/>
                <wp:effectExtent l="0" t="0" r="0" b="0"/>
                <wp:wrapNone/>
                <wp:docPr id="1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7537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0CE97DB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证书：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拥有高级中学教师资格证（生物学科）；普通话水平测试二级甲等证书。</w:t>
                            </w:r>
                          </w:p>
                          <w:p w14:paraId="4DA44E02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专业技能：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熟练掌握显微镜等生物实验仪器的操作；能够运用绘图软件绘制生物教学插图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。</w:t>
                            </w:r>
                          </w:p>
                          <w:p w14:paraId="516AA09F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语言能力：</w:t>
                            </w:r>
                            <w:r>
                              <w:rPr>
                                <w:rFonts w:hint="eastAsia" w:ascii="微软雅黑" w:hAnsi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通过大学英语四级考试，具备一定的英语读写能力，能够阅读生物学科相关英文文献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658.85pt;height:59.35pt;width:506.25pt;mso-position-vertical-relative:page;z-index:251686912;v-text-anchor:middle;mso-width-relative:page;mso-height-relative:page;" filled="f" stroked="f" coordsize="21600,21600" o:gfxdata="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iVWIA3AAAAA0BAAAPAAAAAAAAAAEAIAAAACIAAABkcnMvZG93bnJldi54bWxQSwECFAAU&#10;AAAACACHTuJAwLG1eSYCAAAsBAAADgAAAAAAAAABACAAAAArAQAAZHJzL2Uyb0RvYy54bWxQSwUG&#10;AAAAAAYABgBZAQAAwwUAAAAA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20CE97DB">
                      <w:pPr>
                        <w:adjustRightInd w:val="0"/>
                        <w:snapToGrid w:val="0"/>
                        <w:spacing w:line="320" w:lineRule="exact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证书：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拥有高级中学教师资格证（生物学科）；普通话水平测试二级甲等证书。</w:t>
                      </w:r>
                    </w:p>
                    <w:p w14:paraId="4DA44E02">
                      <w:pPr>
                        <w:adjustRightInd w:val="0"/>
                        <w:snapToGrid w:val="0"/>
                        <w:spacing w:line="320" w:lineRule="exact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专业技能：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熟练掌握显微镜等生物实验仪器的操作；能够运用绘图软件绘制生物教学插图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  <w:t>。</w:t>
                      </w:r>
                    </w:p>
                    <w:p w14:paraId="516AA09F">
                      <w:pPr>
                        <w:adjustRightInd w:val="0"/>
                        <w:snapToGrid w:val="0"/>
                        <w:spacing w:line="320" w:lineRule="exact"/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 w:val="20"/>
                          <w:szCs w:val="20"/>
                          <w:lang w:eastAsia="zh-CN"/>
                        </w:rPr>
                        <w:t>语言能力：</w:t>
                      </w:r>
                      <w:r>
                        <w:rPr>
                          <w:rFonts w:hint="eastAsia" w:ascii="微软雅黑" w:hAnsi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  <w:t>通过大学英语四级考试，具备一定的英语读写能力，能够阅读生物学科相关英文文献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193040</wp:posOffset>
                </wp:positionH>
                <wp:positionV relativeFrom="page">
                  <wp:posOffset>6874510</wp:posOffset>
                </wp:positionV>
                <wp:extent cx="6429375" cy="1200150"/>
                <wp:effectExtent l="0" t="0" r="0" b="0"/>
                <wp:wrapNone/>
                <wp:docPr id="4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200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64184D1F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22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09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-20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23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06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生物科普社团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 xml:space="preserve">                        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负责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>人</w:t>
                            </w:r>
                          </w:p>
                          <w:p w14:paraId="051C24A5">
                            <w:pPr>
                              <w:pStyle w:val="15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after="62" w:afterLines="20"/>
                              <w:ind w:left="227" w:hanging="227" w:firstLineChars="0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策划并举办多场大型生物科普活动。其中 “奇妙的微生物世界” 主题展览，通过实物展示、科普视频播放以及趣味互动游戏，吸引超 [X] 人次师生参与，有效提升了同学们对生物学科的兴趣。</w:t>
                            </w:r>
                          </w:p>
                          <w:p w14:paraId="1685A9F3">
                            <w:pPr>
                              <w:pStyle w:val="15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spacing w:after="62" w:afterLines="20"/>
                              <w:ind w:left="227" w:hanging="227" w:firstLineChars="0"/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带领社团成员走进周边 [X] 所中小学，开展生物科普讲座 [X] 场，累计覆盖学生达 [X] 人。针对中小学生特点，精心设计教学内容与方式，如利用卡通图片、小故事讲解生物知识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2pt;margin-top:541.3pt;height:94.5pt;width:506.25pt;mso-position-vertical-relative:page;z-index:251685888;v-text-anchor:middle;mso-width-relative:page;mso-height-relative:page;" filled="f" stroked="f" coordsize="21600,21600" o:gfxdata="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1PaCOdsAAAANAQAADwAAAAAAAAABACAAAAAiAAAAZHJzL2Rvd25yZXYueG1sUEsBAhQA&#10;FAAAAAgAh07iQLKHO0ooAgAALQQAAA4AAAAAAAAAAQAgAAAAKgEAAGRycy9lMm9Eb2MueG1sUEsF&#10;BgAAAAAGAAYAWQEAAMQFAAAAAA=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64184D1F">
                      <w:pPr>
                        <w:adjustRightInd w:val="0"/>
                        <w:snapToGrid w:val="0"/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20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22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.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09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-20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23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.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06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 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生物科普社团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 xml:space="preserve">                        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负责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>人</w:t>
                      </w:r>
                    </w:p>
                    <w:p w14:paraId="051C24A5">
                      <w:pPr>
                        <w:pStyle w:val="15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after="62" w:afterLines="20"/>
                        <w:ind w:left="227" w:hanging="227" w:firstLineChars="0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策划并举办多场大型生物科普活动。其中 “奇妙的微生物世界” 主题展览，通过实物展示、科普视频播放以及趣味互动游戏，吸引超 [X] 人次师生参与，有效提升了同学们对生物学科的兴趣。</w:t>
                      </w:r>
                    </w:p>
                    <w:p w14:paraId="1685A9F3">
                      <w:pPr>
                        <w:pStyle w:val="15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spacing w:after="62" w:afterLines="20"/>
                        <w:ind w:left="227" w:hanging="227" w:firstLineChars="0"/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带领社团成员走进周边 [X] 所中小学，开展生物科普讲座 [X] 场，累计覆盖学生达 [X] 人。针对中小学生特点，精心设计教学内容与方式，如利用卡通图片、小故事讲解生物知识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微软雅黑" w:hAnsi="微软雅黑"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196850</wp:posOffset>
                </wp:positionH>
                <wp:positionV relativeFrom="page">
                  <wp:posOffset>4688205</wp:posOffset>
                </wp:positionV>
                <wp:extent cx="6429375" cy="1985645"/>
                <wp:effectExtent l="0" t="0" r="0" b="0"/>
                <wp:wrapNone/>
                <wp:docPr id="36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19856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1DC687F">
                            <w:pPr>
                              <w:adjustRightInd w:val="0"/>
                              <w:snapToGrid w:val="0"/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2024.10-2024.12        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     北京师范大学附属实验中学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              实习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  <w:lang w:val="en-US" w:eastAsia="zh-CN"/>
                              </w:rPr>
                              <w:t>生物</w:t>
                            </w:r>
                            <w:r>
                              <w:rPr>
                                <w:rFonts w:hint="eastAsia"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教师</w:t>
                            </w:r>
                          </w:p>
                          <w:p w14:paraId="6A51641F">
                            <w:pPr>
                              <w:pStyle w:val="1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after="62" w:afterLines="20"/>
                              <w:ind w:left="227" w:hanging="227" w:firstLineChars="0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日常教学协助：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 xml:space="preserve">协助主讲教师进行日常教学工作，包括备课、制作教学课件、批改作业等。制作精美教学课件 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个，运用动画、视频等多媒体元素，将抽象生物知识直观呈现，如在 “细胞呼吸” 课件中，通过动态演示让学生清晰理解呼吸过程。​</w:t>
                            </w:r>
                          </w:p>
                          <w:p w14:paraId="1CFAD199">
                            <w:pPr>
                              <w:pStyle w:val="1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after="62" w:afterLines="20"/>
                              <w:ind w:left="227" w:hanging="227" w:firstLineChars="0"/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实验教学指导：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组织并指导学生开展 “观察植物细胞”“探究种子萌发的环境条件”“绿叶在光下制造有机物” 等生物实验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 xml:space="preserve"> 次。实验前详细讲解原理与步骤，演示规范操作，确保学生安全与实验顺利进行。​</w:t>
                            </w:r>
                          </w:p>
                          <w:p w14:paraId="18FD42FA">
                            <w:pPr>
                              <w:pStyle w:val="15"/>
                              <w:numPr>
                                <w:ilvl w:val="0"/>
                                <w:numId w:val="2"/>
                              </w:numPr>
                              <w:adjustRightInd w:val="0"/>
                              <w:snapToGrid w:val="0"/>
                              <w:spacing w:after="62" w:afterLines="20"/>
                              <w:ind w:left="227" w:hanging="227" w:firstLineChars="0"/>
                              <w:rPr>
                                <w:rFonts w:hint="default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课外拓展活动参与：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参与设计并实施校园植物调查、生物标本制作大赛、生物知识竞赛等生物课外拓展活动。在校园植物调查中，带领学生识别校园植物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种，制作植物挂牌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val="en-US" w:eastAsia="zh-CN"/>
                              </w:rPr>
                              <w:t>10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</w:rPr>
                              <w:t>个，增强学生对校园植物的认识</w:t>
                            </w:r>
                            <w:r>
                              <w:rPr>
                                <w:rFonts w:hint="eastAsia" w:ascii="微软雅黑" w:hAnsi="微软雅黑" w:eastAsia="微软雅黑"/>
                                <w:b w:val="0"/>
                                <w:bCs w:val="0"/>
                                <w:color w:val="414141"/>
                                <w:sz w:val="20"/>
                                <w:szCs w:val="20"/>
                                <w:lang w:eastAsia="zh-CN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15.5pt;margin-top:369.15pt;height:156.35pt;width:506.25pt;mso-position-vertical-relative:page;z-index:251684864;v-text-anchor:middle;mso-width-relative:page;mso-height-relative:page;" filled="f" stroked="f" coordsize="21600,21600" o:gfxdata="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H2Xf99kAAAAMAQAADwAAAAAAAAABACAAAAAiAAAAZHJzL2Rvd25yZXYueG1sUEsBAhQAFAAA&#10;AAgAh07iQCdIFxInAgAALQQAAA4AAAAAAAAAAQAgAAAAKAEAAGRycy9lMm9Eb2MueG1sUEsFBgAA&#10;AAAGAAYAWQEAAMEFAAAAAA==&#10;">
                <v:fill on="f" focussize="0,0"/>
                <v:stroke on="f" miterlimit="8" joinstyle="miter"/>
                <v:imagedata o:title=""/>
                <o:lock v:ext="edit" aspectratio="f"/>
                <v:textbox>
                  <w:txbxContent>
                    <w:p w14:paraId="31DC687F">
                      <w:pPr>
                        <w:adjustRightInd w:val="0"/>
                        <w:snapToGrid w:val="0"/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</w:pP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2024.10-2024.12        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     北京师范大学附属实验中学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               实习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  <w:lang w:val="en-US" w:eastAsia="zh-CN"/>
                        </w:rPr>
                        <w:t>生物</w:t>
                      </w:r>
                      <w:r>
                        <w:rPr>
                          <w:rFonts w:hint="eastAsia" w:ascii="微软雅黑" w:hAnsi="微软雅黑"/>
                          <w:b/>
                          <w:bCs/>
                          <w:color w:val="414141"/>
                          <w:szCs w:val="21"/>
                        </w:rPr>
                        <w:t>教师</w:t>
                      </w:r>
                    </w:p>
                    <w:p w14:paraId="6A51641F">
                      <w:pPr>
                        <w:pStyle w:val="1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after="62" w:afterLines="20"/>
                        <w:ind w:left="227" w:hanging="227" w:firstLineChars="0"/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日常教学协助：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 xml:space="preserve">协助主讲教师进行日常教学工作，包括备课、制作教学课件、批改作业等。制作精美教学课件 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个，运用动画、视频等多媒体元素，将抽象生物知识直观呈现，如在 “细胞呼吸” 课件中，通过动态演示让学生清晰理解呼吸过程。​</w:t>
                      </w:r>
                    </w:p>
                    <w:p w14:paraId="1CFAD199">
                      <w:pPr>
                        <w:pStyle w:val="1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after="62" w:afterLines="20"/>
                        <w:ind w:left="227" w:hanging="227" w:firstLineChars="0"/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实验教学指导：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组织并指导学生开展 “观察植物细胞”“探究种子萌发的环境条件”“绿叶在光下制造有机物” 等生物实验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 xml:space="preserve"> 次。实验前详细讲解原理与步骤，演示规范操作，确保学生安全与实验顺利进行。​</w:t>
                      </w:r>
                    </w:p>
                    <w:p w14:paraId="18FD42FA">
                      <w:pPr>
                        <w:pStyle w:val="15"/>
                        <w:numPr>
                          <w:ilvl w:val="0"/>
                          <w:numId w:val="2"/>
                        </w:numPr>
                        <w:adjustRightInd w:val="0"/>
                        <w:snapToGrid w:val="0"/>
                        <w:spacing w:after="62" w:afterLines="20"/>
                        <w:ind w:left="227" w:hanging="227" w:firstLineChars="0"/>
                        <w:rPr>
                          <w:rFonts w:hint="default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hint="eastAsia" w:ascii="微软雅黑" w:hAnsi="微软雅黑" w:eastAsia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课外拓展活动参与：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参与设计并实施校园植物调查、生物标本制作大赛、生物知识竞赛等生物课外拓展活动。在校园植物调查中，带领学生识别校园植物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种，制作植物挂牌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val="en-US" w:eastAsia="zh-CN"/>
                        </w:rPr>
                        <w:t>10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</w:rPr>
                        <w:t>个，增强学生对校园植物的认识</w:t>
                      </w:r>
                      <w:r>
                        <w:rPr>
                          <w:rFonts w:hint="eastAsia" w:ascii="微软雅黑" w:hAnsi="微软雅黑" w:eastAsia="微软雅黑"/>
                          <w:b w:val="0"/>
                          <w:bCs w:val="0"/>
                          <w:color w:val="414141"/>
                          <w:sz w:val="20"/>
                          <w:szCs w:val="20"/>
                          <w:lang w:eastAsia="zh-CN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/>
          <w:szCs w:val="21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66675</wp:posOffset>
                </wp:positionH>
                <wp:positionV relativeFrom="page">
                  <wp:posOffset>1170940</wp:posOffset>
                </wp:positionV>
                <wp:extent cx="0" cy="8991600"/>
                <wp:effectExtent l="4445" t="0" r="14605" b="0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9160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1C487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.25pt;margin-top:92.2pt;height:708pt;width:0pt;mso-position-vertical-relative:page;z-index:-251657216;mso-width-relative:page;mso-height-relative:page;" filled="f" stroked="t" coordsize="21600,21600" o:gfxdata="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IIFepdkAAAAKAQAADwAA&#10;AAAAAAABACAAAAAiAAAAZHJzL2Rvd25yZXYueG1sUEsBAhQAFAAAAAgAh07iQLBeYaTcAQAAnAMA&#10;AA4AAAAAAAAAAQAgAAAAKAEAAGRycy9lMm9Eb2MueG1sUEsFBgAAAAAGAAYAWQEAAHYFAAAAAA==&#10;">
                <v:fill on="f" focussize="0,0"/>
                <v:stroke color="#1C487C [3204]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ge">
                  <wp:posOffset>409575</wp:posOffset>
                </wp:positionV>
                <wp:extent cx="281305" cy="287655"/>
                <wp:effectExtent l="0" t="0" r="4445" b="17145"/>
                <wp:wrapNone/>
                <wp:docPr id="10" name="Freeform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1305" cy="287655"/>
                        </a:xfrm>
                        <a:custGeom>
                          <a:avLst/>
                          <a:gdLst>
                            <a:gd name="T0" fmla="*/ 0 w 192"/>
                            <a:gd name="T1" fmla="*/ 98 h 196"/>
                            <a:gd name="T2" fmla="*/ 96 w 192"/>
                            <a:gd name="T3" fmla="*/ 0 h 196"/>
                            <a:gd name="T4" fmla="*/ 192 w 192"/>
                            <a:gd name="T5" fmla="*/ 98 h 196"/>
                            <a:gd name="T6" fmla="*/ 96 w 192"/>
                            <a:gd name="T7" fmla="*/ 196 h 196"/>
                            <a:gd name="T8" fmla="*/ 0 w 192"/>
                            <a:gd name="T9" fmla="*/ 98 h 196"/>
                            <a:gd name="T10" fmla="*/ 167 w 192"/>
                            <a:gd name="T11" fmla="*/ 69 h 196"/>
                            <a:gd name="T12" fmla="*/ 167 w 192"/>
                            <a:gd name="T13" fmla="*/ 69 h 196"/>
                            <a:gd name="T14" fmla="*/ 168 w 192"/>
                            <a:gd name="T15" fmla="*/ 74 h 196"/>
                            <a:gd name="T16" fmla="*/ 101 w 192"/>
                            <a:gd name="T17" fmla="*/ 97 h 196"/>
                            <a:gd name="T18" fmla="*/ 94 w 192"/>
                            <a:gd name="T19" fmla="*/ 97 h 196"/>
                            <a:gd name="T20" fmla="*/ 59 w 192"/>
                            <a:gd name="T21" fmla="*/ 86 h 196"/>
                            <a:gd name="T22" fmla="*/ 98 w 192"/>
                            <a:gd name="T23" fmla="*/ 70 h 196"/>
                            <a:gd name="T24" fmla="*/ 99 w 192"/>
                            <a:gd name="T25" fmla="*/ 65 h 196"/>
                            <a:gd name="T26" fmla="*/ 99 w 192"/>
                            <a:gd name="T27" fmla="*/ 65 h 196"/>
                            <a:gd name="T28" fmla="*/ 95 w 192"/>
                            <a:gd name="T29" fmla="*/ 63 h 196"/>
                            <a:gd name="T30" fmla="*/ 49 w 192"/>
                            <a:gd name="T31" fmla="*/ 82 h 196"/>
                            <a:gd name="T32" fmla="*/ 49 w 192"/>
                            <a:gd name="T33" fmla="*/ 83 h 196"/>
                            <a:gd name="T34" fmla="*/ 40 w 192"/>
                            <a:gd name="T35" fmla="*/ 103 h 196"/>
                            <a:gd name="T36" fmla="*/ 44 w 192"/>
                            <a:gd name="T37" fmla="*/ 109 h 196"/>
                            <a:gd name="T38" fmla="*/ 41 w 192"/>
                            <a:gd name="T39" fmla="*/ 115 h 196"/>
                            <a:gd name="T40" fmla="*/ 31 w 192"/>
                            <a:gd name="T41" fmla="*/ 152 h 196"/>
                            <a:gd name="T42" fmla="*/ 20 w 192"/>
                            <a:gd name="T43" fmla="*/ 146 h 196"/>
                            <a:gd name="T44" fmla="*/ 34 w 192"/>
                            <a:gd name="T45" fmla="*/ 116 h 196"/>
                            <a:gd name="T46" fmla="*/ 29 w 192"/>
                            <a:gd name="T47" fmla="*/ 109 h 196"/>
                            <a:gd name="T48" fmla="*/ 34 w 192"/>
                            <a:gd name="T49" fmla="*/ 102 h 196"/>
                            <a:gd name="T50" fmla="*/ 42 w 192"/>
                            <a:gd name="T51" fmla="*/ 80 h 196"/>
                            <a:gd name="T52" fmla="*/ 26 w 192"/>
                            <a:gd name="T53" fmla="*/ 74 h 196"/>
                            <a:gd name="T54" fmla="*/ 26 w 192"/>
                            <a:gd name="T55" fmla="*/ 69 h 196"/>
                            <a:gd name="T56" fmla="*/ 93 w 192"/>
                            <a:gd name="T57" fmla="*/ 45 h 196"/>
                            <a:gd name="T58" fmla="*/ 101 w 192"/>
                            <a:gd name="T59" fmla="*/ 45 h 196"/>
                            <a:gd name="T60" fmla="*/ 167 w 192"/>
                            <a:gd name="T61" fmla="*/ 69 h 196"/>
                            <a:gd name="T62" fmla="*/ 94 w 192"/>
                            <a:gd name="T63" fmla="*/ 106 h 196"/>
                            <a:gd name="T64" fmla="*/ 94 w 192"/>
                            <a:gd name="T65" fmla="*/ 106 h 196"/>
                            <a:gd name="T66" fmla="*/ 101 w 192"/>
                            <a:gd name="T67" fmla="*/ 106 h 196"/>
                            <a:gd name="T68" fmla="*/ 144 w 192"/>
                            <a:gd name="T69" fmla="*/ 92 h 196"/>
                            <a:gd name="T70" fmla="*/ 144 w 192"/>
                            <a:gd name="T71" fmla="*/ 115 h 196"/>
                            <a:gd name="T72" fmla="*/ 140 w 192"/>
                            <a:gd name="T73" fmla="*/ 121 h 196"/>
                            <a:gd name="T74" fmla="*/ 55 w 192"/>
                            <a:gd name="T75" fmla="*/ 123 h 196"/>
                            <a:gd name="T76" fmla="*/ 52 w 192"/>
                            <a:gd name="T77" fmla="*/ 119 h 196"/>
                            <a:gd name="T78" fmla="*/ 55 w 192"/>
                            <a:gd name="T79" fmla="*/ 111 h 196"/>
                            <a:gd name="T80" fmla="*/ 51 w 192"/>
                            <a:gd name="T81" fmla="*/ 103 h 196"/>
                            <a:gd name="T82" fmla="*/ 51 w 192"/>
                            <a:gd name="T83" fmla="*/ 92 h 196"/>
                            <a:gd name="T84" fmla="*/ 94 w 192"/>
                            <a:gd name="T85" fmla="*/ 106 h 196"/>
                            <a:gd name="T86" fmla="*/ 94 w 192"/>
                            <a:gd name="T87" fmla="*/ 106 h 196"/>
                            <a:gd name="T88" fmla="*/ 94 w 192"/>
                            <a:gd name="T89" fmla="*/ 106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</a:cxnLst>
                          <a:rect l="0" t="0" r="r" b="b"/>
                          <a:pathLst>
                            <a:path w="192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2" y="44"/>
                                <a:pt x="192" y="98"/>
                              </a:cubicBezTo>
                              <a:cubicBezTo>
                                <a:pt x="192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167" y="69"/>
                              </a:moveTo>
                              <a:cubicBezTo>
                                <a:pt x="167" y="69"/>
                                <a:pt x="167" y="69"/>
                                <a:pt x="167" y="69"/>
                              </a:cubicBezTo>
                              <a:cubicBezTo>
                                <a:pt x="172" y="70"/>
                                <a:pt x="172" y="73"/>
                                <a:pt x="168" y="74"/>
                              </a:cubicBezTo>
                              <a:cubicBezTo>
                                <a:pt x="168" y="74"/>
                                <a:pt x="168" y="74"/>
                                <a:pt x="101" y="97"/>
                              </a:cubicBezTo>
                              <a:cubicBezTo>
                                <a:pt x="97" y="99"/>
                                <a:pt x="98" y="99"/>
                                <a:pt x="94" y="97"/>
                              </a:cubicBezTo>
                              <a:cubicBezTo>
                                <a:pt x="94" y="97"/>
                                <a:pt x="94" y="97"/>
                                <a:pt x="59" y="86"/>
                              </a:cubicBezTo>
                              <a:cubicBezTo>
                                <a:pt x="59" y="86"/>
                                <a:pt x="59" y="86"/>
                                <a:pt x="98" y="70"/>
                              </a:cubicBezTo>
                              <a:cubicBezTo>
                                <a:pt x="99" y="69"/>
                                <a:pt x="100" y="67"/>
                                <a:pt x="99" y="65"/>
                              </a:cubicBezTo>
                              <a:cubicBezTo>
                                <a:pt x="99" y="65"/>
                                <a:pt x="99" y="65"/>
                                <a:pt x="99" y="65"/>
                              </a:cubicBezTo>
                              <a:cubicBezTo>
                                <a:pt x="99" y="63"/>
                                <a:pt x="97" y="63"/>
                                <a:pt x="95" y="63"/>
                              </a:cubicBezTo>
                              <a:cubicBezTo>
                                <a:pt x="95" y="63"/>
                                <a:pt x="95" y="63"/>
                                <a:pt x="49" y="82"/>
                              </a:cubicBezTo>
                              <a:cubicBezTo>
                                <a:pt x="49" y="82"/>
                                <a:pt x="49" y="82"/>
                                <a:pt x="49" y="83"/>
                              </a:cubicBezTo>
                              <a:cubicBezTo>
                                <a:pt x="43" y="87"/>
                                <a:pt x="41" y="94"/>
                                <a:pt x="40" y="103"/>
                              </a:cubicBezTo>
                              <a:cubicBezTo>
                                <a:pt x="43" y="104"/>
                                <a:pt x="44" y="106"/>
                                <a:pt x="44" y="109"/>
                              </a:cubicBezTo>
                              <a:cubicBezTo>
                                <a:pt x="44" y="112"/>
                                <a:pt x="43" y="114"/>
                                <a:pt x="41" y="115"/>
                              </a:cubicBezTo>
                              <a:cubicBezTo>
                                <a:pt x="42" y="130"/>
                                <a:pt x="44" y="146"/>
                                <a:pt x="31" y="152"/>
                              </a:cubicBezTo>
                              <a:cubicBezTo>
                                <a:pt x="27" y="150"/>
                                <a:pt x="24" y="149"/>
                                <a:pt x="20" y="146"/>
                              </a:cubicBezTo>
                              <a:cubicBezTo>
                                <a:pt x="29" y="134"/>
                                <a:pt x="32" y="124"/>
                                <a:pt x="34" y="116"/>
                              </a:cubicBezTo>
                              <a:cubicBezTo>
                                <a:pt x="31" y="114"/>
                                <a:pt x="29" y="112"/>
                                <a:pt x="29" y="109"/>
                              </a:cubicBezTo>
                              <a:cubicBezTo>
                                <a:pt x="29" y="106"/>
                                <a:pt x="31" y="103"/>
                                <a:pt x="34" y="102"/>
                              </a:cubicBezTo>
                              <a:cubicBezTo>
                                <a:pt x="34" y="94"/>
                                <a:pt x="35" y="87"/>
                                <a:pt x="42" y="80"/>
                              </a:cubicBezTo>
                              <a:cubicBezTo>
                                <a:pt x="42" y="80"/>
                                <a:pt x="42" y="80"/>
                                <a:pt x="26" y="74"/>
                              </a:cubicBezTo>
                              <a:cubicBezTo>
                                <a:pt x="21" y="73"/>
                                <a:pt x="21" y="70"/>
                                <a:pt x="26" y="69"/>
                              </a:cubicBezTo>
                              <a:cubicBezTo>
                                <a:pt x="26" y="69"/>
                                <a:pt x="26" y="69"/>
                                <a:pt x="93" y="45"/>
                              </a:cubicBezTo>
                              <a:cubicBezTo>
                                <a:pt x="97" y="44"/>
                                <a:pt x="96" y="44"/>
                                <a:pt x="101" y="45"/>
                              </a:cubicBezTo>
                              <a:cubicBezTo>
                                <a:pt x="101" y="45"/>
                                <a:pt x="101" y="45"/>
                                <a:pt x="167" y="69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  <a:cubicBezTo>
                                <a:pt x="98" y="108"/>
                                <a:pt x="96" y="108"/>
                                <a:pt x="101" y="106"/>
                              </a:cubicBezTo>
                              <a:cubicBezTo>
                                <a:pt x="101" y="106"/>
                                <a:pt x="101" y="106"/>
                                <a:pt x="144" y="92"/>
                              </a:cubicBezTo>
                              <a:cubicBezTo>
                                <a:pt x="144" y="92"/>
                                <a:pt x="144" y="92"/>
                                <a:pt x="144" y="115"/>
                              </a:cubicBezTo>
                              <a:cubicBezTo>
                                <a:pt x="144" y="117"/>
                                <a:pt x="143" y="120"/>
                                <a:pt x="140" y="121"/>
                              </a:cubicBezTo>
                              <a:cubicBezTo>
                                <a:pt x="113" y="136"/>
                                <a:pt x="80" y="136"/>
                                <a:pt x="55" y="123"/>
                              </a:cubicBezTo>
                              <a:cubicBezTo>
                                <a:pt x="54" y="122"/>
                                <a:pt x="53" y="120"/>
                                <a:pt x="52" y="119"/>
                              </a:cubicBezTo>
                              <a:cubicBezTo>
                                <a:pt x="54" y="117"/>
                                <a:pt x="55" y="114"/>
                                <a:pt x="55" y="111"/>
                              </a:cubicBezTo>
                              <a:cubicBezTo>
                                <a:pt x="55" y="108"/>
                                <a:pt x="54" y="105"/>
                                <a:pt x="51" y="103"/>
                              </a:cubicBezTo>
                              <a:cubicBezTo>
                                <a:pt x="51" y="103"/>
                                <a:pt x="51" y="103"/>
                                <a:pt x="51" y="92"/>
                              </a:cubicBezTo>
                              <a:cubicBezTo>
                                <a:pt x="51" y="92"/>
                                <a:pt x="51" y="92"/>
                                <a:pt x="94" y="106"/>
                              </a:cubicBezTo>
                              <a:close/>
                              <a:moveTo>
                                <a:pt x="94" y="106"/>
                              </a:moveTo>
                              <a:cubicBezTo>
                                <a:pt x="94" y="106"/>
                                <a:pt x="94" y="106"/>
                                <a:pt x="94" y="106"/>
                              </a:cubicBezTo>
                            </a:path>
                          </a:pathLst>
                        </a:custGeom>
                        <a:solidFill>
                          <a:srgbClr val="1C487C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13" o:spid="_x0000_s1026" o:spt="100" style="position:absolute;left:0pt;margin-left:418.5pt;margin-top:32.25pt;height:22.65pt;width:22.15pt;mso-position-vertical-relative:page;z-index:251664384;mso-width-relative:page;mso-height-relative:page;" fillcolor="#1C487C" filled="t" stroked="f" coordsize="192,196" o:gfxdata="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" path="m0,98c0,44,43,0,96,0c149,0,192,44,192,98c192,152,149,196,96,196c43,196,0,152,0,98xm167,69c167,69,167,69,167,69c172,70,172,73,168,74c168,74,168,74,101,97c97,99,98,99,94,97c94,97,94,97,59,86c59,86,59,86,98,70c99,69,100,67,99,65c99,65,99,65,99,65c99,63,97,63,95,63c95,63,95,63,49,82c49,82,49,82,49,83c43,87,41,94,40,103c43,104,44,106,44,109c44,112,43,114,41,115c42,130,44,146,31,152c27,150,24,149,20,146c29,134,32,124,34,116c31,114,29,112,29,109c29,106,31,103,34,102c34,94,35,87,42,80c42,80,42,80,26,74c21,73,21,70,26,69c26,69,26,69,93,45c97,44,96,44,101,45c101,45,101,45,167,69xm94,106c94,106,94,106,94,106c98,108,96,108,101,106c101,106,101,106,144,92c144,92,144,92,144,115c144,117,143,120,140,121c113,136,80,136,55,123c54,122,53,120,52,119c54,117,55,114,55,111c55,108,54,105,51,103c51,103,51,103,51,92c51,92,51,92,94,106xm94,106c94,106,94,106,94,106e">
                <v:path o:connectlocs="0,143827;140652,0;281305,143827;140652,287655;0,143827;244676,101266;244676,101266;246141,108604;147978,142359;137722,142359;86442,126215;143582,102733;145047,95395;145047,95395;139187,92460;71791,120345;71791,121813;58605,151165;64465,159971;60070,168777;45419,223079;29302,214273;49814,170244;42488,159971;49814,149698;61535,117410;38093,108604;38093,101266;136257,66043;147978,66043;244676,101266;137722,155568;137722,155568;147978,155568;210978,135021;210978,168777;205118,177582;80582,180518;76186,174647;80582,162906;74721,151165;74721,135021;137722,155568;137722,155568;137722,155568" o:connectangles="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5762625</wp:posOffset>
                </wp:positionH>
                <wp:positionV relativeFrom="page">
                  <wp:posOffset>409575</wp:posOffset>
                </wp:positionV>
                <wp:extent cx="280035" cy="287655"/>
                <wp:effectExtent l="0" t="0" r="5715" b="17145"/>
                <wp:wrapNone/>
                <wp:docPr id="9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0035" cy="287655"/>
                        </a:xfrm>
                        <a:custGeom>
                          <a:avLst/>
                          <a:gdLst>
                            <a:gd name="T0" fmla="*/ 0 w 191"/>
                            <a:gd name="T1" fmla="*/ 98 h 196"/>
                            <a:gd name="T2" fmla="*/ 96 w 191"/>
                            <a:gd name="T3" fmla="*/ 0 h 196"/>
                            <a:gd name="T4" fmla="*/ 191 w 191"/>
                            <a:gd name="T5" fmla="*/ 98 h 196"/>
                            <a:gd name="T6" fmla="*/ 96 w 191"/>
                            <a:gd name="T7" fmla="*/ 196 h 196"/>
                            <a:gd name="T8" fmla="*/ 0 w 191"/>
                            <a:gd name="T9" fmla="*/ 98 h 196"/>
                            <a:gd name="T10" fmla="*/ 84 w 191"/>
                            <a:gd name="T11" fmla="*/ 105 h 196"/>
                            <a:gd name="T12" fmla="*/ 84 w 191"/>
                            <a:gd name="T13" fmla="*/ 109 h 196"/>
                            <a:gd name="T14" fmla="*/ 88 w 191"/>
                            <a:gd name="T15" fmla="*/ 113 h 196"/>
                            <a:gd name="T16" fmla="*/ 102 w 191"/>
                            <a:gd name="T17" fmla="*/ 113 h 196"/>
                            <a:gd name="T18" fmla="*/ 105 w 191"/>
                            <a:gd name="T19" fmla="*/ 109 h 196"/>
                            <a:gd name="T20" fmla="*/ 105 w 191"/>
                            <a:gd name="T21" fmla="*/ 105 h 196"/>
                            <a:gd name="T22" fmla="*/ 102 w 191"/>
                            <a:gd name="T23" fmla="*/ 101 h 196"/>
                            <a:gd name="T24" fmla="*/ 88 w 191"/>
                            <a:gd name="T25" fmla="*/ 101 h 196"/>
                            <a:gd name="T26" fmla="*/ 84 w 191"/>
                            <a:gd name="T27" fmla="*/ 105 h 196"/>
                            <a:gd name="T28" fmla="*/ 72 w 191"/>
                            <a:gd name="T29" fmla="*/ 63 h 196"/>
                            <a:gd name="T30" fmla="*/ 117 w 191"/>
                            <a:gd name="T31" fmla="*/ 63 h 196"/>
                            <a:gd name="T32" fmla="*/ 147 w 191"/>
                            <a:gd name="T33" fmla="*/ 63 h 196"/>
                            <a:gd name="T34" fmla="*/ 151 w 191"/>
                            <a:gd name="T35" fmla="*/ 68 h 196"/>
                            <a:gd name="T36" fmla="*/ 151 w 191"/>
                            <a:gd name="T37" fmla="*/ 88 h 196"/>
                            <a:gd name="T38" fmla="*/ 116 w 191"/>
                            <a:gd name="T39" fmla="*/ 103 h 196"/>
                            <a:gd name="T40" fmla="*/ 110 w 191"/>
                            <a:gd name="T41" fmla="*/ 103 h 196"/>
                            <a:gd name="T42" fmla="*/ 110 w 191"/>
                            <a:gd name="T43" fmla="*/ 99 h 196"/>
                            <a:gd name="T44" fmla="*/ 105 w 191"/>
                            <a:gd name="T45" fmla="*/ 96 h 196"/>
                            <a:gd name="T46" fmla="*/ 82 w 191"/>
                            <a:gd name="T47" fmla="*/ 96 h 196"/>
                            <a:gd name="T48" fmla="*/ 79 w 191"/>
                            <a:gd name="T49" fmla="*/ 99 h 196"/>
                            <a:gd name="T50" fmla="*/ 79 w 191"/>
                            <a:gd name="T51" fmla="*/ 103 h 196"/>
                            <a:gd name="T52" fmla="*/ 74 w 191"/>
                            <a:gd name="T53" fmla="*/ 103 h 196"/>
                            <a:gd name="T54" fmla="*/ 40 w 191"/>
                            <a:gd name="T55" fmla="*/ 88 h 196"/>
                            <a:gd name="T56" fmla="*/ 40 w 191"/>
                            <a:gd name="T57" fmla="*/ 69 h 196"/>
                            <a:gd name="T58" fmla="*/ 43 w 191"/>
                            <a:gd name="T59" fmla="*/ 63 h 196"/>
                            <a:gd name="T60" fmla="*/ 72 w 191"/>
                            <a:gd name="T61" fmla="*/ 63 h 196"/>
                            <a:gd name="T62" fmla="*/ 109 w 191"/>
                            <a:gd name="T63" fmla="*/ 63 h 196"/>
                            <a:gd name="T64" fmla="*/ 117 w 191"/>
                            <a:gd name="T65" fmla="*/ 63 h 196"/>
                            <a:gd name="T66" fmla="*/ 118 w 191"/>
                            <a:gd name="T67" fmla="*/ 50 h 196"/>
                            <a:gd name="T68" fmla="*/ 111 w 191"/>
                            <a:gd name="T69" fmla="*/ 45 h 196"/>
                            <a:gd name="T70" fmla="*/ 78 w 191"/>
                            <a:gd name="T71" fmla="*/ 45 h 196"/>
                            <a:gd name="T72" fmla="*/ 72 w 191"/>
                            <a:gd name="T73" fmla="*/ 50 h 196"/>
                            <a:gd name="T74" fmla="*/ 72 w 191"/>
                            <a:gd name="T75" fmla="*/ 63 h 196"/>
                            <a:gd name="T76" fmla="*/ 81 w 191"/>
                            <a:gd name="T77" fmla="*/ 63 h 196"/>
                            <a:gd name="T78" fmla="*/ 81 w 191"/>
                            <a:gd name="T79" fmla="*/ 56 h 196"/>
                            <a:gd name="T80" fmla="*/ 83 w 191"/>
                            <a:gd name="T81" fmla="*/ 52 h 196"/>
                            <a:gd name="T82" fmla="*/ 107 w 191"/>
                            <a:gd name="T83" fmla="*/ 52 h 196"/>
                            <a:gd name="T84" fmla="*/ 109 w 191"/>
                            <a:gd name="T85" fmla="*/ 56 h 196"/>
                            <a:gd name="T86" fmla="*/ 109 w 191"/>
                            <a:gd name="T87" fmla="*/ 63 h 196"/>
                            <a:gd name="T88" fmla="*/ 151 w 191"/>
                            <a:gd name="T89" fmla="*/ 92 h 196"/>
                            <a:gd name="T90" fmla="*/ 110 w 191"/>
                            <a:gd name="T91" fmla="*/ 108 h 196"/>
                            <a:gd name="T92" fmla="*/ 110 w 191"/>
                            <a:gd name="T93" fmla="*/ 113 h 196"/>
                            <a:gd name="T94" fmla="*/ 105 w 191"/>
                            <a:gd name="T95" fmla="*/ 119 h 196"/>
                            <a:gd name="T96" fmla="*/ 84 w 191"/>
                            <a:gd name="T97" fmla="*/ 119 h 196"/>
                            <a:gd name="T98" fmla="*/ 80 w 191"/>
                            <a:gd name="T99" fmla="*/ 113 h 196"/>
                            <a:gd name="T100" fmla="*/ 80 w 191"/>
                            <a:gd name="T101" fmla="*/ 108 h 196"/>
                            <a:gd name="T102" fmla="*/ 40 w 191"/>
                            <a:gd name="T103" fmla="*/ 92 h 196"/>
                            <a:gd name="T104" fmla="*/ 40 w 191"/>
                            <a:gd name="T105" fmla="*/ 146 h 196"/>
                            <a:gd name="T106" fmla="*/ 44 w 191"/>
                            <a:gd name="T107" fmla="*/ 151 h 196"/>
                            <a:gd name="T108" fmla="*/ 145 w 191"/>
                            <a:gd name="T109" fmla="*/ 151 h 196"/>
                            <a:gd name="T110" fmla="*/ 151 w 191"/>
                            <a:gd name="T111" fmla="*/ 145 h 196"/>
                            <a:gd name="T112" fmla="*/ 151 w 191"/>
                            <a:gd name="T113" fmla="*/ 92 h 196"/>
                            <a:gd name="T114" fmla="*/ 151 w 191"/>
                            <a:gd name="T115" fmla="*/ 92 h 196"/>
                            <a:gd name="T116" fmla="*/ 151 w 191"/>
                            <a:gd name="T117" fmla="*/ 92 h 1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</a:cxnLst>
                          <a:rect l="0" t="0" r="r" b="b"/>
                          <a:pathLst>
                            <a:path w="191" h="196">
                              <a:moveTo>
                                <a:pt x="0" y="98"/>
                              </a:moveTo>
                              <a:cubicBezTo>
                                <a:pt x="0" y="44"/>
                                <a:pt x="43" y="0"/>
                                <a:pt x="96" y="0"/>
                              </a:cubicBezTo>
                              <a:cubicBezTo>
                                <a:pt x="149" y="0"/>
                                <a:pt x="191" y="44"/>
                                <a:pt x="191" y="98"/>
                              </a:cubicBezTo>
                              <a:cubicBezTo>
                                <a:pt x="191" y="152"/>
                                <a:pt x="149" y="196"/>
                                <a:pt x="96" y="196"/>
                              </a:cubicBezTo>
                              <a:cubicBezTo>
                                <a:pt x="43" y="196"/>
                                <a:pt x="0" y="152"/>
                                <a:pt x="0" y="98"/>
                              </a:cubicBezTo>
                              <a:close/>
                              <a:moveTo>
                                <a:pt x="84" y="105"/>
                              </a:moveTo>
                              <a:cubicBezTo>
                                <a:pt x="84" y="105"/>
                                <a:pt x="84" y="105"/>
                                <a:pt x="84" y="109"/>
                              </a:cubicBezTo>
                              <a:cubicBezTo>
                                <a:pt x="84" y="115"/>
                                <a:pt x="88" y="113"/>
                                <a:pt x="88" y="113"/>
                              </a:cubicBezTo>
                              <a:cubicBezTo>
                                <a:pt x="88" y="113"/>
                                <a:pt x="88" y="113"/>
                                <a:pt x="102" y="113"/>
                              </a:cubicBezTo>
                              <a:cubicBezTo>
                                <a:pt x="106" y="113"/>
                                <a:pt x="105" y="109"/>
                                <a:pt x="105" y="109"/>
                              </a:cubicBezTo>
                              <a:cubicBezTo>
                                <a:pt x="105" y="109"/>
                                <a:pt x="105" y="109"/>
                                <a:pt x="105" y="105"/>
                              </a:cubicBezTo>
                              <a:cubicBezTo>
                                <a:pt x="105" y="101"/>
                                <a:pt x="102" y="101"/>
                                <a:pt x="102" y="101"/>
                              </a:cubicBezTo>
                              <a:cubicBezTo>
                                <a:pt x="102" y="101"/>
                                <a:pt x="102" y="101"/>
                                <a:pt x="88" y="101"/>
                              </a:cubicBezTo>
                              <a:cubicBezTo>
                                <a:pt x="83" y="101"/>
                                <a:pt x="84" y="105"/>
                                <a:pt x="84" y="105"/>
                              </a:cubicBezTo>
                              <a:close/>
                              <a:moveTo>
                                <a:pt x="72" y="63"/>
                              </a:moveTo>
                              <a:cubicBezTo>
                                <a:pt x="72" y="63"/>
                                <a:pt x="72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47" y="63"/>
                              </a:cubicBezTo>
                              <a:cubicBezTo>
                                <a:pt x="152" y="63"/>
                                <a:pt x="151" y="68"/>
                                <a:pt x="151" y="68"/>
                              </a:cubicBezTo>
                              <a:cubicBezTo>
                                <a:pt x="151" y="68"/>
                                <a:pt x="151" y="68"/>
                                <a:pt x="151" y="88"/>
                              </a:cubicBezTo>
                              <a:cubicBezTo>
                                <a:pt x="151" y="88"/>
                                <a:pt x="151" y="88"/>
                                <a:pt x="116" y="103"/>
                              </a:cubicBezTo>
                              <a:cubicBezTo>
                                <a:pt x="116" y="103"/>
                                <a:pt x="116" y="103"/>
                                <a:pt x="110" y="103"/>
                              </a:cubicBezTo>
                              <a:cubicBezTo>
                                <a:pt x="110" y="103"/>
                                <a:pt x="110" y="103"/>
                                <a:pt x="110" y="99"/>
                              </a:cubicBezTo>
                              <a:cubicBezTo>
                                <a:pt x="110" y="95"/>
                                <a:pt x="105" y="96"/>
                                <a:pt x="105" y="96"/>
                              </a:cubicBezTo>
                              <a:cubicBezTo>
                                <a:pt x="105" y="96"/>
                                <a:pt x="105" y="96"/>
                                <a:pt x="82" y="96"/>
                              </a:cubicBezTo>
                              <a:cubicBezTo>
                                <a:pt x="80" y="96"/>
                                <a:pt x="79" y="99"/>
                                <a:pt x="79" y="99"/>
                              </a:cubicBezTo>
                              <a:cubicBezTo>
                                <a:pt x="79" y="99"/>
                                <a:pt x="79" y="99"/>
                                <a:pt x="79" y="103"/>
                              </a:cubicBezTo>
                              <a:cubicBezTo>
                                <a:pt x="79" y="103"/>
                                <a:pt x="79" y="103"/>
                                <a:pt x="74" y="103"/>
                              </a:cubicBezTo>
                              <a:cubicBezTo>
                                <a:pt x="74" y="103"/>
                                <a:pt x="74" y="103"/>
                                <a:pt x="40" y="88"/>
                              </a:cubicBezTo>
                              <a:cubicBezTo>
                                <a:pt x="40" y="88"/>
                                <a:pt x="40" y="88"/>
                                <a:pt x="40" y="69"/>
                              </a:cubicBezTo>
                              <a:cubicBezTo>
                                <a:pt x="40" y="62"/>
                                <a:pt x="43" y="63"/>
                                <a:pt x="43" y="63"/>
                              </a:cubicBezTo>
                              <a:cubicBezTo>
                                <a:pt x="43" y="63"/>
                                <a:pt x="43" y="63"/>
                                <a:pt x="72" y="63"/>
                              </a:cubicBezTo>
                              <a:close/>
                              <a:moveTo>
                                <a:pt x="109" y="63"/>
                              </a:moveTo>
                              <a:cubicBezTo>
                                <a:pt x="109" y="63"/>
                                <a:pt x="109" y="63"/>
                                <a:pt x="117" y="63"/>
                              </a:cubicBezTo>
                              <a:cubicBezTo>
                                <a:pt x="117" y="63"/>
                                <a:pt x="117" y="63"/>
                                <a:pt x="118" y="50"/>
                              </a:cubicBezTo>
                              <a:cubicBezTo>
                                <a:pt x="118" y="44"/>
                                <a:pt x="111" y="45"/>
                                <a:pt x="111" y="45"/>
                              </a:cubicBezTo>
                              <a:cubicBezTo>
                                <a:pt x="111" y="45"/>
                                <a:pt x="111" y="45"/>
                                <a:pt x="78" y="45"/>
                              </a:cubicBezTo>
                              <a:cubicBezTo>
                                <a:pt x="72" y="46"/>
                                <a:pt x="72" y="50"/>
                                <a:pt x="72" y="50"/>
                              </a:cubicBezTo>
                              <a:cubicBezTo>
                                <a:pt x="72" y="50"/>
                                <a:pt x="72" y="50"/>
                                <a:pt x="72" y="63"/>
                              </a:cubicBezTo>
                              <a:cubicBezTo>
                                <a:pt x="72" y="63"/>
                                <a:pt x="72" y="63"/>
                                <a:pt x="81" y="63"/>
                              </a:cubicBezTo>
                              <a:cubicBezTo>
                                <a:pt x="81" y="63"/>
                                <a:pt x="81" y="63"/>
                                <a:pt x="81" y="56"/>
                              </a:cubicBezTo>
                              <a:cubicBezTo>
                                <a:pt x="81" y="52"/>
                                <a:pt x="83" y="52"/>
                                <a:pt x="83" y="52"/>
                              </a:cubicBezTo>
                              <a:cubicBezTo>
                                <a:pt x="83" y="52"/>
                                <a:pt x="83" y="52"/>
                                <a:pt x="107" y="52"/>
                              </a:cubicBezTo>
                              <a:cubicBezTo>
                                <a:pt x="110" y="52"/>
                                <a:pt x="109" y="56"/>
                                <a:pt x="109" y="56"/>
                              </a:cubicBezTo>
                              <a:cubicBezTo>
                                <a:pt x="109" y="56"/>
                                <a:pt x="109" y="56"/>
                                <a:pt x="109" y="63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10" y="108"/>
                              </a:cubicBezTo>
                              <a:cubicBezTo>
                                <a:pt x="110" y="108"/>
                                <a:pt x="110" y="108"/>
                                <a:pt x="110" y="113"/>
                              </a:cubicBezTo>
                              <a:cubicBezTo>
                                <a:pt x="110" y="119"/>
                                <a:pt x="105" y="119"/>
                                <a:pt x="105" y="119"/>
                              </a:cubicBezTo>
                              <a:cubicBezTo>
                                <a:pt x="105" y="119"/>
                                <a:pt x="105" y="119"/>
                                <a:pt x="84" y="119"/>
                              </a:cubicBezTo>
                              <a:cubicBezTo>
                                <a:pt x="80" y="119"/>
                                <a:pt x="80" y="113"/>
                                <a:pt x="80" y="113"/>
                              </a:cubicBezTo>
                              <a:cubicBezTo>
                                <a:pt x="80" y="113"/>
                                <a:pt x="80" y="113"/>
                                <a:pt x="80" y="108"/>
                              </a:cubicBezTo>
                              <a:cubicBezTo>
                                <a:pt x="80" y="108"/>
                                <a:pt x="80" y="108"/>
                                <a:pt x="40" y="92"/>
                              </a:cubicBezTo>
                              <a:cubicBezTo>
                                <a:pt x="40" y="92"/>
                                <a:pt x="40" y="92"/>
                                <a:pt x="40" y="146"/>
                              </a:cubicBezTo>
                              <a:cubicBezTo>
                                <a:pt x="40" y="152"/>
                                <a:pt x="44" y="151"/>
                                <a:pt x="44" y="151"/>
                              </a:cubicBezTo>
                              <a:cubicBezTo>
                                <a:pt x="44" y="151"/>
                                <a:pt x="44" y="151"/>
                                <a:pt x="145" y="151"/>
                              </a:cubicBezTo>
                              <a:cubicBezTo>
                                <a:pt x="151" y="151"/>
                                <a:pt x="151" y="145"/>
                                <a:pt x="151" y="145"/>
                              </a:cubicBezTo>
                              <a:cubicBezTo>
                                <a:pt x="151" y="145"/>
                                <a:pt x="151" y="145"/>
                                <a:pt x="151" y="92"/>
                              </a:cubicBezTo>
                              <a:close/>
                              <a:moveTo>
                                <a:pt x="151" y="92"/>
                              </a:moveTo>
                              <a:cubicBezTo>
                                <a:pt x="151" y="92"/>
                                <a:pt x="151" y="92"/>
                                <a:pt x="151" y="92"/>
                              </a:cubicBezTo>
                            </a:path>
                          </a:pathLst>
                        </a:custGeom>
                        <a:solidFill>
                          <a:srgbClr val="1C487C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53.75pt;margin-top:32.25pt;height:22.65pt;width:22.05pt;mso-position-vertical-relative:page;z-index:251663360;mso-width-relative:page;mso-height-relative:page;" fillcolor="#1C487C" filled="t" stroked="f" coordsize="191,196" o:gfxdata="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" path="m0,98c0,44,43,0,96,0c149,0,191,44,191,98c191,152,149,196,96,196c43,196,0,152,0,98xm84,105c84,105,84,105,84,109c84,115,88,113,88,113c88,113,88,113,102,113c106,113,105,109,105,109c105,109,105,109,105,105c105,101,102,101,102,101c102,101,102,101,88,101c83,101,84,105,84,105xm72,63c72,63,72,63,117,63c117,63,117,63,147,63c152,63,151,68,151,68c151,68,151,68,151,88c151,88,151,88,116,103c116,103,116,103,110,103c110,103,110,103,110,99c110,95,105,96,105,96c105,96,105,96,82,96c80,96,79,99,79,99c79,99,79,99,79,103c79,103,79,103,74,103c74,103,74,103,40,88c40,88,40,88,40,69c40,62,43,63,43,63c43,63,43,63,72,63xm109,63c109,63,109,63,117,63c117,63,117,63,118,50c118,44,111,45,111,45c111,45,111,45,78,45c72,46,72,50,72,50c72,50,72,50,72,63c72,63,72,63,81,63c81,63,81,63,81,56c81,52,83,52,83,52c83,52,83,52,107,52c110,52,109,56,109,56c109,56,109,56,109,63xm151,92c151,92,151,92,110,108c110,108,110,108,110,113c110,119,105,119,105,119c105,119,105,119,84,119c80,119,80,113,80,113c80,113,80,113,80,108c80,108,80,108,40,92c40,92,40,92,40,146c40,152,44,151,44,151c44,151,44,151,145,151c151,151,151,145,151,145c151,145,151,145,151,92xm151,92c151,92,151,92,151,92e">
                <v:path o:connectlocs="0,143827;140750,0;280035,143827;140750,287655;0,143827;123156,154100;123156,159971;129021,165841;149547,165841;153945,159971;153945,154100;149547,148230;129021,148230;123156,154100;105562,92460;171539,92460;215524,92460;221388,99798;221388,129151;170073,151165;161276,151165;161276,145295;153945,140892;120224,140892;115825,145295;115825,151165;108495,151165;58646,129151;58646,101266;63044,92460;105562,92460;159810,92460;171539,92460;173005,73381;162742,66043;114359,66043;105562,73381;105562,92460;118758,92460;118758,82187;121690,76316;156878,76316;159810,82187;159810,92460;221388,135021;161276,158503;161276,165841;153945,174647;123156,174647;117292,165841;117292,158503;58646,135021;58646,214273;64510,221611;212592,221611;221388,212805;221388,135021;221388,135021;221388,135021" o:connectangles="0,0,0,0,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6210300</wp:posOffset>
                </wp:positionH>
                <wp:positionV relativeFrom="page">
                  <wp:posOffset>409575</wp:posOffset>
                </wp:positionV>
                <wp:extent cx="287655" cy="287655"/>
                <wp:effectExtent l="0" t="0" r="17145" b="17145"/>
                <wp:wrapNone/>
                <wp:docPr id="48" name="Freeform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EditPoint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custGeom>
                          <a:avLst/>
                          <a:gdLst>
                            <a:gd name="T0" fmla="*/ 0 w 264"/>
                            <a:gd name="T1" fmla="*/ 132 h 264"/>
                            <a:gd name="T2" fmla="*/ 132 w 264"/>
                            <a:gd name="T3" fmla="*/ 0 h 264"/>
                            <a:gd name="T4" fmla="*/ 264 w 264"/>
                            <a:gd name="T5" fmla="*/ 132 h 264"/>
                            <a:gd name="T6" fmla="*/ 132 w 264"/>
                            <a:gd name="T7" fmla="*/ 264 h 264"/>
                            <a:gd name="T8" fmla="*/ 0 w 264"/>
                            <a:gd name="T9" fmla="*/ 132 h 264"/>
                            <a:gd name="T10" fmla="*/ 117 w 264"/>
                            <a:gd name="T11" fmla="*/ 59 h 264"/>
                            <a:gd name="T12" fmla="*/ 118 w 264"/>
                            <a:gd name="T13" fmla="*/ 59 h 264"/>
                            <a:gd name="T14" fmla="*/ 164 w 264"/>
                            <a:gd name="T15" fmla="*/ 59 h 264"/>
                            <a:gd name="T16" fmla="*/ 164 w 264"/>
                            <a:gd name="T17" fmla="*/ 59 h 264"/>
                            <a:gd name="T18" fmla="*/ 167 w 264"/>
                            <a:gd name="T19" fmla="*/ 60 h 264"/>
                            <a:gd name="T20" fmla="*/ 167 w 264"/>
                            <a:gd name="T21" fmla="*/ 61 h 264"/>
                            <a:gd name="T22" fmla="*/ 167 w 264"/>
                            <a:gd name="T23" fmla="*/ 139 h 264"/>
                            <a:gd name="T24" fmla="*/ 167 w 264"/>
                            <a:gd name="T25" fmla="*/ 141 h 264"/>
                            <a:gd name="T26" fmla="*/ 172 w 264"/>
                            <a:gd name="T27" fmla="*/ 146 h 264"/>
                            <a:gd name="T28" fmla="*/ 178 w 264"/>
                            <a:gd name="T29" fmla="*/ 140 h 264"/>
                            <a:gd name="T30" fmla="*/ 178 w 264"/>
                            <a:gd name="T31" fmla="*/ 61 h 264"/>
                            <a:gd name="T32" fmla="*/ 176 w 264"/>
                            <a:gd name="T33" fmla="*/ 52 h 264"/>
                            <a:gd name="T34" fmla="*/ 164 w 264"/>
                            <a:gd name="T35" fmla="*/ 47 h 264"/>
                            <a:gd name="T36" fmla="*/ 99 w 264"/>
                            <a:gd name="T37" fmla="*/ 47 h 264"/>
                            <a:gd name="T38" fmla="*/ 94 w 264"/>
                            <a:gd name="T39" fmla="*/ 47 h 264"/>
                            <a:gd name="T40" fmla="*/ 85 w 264"/>
                            <a:gd name="T41" fmla="*/ 51 h 264"/>
                            <a:gd name="T42" fmla="*/ 81 w 264"/>
                            <a:gd name="T43" fmla="*/ 61 h 264"/>
                            <a:gd name="T44" fmla="*/ 82 w 264"/>
                            <a:gd name="T45" fmla="*/ 140 h 264"/>
                            <a:gd name="T46" fmla="*/ 81 w 264"/>
                            <a:gd name="T47" fmla="*/ 168 h 264"/>
                            <a:gd name="T48" fmla="*/ 84 w 264"/>
                            <a:gd name="T49" fmla="*/ 174 h 264"/>
                            <a:gd name="T50" fmla="*/ 122 w 264"/>
                            <a:gd name="T51" fmla="*/ 211 h 264"/>
                            <a:gd name="T52" fmla="*/ 127 w 264"/>
                            <a:gd name="T53" fmla="*/ 215 h 264"/>
                            <a:gd name="T54" fmla="*/ 141 w 264"/>
                            <a:gd name="T55" fmla="*/ 211 h 264"/>
                            <a:gd name="T56" fmla="*/ 178 w 264"/>
                            <a:gd name="T57" fmla="*/ 174 h 264"/>
                            <a:gd name="T58" fmla="*/ 181 w 264"/>
                            <a:gd name="T59" fmla="*/ 169 h 264"/>
                            <a:gd name="T60" fmla="*/ 181 w 264"/>
                            <a:gd name="T61" fmla="*/ 164 h 264"/>
                            <a:gd name="T62" fmla="*/ 175 w 264"/>
                            <a:gd name="T63" fmla="*/ 162 h 264"/>
                            <a:gd name="T64" fmla="*/ 94 w 264"/>
                            <a:gd name="T65" fmla="*/ 162 h 264"/>
                            <a:gd name="T66" fmla="*/ 93 w 264"/>
                            <a:gd name="T67" fmla="*/ 162 h 264"/>
                            <a:gd name="T68" fmla="*/ 93 w 264"/>
                            <a:gd name="T69" fmla="*/ 160 h 264"/>
                            <a:gd name="T70" fmla="*/ 93 w 264"/>
                            <a:gd name="T71" fmla="*/ 61 h 264"/>
                            <a:gd name="T72" fmla="*/ 93 w 264"/>
                            <a:gd name="T73" fmla="*/ 61 h 264"/>
                            <a:gd name="T74" fmla="*/ 96 w 264"/>
                            <a:gd name="T75" fmla="*/ 59 h 264"/>
                            <a:gd name="T76" fmla="*/ 104 w 264"/>
                            <a:gd name="T77" fmla="*/ 59 h 264"/>
                            <a:gd name="T78" fmla="*/ 105 w 264"/>
                            <a:gd name="T79" fmla="*/ 59 h 264"/>
                            <a:gd name="T80" fmla="*/ 105 w 264"/>
                            <a:gd name="T81" fmla="*/ 60 h 264"/>
                            <a:gd name="T82" fmla="*/ 105 w 264"/>
                            <a:gd name="T83" fmla="*/ 139 h 264"/>
                            <a:gd name="T84" fmla="*/ 106 w 264"/>
                            <a:gd name="T85" fmla="*/ 141 h 264"/>
                            <a:gd name="T86" fmla="*/ 109 w 264"/>
                            <a:gd name="T87" fmla="*/ 146 h 264"/>
                            <a:gd name="T88" fmla="*/ 115 w 264"/>
                            <a:gd name="T89" fmla="*/ 145 h 264"/>
                            <a:gd name="T90" fmla="*/ 117 w 264"/>
                            <a:gd name="T91" fmla="*/ 139 h 264"/>
                            <a:gd name="T92" fmla="*/ 117 w 264"/>
                            <a:gd name="T93" fmla="*/ 60 h 264"/>
                            <a:gd name="T94" fmla="*/ 117 w 264"/>
                            <a:gd name="T95" fmla="*/ 59 h 264"/>
                            <a:gd name="T96" fmla="*/ 101 w 264"/>
                            <a:gd name="T97" fmla="*/ 174 h 264"/>
                            <a:gd name="T98" fmla="*/ 162 w 264"/>
                            <a:gd name="T99" fmla="*/ 174 h 264"/>
                            <a:gd name="T100" fmla="*/ 162 w 264"/>
                            <a:gd name="T101" fmla="*/ 174 h 264"/>
                            <a:gd name="T102" fmla="*/ 132 w 264"/>
                            <a:gd name="T103" fmla="*/ 203 h 264"/>
                            <a:gd name="T104" fmla="*/ 130 w 264"/>
                            <a:gd name="T105" fmla="*/ 203 h 264"/>
                            <a:gd name="T106" fmla="*/ 101 w 264"/>
                            <a:gd name="T107" fmla="*/ 174 h 264"/>
                            <a:gd name="T108" fmla="*/ 101 w 264"/>
                            <a:gd name="T109" fmla="*/ 174 h 26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</a:cxnLst>
                          <a:rect l="0" t="0" r="r" b="b"/>
                          <a:pathLst>
                            <a:path w="264" h="264">
                              <a:moveTo>
                                <a:pt x="0" y="132"/>
                              </a:moveTo>
                              <a:cubicBezTo>
                                <a:pt x="0" y="59"/>
                                <a:pt x="59" y="0"/>
                                <a:pt x="132" y="0"/>
                              </a:cubicBezTo>
                              <a:cubicBezTo>
                                <a:pt x="205" y="0"/>
                                <a:pt x="264" y="59"/>
                                <a:pt x="264" y="132"/>
                              </a:cubicBezTo>
                              <a:cubicBezTo>
                                <a:pt x="264" y="205"/>
                                <a:pt x="205" y="264"/>
                                <a:pt x="132" y="264"/>
                              </a:cubicBezTo>
                              <a:cubicBezTo>
                                <a:pt x="59" y="264"/>
                                <a:pt x="0" y="205"/>
                                <a:pt x="0" y="132"/>
                              </a:cubicBezTo>
                              <a:close/>
                              <a:moveTo>
                                <a:pt x="117" y="59"/>
                              </a:moveTo>
                              <a:cubicBezTo>
                                <a:pt x="118" y="59"/>
                                <a:pt x="118" y="59"/>
                                <a:pt x="118" y="59"/>
                              </a:cubicBezTo>
                              <a:cubicBezTo>
                                <a:pt x="134" y="59"/>
                                <a:pt x="149" y="59"/>
                                <a:pt x="164" y="59"/>
                              </a:cubicBezTo>
                              <a:cubicBezTo>
                                <a:pt x="164" y="59"/>
                                <a:pt x="164" y="59"/>
                                <a:pt x="164" y="59"/>
                              </a:cubicBezTo>
                              <a:cubicBezTo>
                                <a:pt x="166" y="59"/>
                                <a:pt x="167" y="59"/>
                                <a:pt x="167" y="60"/>
                              </a:cubicBezTo>
                              <a:cubicBezTo>
                                <a:pt x="167" y="61"/>
                                <a:pt x="167" y="61"/>
                                <a:pt x="167" y="61"/>
                              </a:cubicBezTo>
                              <a:cubicBezTo>
                                <a:pt x="167" y="87"/>
                                <a:pt x="167" y="114"/>
                                <a:pt x="167" y="139"/>
                              </a:cubicBezTo>
                              <a:cubicBezTo>
                                <a:pt x="167" y="140"/>
                                <a:pt x="167" y="141"/>
                                <a:pt x="167" y="141"/>
                              </a:cubicBezTo>
                              <a:cubicBezTo>
                                <a:pt x="167" y="144"/>
                                <a:pt x="169" y="146"/>
                                <a:pt x="172" y="146"/>
                              </a:cubicBezTo>
                              <a:cubicBezTo>
                                <a:pt x="176" y="146"/>
                                <a:pt x="178" y="144"/>
                                <a:pt x="178" y="140"/>
                              </a:cubicBezTo>
                              <a:cubicBezTo>
                                <a:pt x="178" y="114"/>
                                <a:pt x="178" y="87"/>
                                <a:pt x="178" y="61"/>
                              </a:cubicBezTo>
                              <a:cubicBezTo>
                                <a:pt x="178" y="58"/>
                                <a:pt x="178" y="55"/>
                                <a:pt x="176" y="52"/>
                              </a:cubicBezTo>
                              <a:cubicBezTo>
                                <a:pt x="173" y="48"/>
                                <a:pt x="169" y="47"/>
                                <a:pt x="164" y="47"/>
                              </a:cubicBezTo>
                              <a:cubicBezTo>
                                <a:pt x="143" y="47"/>
                                <a:pt x="121" y="47"/>
                                <a:pt x="99" y="47"/>
                              </a:cubicBezTo>
                              <a:cubicBezTo>
                                <a:pt x="98" y="47"/>
                                <a:pt x="96" y="47"/>
                                <a:pt x="94" y="47"/>
                              </a:cubicBezTo>
                              <a:cubicBezTo>
                                <a:pt x="91" y="47"/>
                                <a:pt x="88" y="48"/>
                                <a:pt x="85" y="51"/>
                              </a:cubicBezTo>
                              <a:cubicBezTo>
                                <a:pt x="83" y="54"/>
                                <a:pt x="81" y="57"/>
                                <a:pt x="81" y="61"/>
                              </a:cubicBezTo>
                              <a:cubicBezTo>
                                <a:pt x="82" y="87"/>
                                <a:pt x="82" y="114"/>
                                <a:pt x="82" y="140"/>
                              </a:cubicBezTo>
                              <a:cubicBezTo>
                                <a:pt x="82" y="149"/>
                                <a:pt x="82" y="159"/>
                                <a:pt x="81" y="168"/>
                              </a:cubicBezTo>
                              <a:cubicBezTo>
                                <a:pt x="81" y="170"/>
                                <a:pt x="82" y="172"/>
                                <a:pt x="84" y="174"/>
                              </a:cubicBezTo>
                              <a:cubicBezTo>
                                <a:pt x="97" y="186"/>
                                <a:pt x="109" y="199"/>
                                <a:pt x="122" y="211"/>
                              </a:cubicBezTo>
                              <a:cubicBezTo>
                                <a:pt x="123" y="213"/>
                                <a:pt x="125" y="214"/>
                                <a:pt x="127" y="215"/>
                              </a:cubicBezTo>
                              <a:cubicBezTo>
                                <a:pt x="132" y="217"/>
                                <a:pt x="137" y="215"/>
                                <a:pt x="141" y="211"/>
                              </a:cubicBezTo>
                              <a:cubicBezTo>
                                <a:pt x="153" y="199"/>
                                <a:pt x="166" y="187"/>
                                <a:pt x="178" y="174"/>
                              </a:cubicBezTo>
                              <a:cubicBezTo>
                                <a:pt x="180" y="173"/>
                                <a:pt x="181" y="171"/>
                                <a:pt x="181" y="169"/>
                              </a:cubicBezTo>
                              <a:cubicBezTo>
                                <a:pt x="182" y="167"/>
                                <a:pt x="182" y="166"/>
                                <a:pt x="181" y="164"/>
                              </a:cubicBezTo>
                              <a:cubicBezTo>
                                <a:pt x="179" y="162"/>
                                <a:pt x="177" y="162"/>
                                <a:pt x="175" y="162"/>
                              </a:cubicBezTo>
                              <a:cubicBezTo>
                                <a:pt x="148" y="162"/>
                                <a:pt x="122" y="162"/>
                                <a:pt x="94" y="162"/>
                              </a:cubicBezTo>
                              <a:cubicBezTo>
                                <a:pt x="94" y="162"/>
                                <a:pt x="94" y="162"/>
                                <a:pt x="93" y="162"/>
                              </a:cubicBezTo>
                              <a:cubicBezTo>
                                <a:pt x="93" y="161"/>
                                <a:pt x="93" y="161"/>
                                <a:pt x="93" y="160"/>
                              </a:cubicBezTo>
                              <a:cubicBezTo>
                                <a:pt x="93" y="128"/>
                                <a:pt x="93" y="94"/>
                                <a:pt x="93" y="61"/>
                              </a:cubicBezTo>
                              <a:cubicBezTo>
                                <a:pt x="93" y="61"/>
                                <a:pt x="93" y="61"/>
                                <a:pt x="93" y="61"/>
                              </a:cubicBezTo>
                              <a:cubicBezTo>
                                <a:pt x="94" y="59"/>
                                <a:pt x="94" y="59"/>
                                <a:pt x="96" y="59"/>
                              </a:cubicBezTo>
                              <a:cubicBezTo>
                                <a:pt x="98" y="59"/>
                                <a:pt x="101" y="59"/>
                                <a:pt x="104" y="59"/>
                              </a:cubicBezTo>
                              <a:cubicBezTo>
                                <a:pt x="104" y="59"/>
                                <a:pt x="104" y="59"/>
                                <a:pt x="105" y="59"/>
                              </a:cubicBezTo>
                              <a:cubicBezTo>
                                <a:pt x="105" y="59"/>
                                <a:pt x="105" y="59"/>
                                <a:pt x="105" y="60"/>
                              </a:cubicBezTo>
                              <a:cubicBezTo>
                                <a:pt x="105" y="87"/>
                                <a:pt x="105" y="113"/>
                                <a:pt x="105" y="139"/>
                              </a:cubicBezTo>
                              <a:cubicBezTo>
                                <a:pt x="105" y="140"/>
                                <a:pt x="106" y="141"/>
                                <a:pt x="106" y="141"/>
                              </a:cubicBezTo>
                              <a:cubicBezTo>
                                <a:pt x="106" y="144"/>
                                <a:pt x="107" y="145"/>
                                <a:pt x="109" y="146"/>
                              </a:cubicBezTo>
                              <a:cubicBezTo>
                                <a:pt x="111" y="147"/>
                                <a:pt x="113" y="146"/>
                                <a:pt x="115" y="145"/>
                              </a:cubicBezTo>
                              <a:cubicBezTo>
                                <a:pt x="117" y="144"/>
                                <a:pt x="117" y="142"/>
                                <a:pt x="117" y="139"/>
                              </a:cubicBezTo>
                              <a:cubicBezTo>
                                <a:pt x="117" y="113"/>
                                <a:pt x="117" y="87"/>
                                <a:pt x="117" y="60"/>
                              </a:cubicBezTo>
                              <a:cubicBezTo>
                                <a:pt x="117" y="59"/>
                                <a:pt x="117" y="59"/>
                                <a:pt x="117" y="59"/>
                              </a:cubicBezTo>
                              <a:close/>
                              <a:moveTo>
                                <a:pt x="101" y="174"/>
                              </a:moveTo>
                              <a:cubicBezTo>
                                <a:pt x="121" y="174"/>
                                <a:pt x="141" y="174"/>
                                <a:pt x="162" y="174"/>
                              </a:cubicBezTo>
                              <a:cubicBezTo>
                                <a:pt x="162" y="174"/>
                                <a:pt x="162" y="174"/>
                                <a:pt x="162" y="174"/>
                              </a:cubicBezTo>
                              <a:cubicBezTo>
                                <a:pt x="152" y="184"/>
                                <a:pt x="142" y="194"/>
                                <a:pt x="132" y="203"/>
                              </a:cubicBezTo>
                              <a:cubicBezTo>
                                <a:pt x="132" y="204"/>
                                <a:pt x="132" y="204"/>
                                <a:pt x="130" y="203"/>
                              </a:cubicBezTo>
                              <a:cubicBezTo>
                                <a:pt x="121" y="194"/>
                                <a:pt x="111" y="184"/>
                                <a:pt x="101" y="174"/>
                              </a:cubicBezTo>
                              <a:cubicBezTo>
                                <a:pt x="101" y="174"/>
                                <a:pt x="101" y="174"/>
                                <a:pt x="101" y="17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1C487C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/>
                    </wps:wsp>
                  </a:graphicData>
                </a:graphic>
              </wp:anchor>
            </w:drawing>
          </mc:Choice>
          <mc:Fallback>
            <w:pict>
              <v:shape id="Freeform 9" o:spid="_x0000_s1026" o:spt="100" style="position:absolute;left:0pt;margin-left:489pt;margin-top:32.25pt;height:22.65pt;width:22.65pt;mso-position-vertical-relative:page;z-index:251662336;mso-width-relative:page;mso-height-relative:page;" fillcolor="#1C487C" filled="t" stroked="f" coordsize="264,264" o:gfxdata="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" path="m0,132c0,59,59,0,132,0c205,0,264,59,264,132c264,205,205,264,132,264c59,264,0,205,0,132xm117,59c118,59,118,59,118,59c134,59,149,59,164,59c164,59,164,59,164,59c166,59,167,59,167,60c167,61,167,61,167,61c167,87,167,114,167,139c167,140,167,141,167,141c167,144,169,146,172,146c176,146,178,144,178,140c178,114,178,87,178,61c178,58,178,55,176,52c173,48,169,47,164,47c143,47,121,47,99,47c98,47,96,47,94,47c91,47,88,48,85,51c83,54,81,57,81,61c82,87,82,114,82,140c82,149,82,159,81,168c81,170,82,172,84,174c97,186,109,199,122,211c123,213,125,214,127,215c132,217,137,215,141,211c153,199,166,187,178,174c180,173,181,171,181,169c182,167,182,166,181,164c179,162,177,162,175,162c148,162,122,162,94,162c94,162,94,162,93,162c93,161,93,161,93,160c93,128,93,94,93,61c93,61,93,61,93,61c94,59,94,59,96,59c98,59,101,59,104,59c104,59,104,59,105,59c105,59,105,59,105,60c105,87,105,113,105,139c105,140,106,141,106,141c106,144,107,145,109,146c111,147,113,146,115,145c117,144,117,142,117,139c117,113,117,87,117,60c117,59,117,59,117,59xm101,174c121,174,141,174,162,174c162,174,162,174,162,174c152,184,142,194,132,203c132,204,132,204,130,203c121,194,111,184,101,174c101,174,101,174,101,174xe">
                <v:path o:connectlocs="0,143827;143827,0;287655,143827;143827,287655;0,143827;127483,64286;128573,64286;178694,64286;178694,64286;181963,65376;181963,66465;181963,151454;181963,153633;187411,159081;193949,152544;193949,66465;191770,56659;178694,51211;107870,51211;102422,51211;92616,55569;88257,66465;89347,152544;88257,183053;91526,189590;132931,229906;138379,234264;153633,229906;193949,189590;197218,184142;197218,178694;190680,176515;102422,176515;101333,176515;101333,174336;101333,66465;101333,66465;104601,64286;113318,64286;114408,64286;114408,65376;114408,151454;115497,153633;118766,159081;125304,157992;127483,151454;127483,65376;127483,64286;110049,189590;176515,189590;176515,189590;143827,221189;141648,221189;110049,189590;110049,189590" o:connectangles="0,0,0,0,0,0,0,0,0,0,0,0,0,0,0,0,0,0,0,0,0,0,0,0,0,0,0,0,0,0,0,0,0,0,0,0,0,0,0,0,0,0,0,0,0,0,0,0,0,0,0,0,0,0,0"/>
                <v:fill on="t" focussize="0,0"/>
                <v:stroke on="f"/>
                <v:imagedata o:title=""/>
                <o:lock v:ext="edit" aspectratio="t"/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847725</wp:posOffset>
                </wp:positionV>
                <wp:extent cx="6781800" cy="359410"/>
                <wp:effectExtent l="0" t="0" r="0" b="1905"/>
                <wp:wrapNone/>
                <wp:docPr id="52" name="组合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59410"/>
                          <a:chOff x="2842" y="2338"/>
                          <a:chExt cx="10680" cy="566"/>
                        </a:xfrm>
                      </wpg:grpSpPr>
                      <wpg:grpSp>
                        <wpg:cNvPr id="53" name="组合 15"/>
                        <wpg:cNvGrpSpPr/>
                        <wpg:grpSpPr>
                          <a:xfrm>
                            <a:off x="2842" y="2458"/>
                            <a:ext cx="10680" cy="447"/>
                            <a:chOff x="0" y="0"/>
                            <a:chExt cx="6781800" cy="284400"/>
                          </a:xfrm>
                        </wpg:grpSpPr>
                        <wpg:grpSp>
                          <wpg:cNvPr id="54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12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908172C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  <w:p w14:paraId="1DA180BC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hint="default" w:ascii="微软雅黑" w:hAnsi="微软雅黑" w:eastAsia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:lang w:val="en-US" w:eastAsia="zh-CN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3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14" name="直接连接符 14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7" name="文本框 7"/>
                        <wps:cNvSpPr txBox="1"/>
                        <wps:spPr>
                          <a:xfrm>
                            <a:off x="3003" y="2338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BCAD3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line="360" w:lineRule="exact"/>
                                <w:textAlignment w:val="auto"/>
                                <w:rPr>
                                  <w:rFonts w:hint="default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基本信息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25pt;margin-top:66.75pt;height:28.3pt;width:534pt;z-index:251666432;mso-width-relative:page;mso-height-relative:page;" coordorigin="2842,2338" coordsize="10680,566" o:gfxdata="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">
                <o:lock v:ext="edit" aspectratio="f"/>
                <v:group id="组合 15" o:spid="_x0000_s1026" o:spt="203" style="position:absolute;left:2842;top:2458;height:447;width:10680;" coordsize="6781800,284400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  <o:lock v:ext="edit" aspectratio="t"/>
                    <v:shape id="任意多边形 2" o:spid="_x0000_s1026" o:spt="100" style="position:absolute;left:3;top:0;height:287656;width:1255739;v-text-anchor:middle;" fillcolor="#1C487C" filled="t" stroked="f" coordsize="1406296,288031" o:gfxdata="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Ma2Jy5AAAA2wAA&#10;AA8AAAAAAAAAAQAgAAAAIgAAAGRycy9kb3ducmV2LnhtbFBLAQIUABQAAAAIAIdO4kAzLwWeOwAA&#10;ADkAAAAQAAAAAAAAAAEAIAAAAAgBAABkcnMvc2hhcGV4bWwueG1sUEsFBgAAAAAGAAYAWwEAALID&#10;AAAAAA=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0908172C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  <w:p w14:paraId="1DA180BC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hint="default" w:ascii="微软雅黑" w:hAnsi="微软雅黑" w:eastAsia="微软雅黑" w:cstheme="minorBidi"/>
                                <w:color w:val="FFFFFF" w:themeColor="background1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1C487C" filled="t" stroked="f" coordsize="21600,21600" o:gfxdata="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BucLbsAAADb&#10;AAAADwAAAAAAAAABACAAAAAiAAAAZHJzL2Rvd25yZXYueG1sUEsBAhQAFAAAAAgAh07iQDMvBZ47&#10;AAAAOQAAABAAAAAAAAAAAQAgAAAACgEAAGRycy9zaGFwZXhtbC54bWxQSwUGAAAAAAYABgBbAQAA&#10;tAMAAAAA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_x0000_s1026" o:spid="_x0000_s1026" o:spt="20" style="position:absolute;left:133350;top:209550;height:0;width:6648450;" filled="f" stroked="t" coordsize="21600,21600" o:gfxdata="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Kvg8R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3;top:2338;height:508;width:1945;" filled="f" stroked="f" coordsize="21600,21600" o:gfxdata="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PXEvC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6EBCAD3C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line="360" w:lineRule="exact"/>
                          <w:textAlignment w:val="auto"/>
                          <w:rPr>
                            <w:rFonts w:hint="default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基本信息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微软雅黑" w:hAnsi="微软雅黑"/>
          <w:szCs w:val="21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ge">
                  <wp:posOffset>1016635</wp:posOffset>
                </wp:positionV>
                <wp:extent cx="7815580" cy="190500"/>
                <wp:effectExtent l="0" t="0" r="13970" b="0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5580" cy="190500"/>
                          <a:chOff x="0" y="0"/>
                          <a:chExt cx="7817283" cy="191707"/>
                        </a:xfrm>
                      </wpg:grpSpPr>
                      <wps:wsp>
                        <wps:cNvPr id="18" name="矩形 4"/>
                        <wps:cNvSpPr/>
                        <wps:spPr>
                          <a:xfrm>
                            <a:off x="0" y="0"/>
                            <a:ext cx="4572000" cy="190500"/>
                          </a:xfrm>
                          <a:custGeom>
                            <a:avLst/>
                            <a:gdLst>
                              <a:gd name="connsiteX0" fmla="*/ 0 w 4391025"/>
                              <a:gd name="connsiteY0" fmla="*/ 0 h 190500"/>
                              <a:gd name="connsiteX1" fmla="*/ 4267200 w 4391025"/>
                              <a:gd name="connsiteY1" fmla="*/ 0 h 190500"/>
                              <a:gd name="connsiteX2" fmla="*/ 4391025 w 4391025"/>
                              <a:gd name="connsiteY2" fmla="*/ 190500 h 190500"/>
                              <a:gd name="connsiteX3" fmla="*/ 0 w 4391025"/>
                              <a:gd name="connsiteY3" fmla="*/ 190500 h 190500"/>
                              <a:gd name="connsiteX4" fmla="*/ 0 w 4391025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4391025" h="190500">
                                <a:moveTo>
                                  <a:pt x="0" y="0"/>
                                </a:moveTo>
                                <a:lnTo>
                                  <a:pt x="4267200" y="0"/>
                                </a:lnTo>
                                <a:lnTo>
                                  <a:pt x="4391025" y="190500"/>
                                </a:lnTo>
                                <a:lnTo>
                                  <a:pt x="0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C487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9" name="矩形 5"/>
                        <wps:cNvSpPr/>
                        <wps:spPr>
                          <a:xfrm>
                            <a:off x="4508389" y="47707"/>
                            <a:ext cx="3308894" cy="144000"/>
                          </a:xfrm>
                          <a:custGeom>
                            <a:avLst/>
                            <a:gdLst>
                              <a:gd name="connsiteX0" fmla="*/ 0 w 3308894"/>
                              <a:gd name="connsiteY0" fmla="*/ 0 h 190500"/>
                              <a:gd name="connsiteX1" fmla="*/ 3308894 w 3308894"/>
                              <a:gd name="connsiteY1" fmla="*/ 0 h 190500"/>
                              <a:gd name="connsiteX2" fmla="*/ 3308894 w 3308894"/>
                              <a:gd name="connsiteY2" fmla="*/ 190500 h 190500"/>
                              <a:gd name="connsiteX3" fmla="*/ 105319 w 3308894"/>
                              <a:gd name="connsiteY3" fmla="*/ 190500 h 190500"/>
                              <a:gd name="connsiteX4" fmla="*/ 0 w 3308894"/>
                              <a:gd name="connsiteY4" fmla="*/ 0 h 1905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308894" h="190500">
                                <a:moveTo>
                                  <a:pt x="0" y="0"/>
                                </a:moveTo>
                                <a:lnTo>
                                  <a:pt x="3308894" y="0"/>
                                </a:lnTo>
                                <a:lnTo>
                                  <a:pt x="3308894" y="190500"/>
                                </a:lnTo>
                                <a:lnTo>
                                  <a:pt x="105319" y="19050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80.05pt;height:15pt;width:615.4pt;mso-position-horizontal:center;mso-position-horizontal-relative:margin;mso-position-vertical-relative:page;z-index:-251651072;mso-width-relative:page;mso-height-relative:page;" coordsize="7817283,191707" o:gfxdata="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">
                <o:lock v:ext="edit" aspectratio="f"/>
                <v:shape id="矩形 4" o:spid="_x0000_s1026" o:spt="100" style="position:absolute;left:0;top:0;height:190500;width:4572000;v-text-anchor:middle;" fillcolor="#1C487C" filled="t" stroked="f" coordsize="4391025,190500" o:gfxdata="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f5zavQAA&#10;ANsAAAAPAAAAAAAAAAEAIAAAACIAAABkcnMvZG93bnJldi54bWxQSwECFAAUAAAACACHTuJAMy8F&#10;njsAAAA5AAAAEAAAAAAAAAABACAAAAAMAQAAZHJzL3NoYXBleG1sLnhtbFBLBQYAAAAABgAGAFsB&#10;AAC2AwAAAAA=&#10;" path="m0,0l4267200,0,4391025,190500,0,190500,0,0xe">
                  <v:path o:connectlocs="0,0;4443071,0;4572000,190500;0,1905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  <v:shape id="矩形 5" o:spid="_x0000_s1026" o:spt="100" style="position:absolute;left:4508389;top:47707;height:144000;width:3308894;v-text-anchor:middle;" fillcolor="#BFBFBF [2412]" filled="t" stroked="f" coordsize="3308894,190500" o:gfxdata="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kpsvy5AAAA2wAA&#10;AA8AAAAAAAAAAQAgAAAAIgAAAGRycy9kb3ducmV2LnhtbFBLAQIUABQAAAAIAIdO4kAzLwWeOwAA&#10;ADkAAAAQAAAAAAAAAAEAIAAAAAgBAABkcnMvc2hhcGV4bWwueG1sUEsFBgAAAAAGAAYAWwEAALID&#10;AAAAAA==&#10;" path="m0,0l3308894,0,3308894,190500,105319,190500,0,0xe">
                  <v:path o:connectlocs="0,0;3308894,0;3308894,144000;105319,144000;0,0" o:connectangles="0,0,0,0,0"/>
                  <v:fill on="t" focussize="0,0"/>
                  <v:stroke on="f" weight="2p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2394585</wp:posOffset>
                </wp:positionV>
                <wp:extent cx="6781800" cy="354330"/>
                <wp:effectExtent l="0" t="0" r="0" b="635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54330"/>
                          <a:chOff x="2847" y="4774"/>
                          <a:chExt cx="10680" cy="558"/>
                        </a:xfrm>
                      </wpg:grpSpPr>
                      <wpg:grpSp>
                        <wpg:cNvPr id="57" name="组合 16"/>
                        <wpg:cNvGrpSpPr/>
                        <wpg:grpSpPr>
                          <a:xfrm>
                            <a:off x="2847" y="4886"/>
                            <a:ext cx="10680" cy="447"/>
                            <a:chOff x="0" y="0"/>
                            <a:chExt cx="6781800" cy="284400"/>
                          </a:xfrm>
                        </wpg:grpSpPr>
                        <wpg:grpSp>
                          <wpg:cNvPr id="58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21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1C6983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22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23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7" name="文本框 27"/>
                        <wps:cNvSpPr txBox="1"/>
                        <wps:spPr>
                          <a:xfrm>
                            <a:off x="3007" y="4774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E7EB0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line="360" w:lineRule="exact"/>
                                <w:textAlignment w:val="auto"/>
                                <w:rPr>
                                  <w:rFonts w:hint="default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教育背景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188.55pt;height:27.9pt;width:534pt;z-index:251668480;mso-width-relative:page;mso-height-relative:page;" coordorigin="2847,4774" coordsize="10680,558" o:gfxdata="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">
                <o:lock v:ext="edit" aspectratio="f"/>
                <v:group id="组合 16" o:spid="_x0000_s1026" o:spt="203" style="position:absolute;left:2847;top:4886;height:447;width:10680;" coordsize="6781800,284400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mhIk0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t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hIk07oAAADbAAAADwAAAAAAAAABACAAAAAiAAAAZHJzL2Rvd25yZXYueG1sUEsB&#10;AhQAFAAAAAgAh07iQDMvBZ47AAAAOQAAABUAAAAAAAAAAQAgAAAACQEAAGRycy9ncm91cHNoYXBl&#10;eG1sLnhtbFBLBQYAAAAABgAGAGABAADGAwAAAAA=&#10;">
                    <o:lock v:ext="edit" aspectratio="t"/>
                    <v:shape id="任意多边形 2" o:spid="_x0000_s1026" o:spt="100" style="position:absolute;left:3;top:0;height:287656;width:1255739;v-text-anchor:middle;" fillcolor="#1C487C" filled="t" stroked="f" coordsize="1406296,288031" o:gfxdata="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2kjFa8AAAA&#10;2wAAAA8AAAAAAAAAAQAgAAAAIgAAAGRycy9kb3ducmV2LnhtbFBLAQIUABQAAAAIAIdO4kAzLwWe&#10;OwAAADkAAAAQAAAAAAAAAAEAIAAAAAsBAABkcnMvc2hhcGV4bWwueG1sUEsFBgAAAAAGAAYAWwEA&#10;ALUDAAAAAA=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4E1C6983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1C487C" filled="t" stroked="f" coordsize="21600,21600" o:gfxdata="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TvzC7sAAADb&#10;AAAADwAAAAAAAAABACAAAAAiAAAAZHJzL2Rvd25yZXYueG1sUEsBAhQAFAAAAAgAh07iQDMvBZ47&#10;AAAAOQAAABAAAAAAAAAAAQAgAAAACgEAAGRycy9zaGFwZXhtbC54bWxQSwUGAAAAAAYABgBbAQAA&#10;tAMAAAAA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iztd2LwAAADb&#10;AAAADwAAAGRycy9kb3ducmV2LnhtbEWPQWsCMRSE74X+h/AKvdVkLUjZGkUEYUEvWg8eH8nr7rab&#10;l7CJ7u6/N0Khx2FmvmGW69F14kZ9bD1rKGYKBLHxtuVaw/lr9/YBIiZki51n0jBRhPXq+WmJpfUD&#10;H+l2SrXIEI4lamhSCqWU0TTkMM58IM7et+8dpiz7Wtoehwx3nZwrtZAOW84LDQbaNmR+T1enoa33&#10;ozfTZeGPm/MlqGCqH3XQ+vWlUJ8gEo3pP/zXrqyG+Ts8vuQfIF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7Xdi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7;top:4774;height:508;width:1945;" filled="f" stroked="f" coordsize="21600,21600" o:gfxdata="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qEbSb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73E7EB0C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line="360" w:lineRule="exact"/>
                          <w:textAlignment w:val="auto"/>
                          <w:rPr>
                            <w:rFonts w:hint="default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教育背景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8620125</wp:posOffset>
                </wp:positionV>
                <wp:extent cx="6781800" cy="358775"/>
                <wp:effectExtent l="0" t="0" r="0" b="2540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58775"/>
                          <a:chOff x="2847" y="14578"/>
                          <a:chExt cx="10680" cy="565"/>
                        </a:xfrm>
                      </wpg:grpSpPr>
                      <wpg:grpSp>
                        <wpg:cNvPr id="62" name="组合 72"/>
                        <wpg:cNvGrpSpPr/>
                        <wpg:grpSpPr>
                          <a:xfrm>
                            <a:off x="2847" y="14697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63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74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AF0515E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75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76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" name="文本框 2"/>
                        <wps:cNvSpPr txBox="1"/>
                        <wps:spPr>
                          <a:xfrm>
                            <a:off x="3007" y="14578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680BC43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line="360" w:lineRule="exact"/>
                                <w:textAlignment w:val="auto"/>
                                <w:rPr>
                                  <w:rFonts w:hint="default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自我评价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678.75pt;height:28.25pt;width:534pt;z-index:251669504;mso-width-relative:page;mso-height-relative:page;" coordorigin="2847,14578" coordsize="10680,565" o:gfxdata="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">
                <o:lock v:ext="edit" aspectratio="f"/>
                <v:group id="组合 72" o:spid="_x0000_s1026" o:spt="203" style="position:absolute;left:2847;top:14697;height:446;width:10680;" coordsize="6781800,284400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Wtp8H7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kxF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a2nwfvAAAANsAAAAPAAAAAAAAAAEAIAAAACIAAABkcnMvZG93bnJldi54bWxQ&#10;SwECFAAUAAAACACHTuJAMy8FnjsAAAA5AAAAFQAAAAAAAAABACAAAAALAQAAZHJzL2dyb3Vwc2hh&#10;cGV4bWwueG1sUEsFBgAAAAAGAAYAYAEAAMgDAAAAAA==&#10;">
                    <o:lock v:ext="edit" aspectratio="t"/>
                    <v:shape id="任意多边形 2" o:spid="_x0000_s1026" o:spt="100" style="position:absolute;left:3;top:0;height:287656;width:1255739;v-text-anchor:middle;" fillcolor="#1C487C" filled="t" stroked="f" coordsize="1406296,288031" o:gfxdata="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YADT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2AF0515E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1C487C" filled="t" stroked="f" coordsize="21600,21600" o:gfxdata="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WFEYr4A&#10;AADbAAAADwAAAAAAAAABACAAAAAiAAAAZHJzL2Rvd25yZXYueG1sUEsBAhQAFAAAAAgAh07iQDMv&#10;BZ47AAAAOQAAABAAAAAAAAAAAQAgAAAADQEAAGRycy9zaGFwZXhtbC54bWxQSwUGAAAAAAYABgBb&#10;AQAAtwMAAAAA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iP/RXbsAAADb&#10;AAAADwAAAGRycy9kb3ducmV2LnhtbEWPQWsCMRSE7wX/Q3iCt5rYw7asRhFBEPSi9eDxkTx3Vzcv&#10;YZPq+u+NIPQ4zMw3zGzRu1bcqIuNZw2TsQJBbLxtuNJw/F1//oCICdli65k0PCjCYj74mGFp/Z33&#10;dDukSmQIxxI11CmFUspoanIYxz4QZ+/sO4cpy66StsN7hrtWfilVSIcN54UaA61qMtfDn9PQVNve&#10;m8ep8Pvl8RRUMJuL2mk9Gk7UFESiPv2H3+2N1fBdwOtL/gFy/g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P/RX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7;top:14578;height:508;width:1945;" filled="f" stroked="f" coordsize="21600,21600" o:gfxdata="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gsWi8AAAA&#10;2g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3680BC43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line="360" w:lineRule="exact"/>
                          <w:textAlignment w:val="auto"/>
                          <w:rPr>
                            <w:rFonts w:hint="default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自我评价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6151880</wp:posOffset>
                </wp:positionV>
                <wp:extent cx="6781800" cy="358775"/>
                <wp:effectExtent l="0" t="0" r="0" b="2540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58775"/>
                          <a:chOff x="2847" y="10691"/>
                          <a:chExt cx="10680" cy="565"/>
                        </a:xfrm>
                      </wpg:grpSpPr>
                      <wpg:grpSp>
                        <wpg:cNvPr id="65" name="组合 39"/>
                        <wpg:cNvGrpSpPr/>
                        <wpg:grpSpPr>
                          <a:xfrm>
                            <a:off x="2847" y="10810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66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41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A049190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42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43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4" name="文本框 4"/>
                        <wps:cNvSpPr txBox="1"/>
                        <wps:spPr>
                          <a:xfrm>
                            <a:off x="3007" y="10691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C0B599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line="360" w:lineRule="exact"/>
                                <w:textAlignment w:val="auto"/>
                                <w:rPr>
                                  <w:rFonts w:hint="default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校园经历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484.4pt;height:28.25pt;width:534pt;z-index:251667456;mso-width-relative:page;mso-height-relative:page;" coordorigin="2847,10691" coordsize="10680,565" o:gfxdata="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">
                <o:lock v:ext="edit" aspectratio="f"/>
                <v:group id="组合 39" o:spid="_x0000_s1026" o:spt="203" style="position:absolute;left:2847;top:10810;height:446;width:10680;" coordsize="6781800,284400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  <o:lock v:ext="edit" aspectratio="t"/>
                    <v:shape id="任意多边形 2" o:spid="_x0000_s1026" o:spt="100" style="position:absolute;left:3;top:0;height:287656;width:1255739;v-text-anchor:middle;" fillcolor="#1C487C" filled="t" stroked="f" coordsize="1406296,288031" o:gfxdata="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e2n2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0A049190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1C487C" filled="t" stroked="f" coordsize="21600,21600" o:gfxdata="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OQWq7sAAADb&#10;AAAADwAAAAAAAAABACAAAAAiAAAAZHJzL2Rvd25yZXYueG1sUEsBAhQAFAAAAAgAh07iQDMvBZ47&#10;AAAAOQAAABAAAAAAAAAAAQAgAAAACgEAAGRycy9zaGFwZXhtbC54bWxQSwUGAAAAAAYABgBbAQAA&#10;tAMAAAAA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VuS4eL0AAADb&#10;AAAADwAAAGRycy9kb3ducmV2LnhtbEWPwWrDMBBE74X+g9hCb7WUNITgWAklEAi0F6c55LhIW9ut&#10;tRKWkth/XxUCPQ4z84aptqPrxZWG2HnWMCsUCGLjbceNhtPn/mUFIiZki71n0jBRhO3m8aHC0vob&#10;13Q9pkZkCMcSNbQphVLKaFpyGAsfiLP35QeHKcuhkXbAW4a7Xs6VWkqHHeeFFgPtWjI/x4vT0DXv&#10;ozfTeenrt9M5qGAO3+pD6+enmVqDSDSm//C9fbAaFq/w9yX/AL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5Lh4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7;top:10691;height:508;width:1945;" filled="f" stroked="f" coordsize="21600,21600" o:gfxdata="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MFjIe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59C0B599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line="360" w:lineRule="exact"/>
                          <w:textAlignment w:val="auto"/>
                          <w:rPr>
                            <w:rFonts w:hint="default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校园经历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3963035</wp:posOffset>
                </wp:positionV>
                <wp:extent cx="6781800" cy="354330"/>
                <wp:effectExtent l="0" t="0" r="0" b="6350"/>
                <wp:wrapNone/>
                <wp:docPr id="67" name="组合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54330"/>
                          <a:chOff x="2847" y="7244"/>
                          <a:chExt cx="10680" cy="558"/>
                        </a:xfrm>
                      </wpg:grpSpPr>
                      <wpg:grpSp>
                        <wpg:cNvPr id="68" name="组合 31"/>
                        <wpg:cNvGrpSpPr/>
                        <wpg:grpSpPr>
                          <a:xfrm>
                            <a:off x="2847" y="7356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69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33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21B1565A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34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35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" name="文本框 1"/>
                        <wps:cNvSpPr txBox="1"/>
                        <wps:spPr>
                          <a:xfrm>
                            <a:off x="3007" y="7244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13C526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line="360" w:lineRule="exact"/>
                                <w:textAlignment w:val="auto"/>
                                <w:rPr>
                                  <w:rFonts w:hint="default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实习经历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312.05pt;height:27.9pt;width:534pt;z-index:251670528;mso-width-relative:page;mso-height-relative:page;" coordorigin="2847,7244" coordsize="10680,558" o:gfxdata="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">
                <o:lock v:ext="edit" aspectratio="f"/>
                <v:group id="组合 31" o:spid="_x0000_s1026" o:spt="203" style="position:absolute;left:2847;top:7356;height:446;width:10680;" coordsize="6781800,284400" o:gfxdata="UEsDBAoAAAAAAIdO4kAAAAAAAAAAAAAAAAAEAAAAZHJzL1BLAwQUAAAACACHTuJAVH7ubr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9j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VH7ubr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  <o:lock v:ext="edit" aspectratio="t"/>
                    <v:shape id="任意多边形 2" o:spid="_x0000_s1026" o:spt="100" style="position:absolute;left:3;top:0;height:287656;width:1255739;v-text-anchor:middle;" fillcolor="#1C487C" filled="t" stroked="f" coordsize="1406296,288031" o:gfxdata="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4yFnvQAA&#10;ANsAAAAPAAAAAAAAAAEAIAAAACIAAABkcnMvZG93bnJldi54bWxQSwECFAAUAAAACACHTuJAMy8F&#10;njsAAAA5AAAAEAAAAAAAAAABACAAAAAMAQAAZHJzL3NoYXBleG1sLnhtbFBLBQYAAAAABgAGAFsB&#10;AAC2AwAAAAA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21B1565A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1C487C" filled="t" stroked="f" coordsize="21600,21600" o:gfxdata="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EdYOb4A&#10;AADbAAAADwAAAAAAAAABACAAAAAiAAAAZHJzL2Rvd25yZXYueG1sUEsBAhQAFAAAAAgAh07iQDMv&#10;BZ47AAAAOQAAABAAAAAAAAAAAQAgAAAADQEAAGRycy9zaGFwZXhtbC54bWxQSwUGAAAAAAYABgBb&#10;AQAAtwMAAAAA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7kf26r0AAADb&#10;AAAADwAAAGRycy9kb3ducmV2LnhtbEWPwWrDMBBE74X+g9hCb7WUlITgWAklEAi0F6c55LhIW9ut&#10;tRKWkth/XxUCPQ4z84aptqPrxZWG2HnWMCsUCGLjbceNhtPn/mUFIiZki71n0jBRhO3m8aHC0vob&#10;13Q9pkZkCMcSNbQphVLKaFpyGAsfiLP35QeHKcuhkXbAW4a7Xs6VWkqHHeeFFgPtWjI/x4vT0DXv&#10;ozfTeenrt9M5qGAO3+pD6+enmVqDSDSm//C9fbAaXhfw9yX/ALn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R/bq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7;top:7244;height:508;width:1945;" filled="f" stroked="f" coordsize="21600,21600" o:gfxdata="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NyLx+5AAAA2gAA&#10;AA8AAAAAAAAAAQAgAAAAIgAAAGRycy9kb3ducmV2LnhtbFBLAQIUABQAAAAIAIdO4kAzLwWeOwAA&#10;ADkAAAAQAAAAAAAAAAEAIAAAAAgBAABkcnMvc2hhcGV4bWwueG1sUEsFBgAAAAAGAAYAWwEAALID&#10;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5B13C526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line="360" w:lineRule="exact"/>
                          <w:textAlignment w:val="auto"/>
                          <w:rPr>
                            <w:rFonts w:hint="default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实习经历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-63500</wp:posOffset>
                </wp:positionH>
                <wp:positionV relativeFrom="paragraph">
                  <wp:posOffset>7630160</wp:posOffset>
                </wp:positionV>
                <wp:extent cx="6781800" cy="358775"/>
                <wp:effectExtent l="0" t="0" r="0" b="2540"/>
                <wp:wrapNone/>
                <wp:docPr id="70" name="组合 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358775"/>
                          <a:chOff x="2847" y="13019"/>
                          <a:chExt cx="10680" cy="565"/>
                        </a:xfrm>
                      </wpg:grpSpPr>
                      <wpg:grpSp>
                        <wpg:cNvPr id="71" name="组合 60"/>
                        <wpg:cNvGrpSpPr/>
                        <wpg:grpSpPr>
                          <a:xfrm>
                            <a:off x="2847" y="13138"/>
                            <a:ext cx="10680" cy="446"/>
                            <a:chOff x="0" y="0"/>
                            <a:chExt cx="6781800" cy="284400"/>
                          </a:xfrm>
                        </wpg:grpSpPr>
                        <wpg:grpSp>
                          <wpg:cNvPr id="77" name="组合 81"/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1256400" cy="284400"/>
                              <a:chOff x="3" y="0"/>
                              <a:chExt cx="1255739" cy="393695"/>
                            </a:xfrm>
                          </wpg:grpSpPr>
                          <wps:wsp>
                            <wps:cNvPr id="78" name="任意多边形 2"/>
                            <wps:cNvSpPr/>
                            <wps:spPr bwMode="auto">
                              <a:xfrm>
                                <a:off x="3" y="0"/>
                                <a:ext cx="1255739" cy="287656"/>
                              </a:xfrm>
                              <a:custGeom>
                                <a:avLst/>
                                <a:gdLst>
                                  <a:gd name="connsiteX0" fmla="*/ 1093154 w 1406296"/>
                                  <a:gd name="connsiteY0" fmla="*/ 0 h 288031"/>
                                  <a:gd name="connsiteX1" fmla="*/ 1171153 w 1406296"/>
                                  <a:gd name="connsiteY1" fmla="*/ 0 h 288031"/>
                                  <a:gd name="connsiteX2" fmla="*/ 1406296 w 1406296"/>
                                  <a:gd name="connsiteY2" fmla="*/ 288031 h 288031"/>
                                  <a:gd name="connsiteX3" fmla="*/ 1328297 w 1406296"/>
                                  <a:gd name="connsiteY3" fmla="*/ 288031 h 288031"/>
                                  <a:gd name="connsiteX4" fmla="*/ 1030297 w 1406296"/>
                                  <a:gd name="connsiteY4" fmla="*/ 0 h 288031"/>
                                  <a:gd name="connsiteX5" fmla="*/ 1069917 w 1406296"/>
                                  <a:gd name="connsiteY5" fmla="*/ 0 h 288031"/>
                                  <a:gd name="connsiteX6" fmla="*/ 1305060 w 1406296"/>
                                  <a:gd name="connsiteY6" fmla="*/ 288031 h 288031"/>
                                  <a:gd name="connsiteX7" fmla="*/ 1265440 w 1406296"/>
                                  <a:gd name="connsiteY7" fmla="*/ 288031 h 288031"/>
                                  <a:gd name="connsiteX8" fmla="*/ 0 w 1406296"/>
                                  <a:gd name="connsiteY8" fmla="*/ 0 h 288031"/>
                                  <a:gd name="connsiteX9" fmla="*/ 1007060 w 1406296"/>
                                  <a:gd name="connsiteY9" fmla="*/ 0 h 288031"/>
                                  <a:gd name="connsiteX10" fmla="*/ 1242203 w 1406296"/>
                                  <a:gd name="connsiteY10" fmla="*/ 288031 h 288031"/>
                                  <a:gd name="connsiteX11" fmla="*/ 0 w 1406296"/>
                                  <a:gd name="connsiteY11" fmla="*/ 288031 h 2880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1406296" h="288031">
                                    <a:moveTo>
                                      <a:pt x="1093154" y="0"/>
                                    </a:moveTo>
                                    <a:lnTo>
                                      <a:pt x="1171153" y="0"/>
                                    </a:lnTo>
                                    <a:lnTo>
                                      <a:pt x="1406296" y="288031"/>
                                    </a:lnTo>
                                    <a:lnTo>
                                      <a:pt x="1328297" y="288031"/>
                                    </a:lnTo>
                                    <a:close/>
                                    <a:moveTo>
                                      <a:pt x="1030297" y="0"/>
                                    </a:moveTo>
                                    <a:lnTo>
                                      <a:pt x="1069917" y="0"/>
                                    </a:lnTo>
                                    <a:lnTo>
                                      <a:pt x="1305060" y="288031"/>
                                    </a:lnTo>
                                    <a:lnTo>
                                      <a:pt x="1265440" y="288031"/>
                                    </a:lnTo>
                                    <a:close/>
                                    <a:moveTo>
                                      <a:pt x="0" y="0"/>
                                    </a:moveTo>
                                    <a:lnTo>
                                      <a:pt x="1007060" y="0"/>
                                    </a:lnTo>
                                    <a:lnTo>
                                      <a:pt x="1242203" y="288031"/>
                                    </a:lnTo>
                                    <a:lnTo>
                                      <a:pt x="0" y="288031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0CC69D5">
                                  <w:pPr>
                                    <w:adjustRightInd w:val="0"/>
                                    <w:snapToGrid w:val="0"/>
                                    <w:spacing w:line="320" w:lineRule="exact"/>
                                    <w:rPr>
                                      <w:rFonts w:ascii="微软雅黑" w:hAnsi="微软雅黑" w:cstheme="minorBidi"/>
                                      <w:color w:val="FFFFFF" w:themeColor="background1"/>
                                      <w:sz w:val="24"/>
                                      <w:szCs w:val="24"/>
                                      <w14:textFill>
                                        <w14:solidFill>
                                          <w14:schemeClr w14:val="bg1"/>
                                        </w14:solidFill>
                                      </w14:textFill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="horz" wrap="square" lIns="198000" tIns="0" rIns="91440" bIns="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79" name="直角三角形 3"/>
                            <wps:cNvSpPr/>
                            <wps:spPr bwMode="auto">
                              <a:xfrm rot="10800000">
                                <a:off x="234" y="287656"/>
                                <a:ext cx="143935" cy="106039"/>
                              </a:xfrm>
                              <a:prstGeom prst="rtTriangle">
                                <a:avLst/>
                              </a:prstGeom>
                              <a:solidFill>
                                <a:srgbClr val="1C487C"/>
                              </a:solidFill>
                              <a:ln>
                                <a:noFill/>
                              </a:ln>
                            </wps:spPr>
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wpg:grpSp>
                        <wps:wsp>
                          <wps:cNvPr id="80" name="直接连接符 20"/>
                          <wps:cNvCnPr/>
                          <wps:spPr>
                            <a:xfrm>
                              <a:off x="133350" y="209550"/>
                              <a:ext cx="66484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" name="文本框 3"/>
                        <wps:cNvSpPr txBox="1"/>
                        <wps:spPr>
                          <a:xfrm>
                            <a:off x="3007" y="13019"/>
                            <a:ext cx="1945" cy="5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7ACE8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 w:val="0"/>
                                <w:snapToGrid w:val="0"/>
                                <w:spacing w:line="360" w:lineRule="exact"/>
                                <w:textAlignment w:val="auto"/>
                                <w:rPr>
                                  <w:rFonts w:hint="default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cstheme="minorBidi"/>
                                  <w:color w:val="FFFFFF" w:themeColor="background1"/>
                                  <w:sz w:val="24"/>
                                  <w:szCs w:val="24"/>
                                  <w:lang w:val="en-US" w:eastAsia="zh-CN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技能证书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pt;margin-top:600.8pt;height:28.25pt;width:534pt;z-index:251671552;mso-width-relative:page;mso-height-relative:page;" coordorigin="2847,13019" coordsize="10680,565" o:gfxdata="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">
                <o:lock v:ext="edit" aspectratio="f"/>
                <v:group id="组合 60" o:spid="_x0000_s1026" o:spt="203" style="position:absolute;left:2847;top:13138;height:446;width:10680;" coordsize="6781800,284400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81" o:spid="_x0000_s1026" o:spt="203" style="position:absolute;left:0;top:0;height:284400;width:1256400;" coordorigin="3,0" coordsize="1255739,393695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  <o:lock v:ext="edit" aspectratio="t"/>
                    <v:shape id="任意多边形 2" o:spid="_x0000_s1026" o:spt="100" style="position:absolute;left:3;top:0;height:287656;width:1255739;v-text-anchor:middle;" fillcolor="#1C487C" filled="t" stroked="f" coordsize="1406296,288031" o:gfxdata="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8tCta5AAAA2wAA&#10;AA8AAAAAAAAAAQAgAAAAIgAAAGRycy9kb3ducmV2LnhtbFBLAQIUABQAAAAIAIdO4kAzLwWeOwAA&#10;ADkAAAAQAAAAAAAAAAEAIAAAAAgBAABkcnMvc2hhcGV4bWwueG1sUEsFBgAAAAAGAAYAWwEAALID&#10;AAAAAA==&#10;" path="m1093154,0l1171153,0,1406296,288031,1328297,288031xm1030297,0l1069917,0,1305060,288031,1265440,288031xm0,0l1007060,0,1242203,288031,0,288031xe">
                      <v:path textboxrect="0,0,1406296,288031" o:connectlocs="976121,0;1045770,0;1255739,287656;1186090,287656;919994,0;955372,0;1165341,287656;1129962,287656;0,0;899244,0;1109213,287656;0,287656" o:connectangles="0,0,0,0,0,0,0,0,0,0,0,0"/>
                      <v:fill on="t" focussize="0,0"/>
                      <v:stroke on="f"/>
                      <v:imagedata o:title=""/>
                      <o:lock v:ext="edit" aspectratio="f"/>
                      <v:textbox inset="5.5mm,0mm,2.54mm,0mm">
                        <w:txbxContent>
                          <w:p w14:paraId="30CC69D5">
                            <w:pPr>
                              <w:adjustRightInd w:val="0"/>
                              <w:snapToGrid w:val="0"/>
                              <w:spacing w:line="320" w:lineRule="exact"/>
                              <w:rPr>
                                <w:rFonts w:ascii="微软雅黑" w:hAnsi="微软雅黑" w:cstheme="minorBidi"/>
                                <w:color w:val="FFFFFF" w:themeColor="background1"/>
                                <w:sz w:val="24"/>
                                <w:szCs w:val="24"/>
                                <w14:textFill>
                                  <w14:solidFill>
                                    <w14:schemeClr w14:val="bg1"/>
                                  </w14:solidFill>
                                </w14:textFill>
                              </w:rPr>
                            </w:pPr>
                          </w:p>
                        </w:txbxContent>
                      </v:textbox>
                    </v:shape>
                    <v:shape id="直角三角形 3" o:spid="_x0000_s1026" o:spt="6" type="#_x0000_t6" style="position:absolute;left:234;top:287656;height:106039;width:143935;rotation:11796480f;" fillcolor="#1C487C" filled="t" stroked="f" coordsize="21600,21600" o:gfxdata="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AsTme8AAAA&#10;2wAAAA8AAAAAAAAAAQAgAAAAIgAAAGRycy9kb3ducmV2LnhtbFBLAQIUABQAAAAIAIdO4kAzLwWe&#10;OwAAADkAAAAQAAAAAAAAAAEAIAAAAAsBAABkcnMvc2hhcGV4bWwueG1sUEsFBgAAAAAGAAYAWwEA&#10;ALUDAAAAAA==&#10;">
                      <v:fill on="t" focussize="0,0"/>
                      <v:stroke on="f"/>
                      <v:imagedata o:title=""/>
                      <o:lock v:ext="edit" aspectratio="f"/>
                    </v:shape>
                  </v:group>
                  <v:line id="直接连接符 20" o:spid="_x0000_s1026" o:spt="20" style="position:absolute;left:133350;top:209550;height:0;width:6648450;" filled="f" stroked="t" coordsize="21600,21600" o:gfxdata="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2PnJW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BFBFBF [2412]" joinstyle="round"/>
                    <v:imagedata o:title=""/>
                    <o:lock v:ext="edit" aspectratio="f"/>
                  </v:line>
                </v:group>
                <v:shape id="_x0000_s1026" o:spid="_x0000_s1026" o:spt="202" type="#_x0000_t202" style="position:absolute;left:3007;top:13019;height:508;width:1945;" filled="f" stroked="f" coordsize="21600,21600" o:gfxdata="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zsFPO/&#10;AAAA2gAAAA8AAAAAAAAAAQAgAAAAIgAAAGRycy9kb3ducmV2LnhtbFBLAQIUABQAAAAIAIdO4kAz&#10;LwWeOwAAADkAAAAQAAAAAAAAAAEAIAAAAA4BAABkcnMvc2hhcGV4bWwueG1sUEsFBgAAAAAGAAYA&#10;WwEAALg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 w14:paraId="5E7ACE8C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 w:val="0"/>
                          <w:snapToGrid w:val="0"/>
                          <w:spacing w:line="360" w:lineRule="exact"/>
                          <w:textAlignment w:val="auto"/>
                          <w:rPr>
                            <w:rFonts w:hint="default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cstheme="minorBidi"/>
                            <w:color w:val="FFFFFF" w:themeColor="background1"/>
                            <w:sz w:val="24"/>
                            <w:szCs w:val="24"/>
                            <w:lang w:val="en-US" w:eastAsia="zh-CN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技能证书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-333375</wp:posOffset>
                </wp:positionV>
                <wp:extent cx="2095500" cy="931545"/>
                <wp:effectExtent l="0" t="0" r="0" b="0"/>
                <wp:wrapNone/>
                <wp:docPr id="5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9315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0361CAF">
                            <w:pPr>
                              <w:adjustRightInd w:val="0"/>
                              <w:snapToGrid w:val="0"/>
                              <w:rPr>
                                <w:color w:val="1C487C"/>
                              </w:rPr>
                            </w:pPr>
                            <w:r>
                              <w:rPr>
                                <w:rFonts w:hint="eastAsia" w:ascii="微软雅黑" w:hAnsi="微软雅黑"/>
                                <w:color w:val="1C487C"/>
                                <w:sz w:val="72"/>
                                <w:szCs w:val="5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个人简历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.25pt;margin-top:-26.25pt;height:73.35pt;width:165pt;z-index:251661312;mso-width-relative:page;mso-height-relative:page;" filled="f" stroked="f" coordsize="21600,21600" o:gfxdata="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AbqaC/W&#10;AAAACAEAAA8AAAAAAAAAAQAgAAAAIgAAAGRycy9kb3ducmV2LnhtbFBLAQIUABQAAAAIAIdO4kCV&#10;13JPIgIAACkEAAAOAAAAAAAAAAEAIAAAACUBAABkcnMvZTJvRG9jLnhtbFBLBQYAAAAABgAGAFkB&#10;AAC5BQAAAAA=&#10;">
                <v:fill on="f" focussize="0,0"/>
                <v:stroke on="f" miterlimit="8" joinstyle="miter"/>
                <v:imagedata o:title=""/>
                <o:lock v:ext="edit" aspectratio="f"/>
                <v:textbox style="mso-fit-shape-to-text:t;">
                  <w:txbxContent>
                    <w:p w14:paraId="00361CAF">
                      <w:pPr>
                        <w:adjustRightInd w:val="0"/>
                        <w:snapToGrid w:val="0"/>
                        <w:rPr>
                          <w:color w:val="1C487C"/>
                        </w:rPr>
                      </w:pPr>
                      <w:r>
                        <w:rPr>
                          <w:rFonts w:hint="eastAsia" w:ascii="微软雅黑" w:hAnsi="微软雅黑"/>
                          <w:color w:val="1C487C"/>
                          <w:sz w:val="72"/>
                          <w:szCs w:val="5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个人简历</w:t>
                      </w:r>
                    </w:p>
                  </w:txbxContent>
                </v:textbox>
              </v:shape>
            </w:pict>
          </mc:Fallback>
        </mc:AlternateContent>
      </w:r>
    </w:p>
    <w:p w14:paraId="2D996CDB">
      <w:pPr>
        <w:adjustRightInd w:val="0"/>
        <w:snapToGrid w:val="0"/>
      </w:pPr>
      <w:r>
        <w:rPr>
          <w:rFonts w:hint="eastAsia"/>
          <w:lang w:val="en-US" w:eastAsia="zh-CN"/>
        </w:rPr>
        <w:t xml:space="preserve"> </w:t>
      </w:r>
    </w:p>
    <w:p w14:paraId="59639A45">
      <w:pPr>
        <w:adjustRightInd w:val="0"/>
        <w:snapToGrid w:val="0"/>
      </w:pPr>
    </w:p>
    <w:p w14:paraId="238366C7">
      <w:pPr>
        <w:adjustRightInd w:val="0"/>
        <w:snapToGrid w:val="0"/>
      </w:pPr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282575</wp:posOffset>
                </wp:positionH>
                <wp:positionV relativeFrom="paragraph">
                  <wp:posOffset>0</wp:posOffset>
                </wp:positionV>
                <wp:extent cx="6105525" cy="8511540"/>
                <wp:effectExtent l="0" t="0" r="0" b="0"/>
                <wp:wrapNone/>
                <wp:docPr id="1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4" cy="85115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92A7CD4">
                            <w:pPr>
                              <w:pStyle w:val="6"/>
                              <w:spacing w:before="0" w:beforeAutospacing="0" w:after="0" w:afterAutospacing="0" w:line="1260" w:lineRule="exact"/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1C487C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1C487C"/>
                                <w:kern w:val="24"/>
                                <w:sz w:val="96"/>
                                <w:szCs w:val="96"/>
                              </w:rPr>
                              <w:t xml:space="preserve">自荐信 </w:t>
                            </w:r>
                          </w:p>
                          <w:p w14:paraId="005BEF5A">
                            <w:pPr>
                              <w:pStyle w:val="6"/>
                              <w:spacing w:before="0" w:beforeAutospacing="0" w:after="0" w:afterAutospacing="0" w:line="600" w:lineRule="exact"/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36"/>
                                <w:szCs w:val="36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36"/>
                                <w:szCs w:val="36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PERSONAL RESUME</w:t>
                            </w:r>
                          </w:p>
                          <w:p w14:paraId="38392D8E">
                            <w:pPr>
                              <w:pStyle w:val="6"/>
                              <w:spacing w:before="0" w:beforeAutospacing="0" w:after="0" w:afterAutospacing="0" w:line="600" w:lineRule="exact"/>
                              <w:jc w:val="center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  <w:p w14:paraId="4BB2714D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尊敬的招聘负责人：</w:t>
                            </w:r>
                          </w:p>
                          <w:p w14:paraId="3DB1C026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您好！我叫 [你的姓名]，是北京师范大学生物科学专业的应届毕业生，怀揣着对教育事业的无限热忱，渴望能成为贵校的一名初中生物教师。​</w:t>
                            </w:r>
                          </w:p>
                          <w:p w14:paraId="76EEC155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在校期间，我系统学习了细胞生物学、遗传学等多门专业课程，平均绩点达 [X]，排名班级前 [X]%，多次荣获学校奖学金。参与的 “[项目名称]” 研究项目，锻炼了我的科研思维与实践能力。我还牵头成立生物科普社团，策划 “奇妙的微生物世界” 主题展览等活动，吸引超 [X] 人次师生参与，带领社团走进周边 [X] 所中小学开展 [X] 场科普讲座，覆盖学生达 [X] 人。主导校园生物多样性调研，识别 [X] 种植物并协助撰写报告用于校园生态建设宣传。​</w:t>
                            </w:r>
                          </w:p>
                          <w:p w14:paraId="26305A6A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在 [实习学校名称] 实习时，我协助主讲教师备课 [X] 次，提出 [X] 条创新教学思路被采纳，制作 [X] 个精美课件，批改 [X] 余本作业。独立授课 [X] 节，涵盖多个重点章节，课堂满意度达 [X]%，所授班级知识测验平均分提升 [X] 分。组织指导生物实验 [X] 次，纠正学生操作错误 [X] 余次，参与设计实施多项课外拓展活动。​</w:t>
                            </w:r>
                          </w:p>
                          <w:p w14:paraId="63641331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我熟练掌握显微镜等仪器操作，熟悉课程标准与教材，擅长多种教学方法，拥有高级中学教师资格证。我坚信自己扎实的专业知识、丰富的实践经验和对教育的热爱，定能为贵校教育事业添砖加瓦。期待能加入贵校，开启我的教育之旅。​</w:t>
                            </w:r>
                          </w:p>
                          <w:p w14:paraId="7EBFD25B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感谢您在百忙之中审阅我的自荐信！。</w:t>
                            </w:r>
                          </w:p>
                          <w:p w14:paraId="1F994F08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此致</w:t>
                            </w:r>
                          </w:p>
                          <w:p w14:paraId="17C14BA1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敬礼！</w:t>
                            </w:r>
                          </w:p>
                          <w:p w14:paraId="4F9A4741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righ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自荐人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:lang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徐念初</w:t>
                            </w:r>
                          </w:p>
                          <w:p w14:paraId="2C835506">
                            <w:pPr>
                              <w:pStyle w:val="6"/>
                              <w:keepNext w:val="0"/>
                              <w:keepLines w:val="0"/>
                              <w:pageBreakBefore w:val="0"/>
                              <w:widowControl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Lines="50" w:afterAutospacing="0" w:line="440" w:lineRule="exact"/>
                              <w:ind w:firstLine="480" w:firstLineChars="200"/>
                              <w:jc w:val="righ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color w:val="262626" w:themeColor="text1" w:themeTint="D9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85000"/>
                                      <w14:lumOff w14:val="15000"/>
                                    </w14:schemeClr>
                                  </w14:solidFill>
                                </w14:textFill>
                              </w:rPr>
                              <w:t>2025.03.22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22.25pt;margin-top:0pt;height:670.2pt;width:480.75pt;z-index:251689984;mso-width-relative:page;mso-height-relative:page;" filled="f" stroked="f" coordsize="21600,21600" o:gfxdata="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Wl95ntUAAAAJAQAADwAAAAAA&#10;AAABACAAAAAiAAAAZHJzL2Rvd25yZXYueG1sUEsBAhQAFAAAAAgAh07iQJFlJnukAQAAPAMAAA4A&#10;AAAAAAAAAQAgAAAAJAEAAGRycy9lMm9Eb2MueG1sUEsFBgAAAAAGAAYAWQEAADo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392A7CD4">
                      <w:pPr>
                        <w:pStyle w:val="6"/>
                        <w:spacing w:before="0" w:beforeAutospacing="0" w:after="0" w:afterAutospacing="0" w:line="1260" w:lineRule="exact"/>
                        <w:jc w:val="center"/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1C487C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1C487C"/>
                          <w:kern w:val="24"/>
                          <w:sz w:val="96"/>
                          <w:szCs w:val="96"/>
                        </w:rPr>
                        <w:t xml:space="preserve">自荐信 </w:t>
                      </w:r>
                    </w:p>
                    <w:p w14:paraId="005BEF5A">
                      <w:pPr>
                        <w:pStyle w:val="6"/>
                        <w:spacing w:before="0" w:beforeAutospacing="0" w:after="0" w:afterAutospacing="0" w:line="600" w:lineRule="exact"/>
                        <w:jc w:val="center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36"/>
                          <w:szCs w:val="36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PERSONAL RESUME</w:t>
                      </w:r>
                    </w:p>
                    <w:p w14:paraId="38392D8E">
                      <w:pPr>
                        <w:pStyle w:val="6"/>
                        <w:spacing w:before="0" w:beforeAutospacing="0" w:after="0" w:afterAutospacing="0" w:line="600" w:lineRule="exact"/>
                        <w:jc w:val="center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</w:p>
                    <w:p w14:paraId="4BB2714D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尊敬的招聘负责人：</w:t>
                      </w:r>
                    </w:p>
                    <w:p w14:paraId="3DB1C026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您好！我叫 [你的姓名]，是北京师范大学生物科学专业的应届毕业生，怀揣着对教育事业的无限热忱，渴望能成为贵校的一名初中生物教师。​</w:t>
                      </w:r>
                    </w:p>
                    <w:p w14:paraId="76EEC155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在校期间，我系统学习了细胞生物学、遗传学等多门专业课程，平均绩点达 [X]，排名班级前 [X]%，多次荣获学校奖学金。参与的 “[项目名称]” 研究项目，锻炼了我的科研思维与实践能力。我还牵头成立生物科普社团，策划 “奇妙的微生物世界” 主题展览等活动，吸引超 [X] 人次师生参与，带领社团走进周边 [X] 所中小学开展 [X] 场科普讲座，覆盖学生达 [X] 人。主导校园生物多样性调研，识别 [X] 种植物并协助撰写报告用于校园生态建设宣传。​</w:t>
                      </w:r>
                    </w:p>
                    <w:p w14:paraId="26305A6A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在 [实习学校名称] 实习时，我协助主讲教师备课 [X] 次，提出 [X] 条创新教学思路被采纳，制作 [X] 个精美课件，批改 [X] 余本作业。独立授课 [X] 节，涵盖多个重点章节，课堂满意度达 [X]%，所授班级知识测验平均分提升 [X] 分。组织指导生物实验 [X] 次，纠正学生操作错误 [X] 余次，参与设计实施多项课外拓展活动。​</w:t>
                      </w:r>
                    </w:p>
                    <w:p w14:paraId="63641331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我熟练掌握显微镜等仪器操作，熟悉课程标准与教材，擅长多种教学方法，拥有高级中学教师资格证。我坚信自己扎实的专业知识、丰富的实践经验和对教育的热爱，定能为贵校教育事业添砖加瓦。期待能加入贵校，开启我的教育之旅。​</w:t>
                      </w:r>
                    </w:p>
                    <w:p w14:paraId="7EBFD25B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感谢您在百忙之中审阅我的自荐信！。</w:t>
                      </w:r>
                    </w:p>
                    <w:p w14:paraId="1F994F08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此致</w:t>
                      </w:r>
                    </w:p>
                    <w:p w14:paraId="17C14BA1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敬礼！</w:t>
                      </w:r>
                    </w:p>
                    <w:p w14:paraId="4F9A4741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right"/>
                        <w:textAlignment w:val="auto"/>
                        <w:rPr>
                          <w:rFonts w:hint="default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自荐人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:lang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：</w:t>
                      </w: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徐念初</w:t>
                      </w:r>
                    </w:p>
                    <w:p w14:paraId="2C835506">
                      <w:pPr>
                        <w:pStyle w:val="6"/>
                        <w:keepNext w:val="0"/>
                        <w:keepLines w:val="0"/>
                        <w:pageBreakBefore w:val="0"/>
                        <w:widowControl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Lines="50" w:afterAutospacing="0" w:line="440" w:lineRule="exact"/>
                        <w:ind w:firstLine="480" w:firstLineChars="200"/>
                        <w:jc w:val="right"/>
                        <w:textAlignment w:val="auto"/>
                        <w:rPr>
                          <w:rFonts w:hint="default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color w:val="262626" w:themeColor="text1" w:themeTint="D9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>
                                <w14:lumMod w14:val="85000"/>
                                <w14:lumOff w14:val="15000"/>
                              </w14:schemeClr>
                            </w14:solidFill>
                          </w14:textFill>
                        </w:rPr>
                        <w:t>2025.03.22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-109220</wp:posOffset>
                </wp:positionH>
                <wp:positionV relativeFrom="paragraph">
                  <wp:posOffset>-558800</wp:posOffset>
                </wp:positionV>
                <wp:extent cx="6863080" cy="9966325"/>
                <wp:effectExtent l="0" t="0" r="13970" b="15875"/>
                <wp:wrapNone/>
                <wp:docPr id="83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63080" cy="9966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-8.6pt;margin-top:-44pt;height:784.75pt;width:540.4pt;z-index:251673600;v-text-anchor:middle;mso-width-relative:page;mso-height-relative:page;" fillcolor="#FFFFFF" filled="t" stroked="f" coordsize="21600,21600" o:gfxdata="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L7ydzcAAAADQEAAA8AAAAAAAAAAQAgAAAAIgAAAGRycy9kb3du&#10;cmV2LnhtbFBLAQIUABQAAAAIAIdO4kB815ng+wEAAOYDAAAOAAAAAAAAAAEAIAAAACsBAABkcnMv&#10;ZTJvRG9jLnhtbFBLBQYAAAAABgAGAFkBAACYBQAAAAA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margin">
                  <wp:posOffset>-2460625</wp:posOffset>
                </wp:positionH>
                <wp:positionV relativeFrom="paragraph">
                  <wp:posOffset>-1642745</wp:posOffset>
                </wp:positionV>
                <wp:extent cx="9560560" cy="12368530"/>
                <wp:effectExtent l="0" t="0" r="2540" b="13970"/>
                <wp:wrapNone/>
                <wp:docPr id="84" name="梯形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60560" cy="12368530"/>
                        </a:xfrm>
                        <a:prstGeom prst="trapezoid">
                          <a:avLst>
                            <a:gd name="adj" fmla="val 0"/>
                          </a:avLst>
                        </a:prstGeom>
                        <a:solidFill>
                          <a:srgbClr val="1C487C">
                            <a:alpha val="58000"/>
                          </a:srgbClr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left:-193.75pt;margin-top:-129.35pt;height:973.9pt;width:752.8pt;mso-position-horizontal-relative:margin;z-index:251672576;v-text-anchor:middle;mso-width-relative:page;mso-height-relative:page;" fillcolor="#1C487C" filled="t" stroked="f" coordsize="9560560,12368530" o:gfxdata="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VQCntwAAAAP&#10;AQAADwAAAAAAAAABACAAAAAiAAAAZHJzL2Rvd25yZXYueG1sUEsBAhQAFAAAAAgAh07iQCtPvYIY&#10;AgAAJgQAAA4AAAAAAAAAAQAgAAAAKwEAAGRycy9lMm9Eb2MueG1sUEsFBgAAAAAGAAYAWQEAALUF&#10;AAAAAA==&#10;" path="m0,12368530l0,0,9560560,0,9560560,12368530xe">
                <v:path o:connectlocs="4780280,0;0,6184265;4780280,12368530;9560560,6184265" o:connectangles="247,164,82,0"/>
                <v:fill on="t" opacity="38010f" focussize="0,0"/>
                <v:stroke on="f" weight="1pt" miterlimit="8" joinstyle="miter"/>
                <v:imagedata o:title=""/>
                <o:lock v:ext="edit" aspectratio="f"/>
              </v:shape>
            </w:pict>
          </mc:Fallback>
        </mc:AlternateContent>
      </w:r>
    </w:p>
    <w:p w14:paraId="4879EEEF">
      <w:pPr>
        <w:adjustRightInd w:val="0"/>
        <w:snapToGrid w:val="0"/>
      </w:pPr>
    </w:p>
    <w:p w14:paraId="759E1532">
      <w:pPr>
        <w:adjustRightInd w:val="0"/>
        <w:snapToGrid w:val="0"/>
      </w:pPr>
    </w:p>
    <w:p w14:paraId="653D56FB">
      <w:pPr>
        <w:adjustRightInd w:val="0"/>
        <w:snapToGrid w:val="0"/>
      </w:pPr>
    </w:p>
    <w:p w14:paraId="7C4B3CAA">
      <w:pPr>
        <w:adjustRightInd w:val="0"/>
        <w:snapToGrid w:val="0"/>
      </w:pPr>
    </w:p>
    <w:p w14:paraId="03D3C6CE">
      <w:pPr>
        <w:adjustRightInd w:val="0"/>
        <w:snapToGrid w:val="0"/>
      </w:pPr>
    </w:p>
    <w:p w14:paraId="0A69958C">
      <w:pPr>
        <w:adjustRightInd w:val="0"/>
        <w:snapToGrid w:val="0"/>
      </w:pPr>
    </w:p>
    <w:p w14:paraId="2A9593A7">
      <w:pPr>
        <w:adjustRightInd w:val="0"/>
        <w:snapToGrid w:val="0"/>
      </w:pPr>
    </w:p>
    <w:p w14:paraId="043053F0">
      <w:pPr>
        <w:adjustRightInd w:val="0"/>
        <w:snapToGrid w:val="0"/>
      </w:pPr>
    </w:p>
    <w:p w14:paraId="16A1C52D">
      <w:pPr>
        <w:adjustRightInd w:val="0"/>
        <w:snapToGrid w:val="0"/>
      </w:pPr>
    </w:p>
    <w:p w14:paraId="584830D8">
      <w:pPr>
        <w:adjustRightInd w:val="0"/>
        <w:snapToGrid w:val="0"/>
      </w:pPr>
    </w:p>
    <w:p w14:paraId="35981CA6">
      <w:pPr>
        <w:adjustRightInd w:val="0"/>
        <w:snapToGrid w:val="0"/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97A56E"/>
    <w:multiLevelType w:val="singleLevel"/>
    <w:tmpl w:val="AD97A56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36E070D5"/>
    <w:multiLevelType w:val="multilevel"/>
    <w:tmpl w:val="36E070D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414141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attachedTemplate r:id="rId1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M3ZmJjOWI3OTQ0ZmQ1NWEwNDAyYWNhNDY5Yzc0NjMifQ=="/>
  </w:docVars>
  <w:rsids>
    <w:rsidRoot w:val="1D06237C"/>
    <w:rsid w:val="00033B00"/>
    <w:rsid w:val="00050DD0"/>
    <w:rsid w:val="000A15E2"/>
    <w:rsid w:val="000A477B"/>
    <w:rsid w:val="000B7624"/>
    <w:rsid w:val="00145F04"/>
    <w:rsid w:val="0016204C"/>
    <w:rsid w:val="001864CD"/>
    <w:rsid w:val="0019746D"/>
    <w:rsid w:val="001D355C"/>
    <w:rsid w:val="00211176"/>
    <w:rsid w:val="002A02CC"/>
    <w:rsid w:val="002A6755"/>
    <w:rsid w:val="003150B6"/>
    <w:rsid w:val="00355330"/>
    <w:rsid w:val="003666FA"/>
    <w:rsid w:val="003829A9"/>
    <w:rsid w:val="003A597D"/>
    <w:rsid w:val="003A754D"/>
    <w:rsid w:val="004264B5"/>
    <w:rsid w:val="004447F5"/>
    <w:rsid w:val="00446196"/>
    <w:rsid w:val="00461F81"/>
    <w:rsid w:val="00465FA2"/>
    <w:rsid w:val="00487CEA"/>
    <w:rsid w:val="004F0F87"/>
    <w:rsid w:val="004F6A02"/>
    <w:rsid w:val="0053077D"/>
    <w:rsid w:val="005311C9"/>
    <w:rsid w:val="00553D99"/>
    <w:rsid w:val="00557EDC"/>
    <w:rsid w:val="005B4768"/>
    <w:rsid w:val="005C3A11"/>
    <w:rsid w:val="006314A6"/>
    <w:rsid w:val="006922FB"/>
    <w:rsid w:val="00694DFC"/>
    <w:rsid w:val="006B4C9F"/>
    <w:rsid w:val="006F567F"/>
    <w:rsid w:val="00735052"/>
    <w:rsid w:val="007719C0"/>
    <w:rsid w:val="0077420C"/>
    <w:rsid w:val="007B1C07"/>
    <w:rsid w:val="0082702B"/>
    <w:rsid w:val="0085417A"/>
    <w:rsid w:val="0089146D"/>
    <w:rsid w:val="008E0C60"/>
    <w:rsid w:val="00911736"/>
    <w:rsid w:val="00923016"/>
    <w:rsid w:val="0092591B"/>
    <w:rsid w:val="0093682A"/>
    <w:rsid w:val="009872F7"/>
    <w:rsid w:val="009C366C"/>
    <w:rsid w:val="009D6057"/>
    <w:rsid w:val="009F7C4F"/>
    <w:rsid w:val="00A2143F"/>
    <w:rsid w:val="00A24A7B"/>
    <w:rsid w:val="00A26FC6"/>
    <w:rsid w:val="00A702BF"/>
    <w:rsid w:val="00AB760C"/>
    <w:rsid w:val="00AD3779"/>
    <w:rsid w:val="00AE5B76"/>
    <w:rsid w:val="00B31A69"/>
    <w:rsid w:val="00B822E2"/>
    <w:rsid w:val="00BD4664"/>
    <w:rsid w:val="00BE4D64"/>
    <w:rsid w:val="00BF0749"/>
    <w:rsid w:val="00C21631"/>
    <w:rsid w:val="00CD3E9B"/>
    <w:rsid w:val="00D06232"/>
    <w:rsid w:val="00D50E46"/>
    <w:rsid w:val="00D76D6E"/>
    <w:rsid w:val="00D8497B"/>
    <w:rsid w:val="00DB4EC6"/>
    <w:rsid w:val="00DD7BC7"/>
    <w:rsid w:val="00E17ECD"/>
    <w:rsid w:val="00EA688C"/>
    <w:rsid w:val="00F126AE"/>
    <w:rsid w:val="00F4103D"/>
    <w:rsid w:val="00FF5D10"/>
    <w:rsid w:val="00FF7F4E"/>
    <w:rsid w:val="022F48F3"/>
    <w:rsid w:val="02341A15"/>
    <w:rsid w:val="0283508A"/>
    <w:rsid w:val="052A6B3B"/>
    <w:rsid w:val="0A354A28"/>
    <w:rsid w:val="0ACA628E"/>
    <w:rsid w:val="10A5322F"/>
    <w:rsid w:val="12FF077C"/>
    <w:rsid w:val="1494590D"/>
    <w:rsid w:val="1542731E"/>
    <w:rsid w:val="19600F94"/>
    <w:rsid w:val="1D06237C"/>
    <w:rsid w:val="1D4A777F"/>
    <w:rsid w:val="1DFD241D"/>
    <w:rsid w:val="1F31305F"/>
    <w:rsid w:val="1F395647"/>
    <w:rsid w:val="1F403C04"/>
    <w:rsid w:val="21CB7B54"/>
    <w:rsid w:val="23A442D3"/>
    <w:rsid w:val="23D22A8E"/>
    <w:rsid w:val="24FA774D"/>
    <w:rsid w:val="251D118A"/>
    <w:rsid w:val="271B0A71"/>
    <w:rsid w:val="27B70919"/>
    <w:rsid w:val="295403E9"/>
    <w:rsid w:val="32231A2F"/>
    <w:rsid w:val="32724E02"/>
    <w:rsid w:val="33DF6B01"/>
    <w:rsid w:val="360A4309"/>
    <w:rsid w:val="39C944FA"/>
    <w:rsid w:val="3A180C6C"/>
    <w:rsid w:val="3B47390A"/>
    <w:rsid w:val="3E086CC3"/>
    <w:rsid w:val="41D8350E"/>
    <w:rsid w:val="46645732"/>
    <w:rsid w:val="4A3B6D2F"/>
    <w:rsid w:val="4CEA0599"/>
    <w:rsid w:val="51383FC9"/>
    <w:rsid w:val="54D211B3"/>
    <w:rsid w:val="5A044F8B"/>
    <w:rsid w:val="5C094D76"/>
    <w:rsid w:val="5FB02081"/>
    <w:rsid w:val="69BD6A41"/>
    <w:rsid w:val="6FA06443"/>
    <w:rsid w:val="73C956F8"/>
    <w:rsid w:val="767939A2"/>
    <w:rsid w:val="7879264D"/>
    <w:rsid w:val="797F444E"/>
    <w:rsid w:val="7E8B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 Unicode MS" w:hAnsi="Arial Unicode MS" w:eastAsia="微软雅黑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标题 1 Char"/>
    <w:basedOn w:val="9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2">
    <w:name w:val="页眉 Char"/>
    <w:basedOn w:val="9"/>
    <w:link w:val="5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rFonts w:ascii="Arial Unicode MS" w:hAnsi="Arial Unicode MS" w:eastAsia="微软雅黑"/>
      <w:kern w:val="2"/>
      <w:sz w:val="18"/>
      <w:szCs w:val="18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  <w:style w:type="paragraph" w:customStyle="1" w:styleId="15">
    <w:name w:val="列表段落1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dao\AppData\Roaming\kingsoft\office6\templates\download\&#40664;&#35748;\&#21019;&#24847;&#31616;&#21382;SJS0056A.doc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创意简历SJS0056A.docx</Template>
  <Pages>3</Pages>
  <Words>0</Words>
  <Characters>0</Characters>
  <Lines>1</Lines>
  <Paragraphs>1</Paragraphs>
  <TotalTime>0</TotalTime>
  <ScaleCrop>false</ScaleCrop>
  <LinksUpToDate>false</LinksUpToDate>
  <CharactersWithSpaces>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2017-06-14T05:57:00Z</dcterms:created>
  <dc:creator>kedao</dc:creator>
  <cp:lastModifiedBy>简笔小站</cp:lastModifiedBy>
  <dcterms:modified xsi:type="dcterms:W3CDTF">2025-03-16T14:08:47Z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B14B4B9EF6F645F68AF3248DF3A7AF94_13</vt:lpwstr>
  </property>
  <property fmtid="{D5CDD505-2E9C-101B-9397-08002B2CF9AE}" pid="4" name="KSOTemplateDocerSaveRecord">
    <vt:lpwstr>eyJoZGlkIjoiZmYxOTBhNDFiZjRjY2E0MDU3OWYwOTg0MWZlYzFlZmEiLCJ1c2VySWQiOiIzMDY5NjI2MTQifQ==</vt:lpwstr>
  </property>
</Properties>
</file>