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1EB3E">
      <w:pPr>
        <w:rPr>
          <w:rFonts w:hint="eastAsia"/>
          <w:sz w:val="21"/>
          <w:lang w:val="en-US" w:eastAsia="zh-CN"/>
        </w:rPr>
      </w:pPr>
      <w:bookmarkStart w:id="0" w:name="_GoBack"/>
      <w:bookmarkEnd w:id="0"/>
      <w:r>
        <w:rPr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5567680</wp:posOffset>
                </wp:positionH>
                <wp:positionV relativeFrom="paragraph">
                  <wp:posOffset>767080</wp:posOffset>
                </wp:positionV>
                <wp:extent cx="312420" cy="328295"/>
                <wp:effectExtent l="0" t="0" r="11430" b="1460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859905" y="1640205"/>
                          <a:ext cx="312420" cy="328295"/>
                        </a:xfrm>
                        <a:prstGeom prst="rect">
                          <a:avLst/>
                        </a:prstGeom>
                        <a:solidFill>
                          <a:srgbClr val="18669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38.4pt;margin-top:60.4pt;height:25.85pt;width:24.6pt;z-index:251659264;v-text-anchor:middle;mso-width-relative:page;mso-height-relative:page;" fillcolor="#186697" filled="t" stroked="f" coordsize="21600,21600" o:gfxdata="UEsDBAoAAAAAAIdO4kAAAAAAAAAAAAAAAAAEAAAAZHJzL1BLAwQUAAAACACHTuJAH2s0hNcAAAAL&#10;AQAADwAAAGRycy9kb3ducmV2LnhtbE2PMU/DMBCFdyT+g3WVWBB1EkGapHE6IDFXhA6MTnwkEfY5&#10;it208Os5Jtju7j29+159uDorVlzC5ElBuk1AIPXeTDQoOL29PBQgQtRktPWECr4wwKG5val1ZfyF&#10;XnFt4yA4hEKlFYwxzpWUoR/R6bD1MxJrH35xOvK6DNIs+sLhzsosSXLp9ET8YdQzPo/Yf7Znp+B7&#10;dXYoyvfWHLv76OZ0tY/lUam7TZrsQUS8xj8z/OIzOjTM1PkzmSCsgmKXM3pkIUt4YEeZ5dyu48su&#10;ewLZ1PJ/h+YHUEsDBBQAAAAIAIdO4kCo5MnkeAIAANgEAAAOAAAAZHJzL2Uyb0RvYy54bWytVM1u&#10;EzEQviPxDpbvdDfbNE2ibqqoURFSRSsVxNnxerOW/Ift/JSXQeLGQ/A4iNfgs3f7Q+HQAzk4M57Z&#10;b2a+mfHZ+UErshM+SGtqOjoqKRGG20aaTU0/frh8M6UkRGYapqwRNb0TgZ4vXr8627u5qGxnVSM8&#10;AYgJ872raRejmxdF4J3QLBxZJwyMrfWaRah+UzSe7YGuVVGV5aTYW984b7kIAber3kgHRP8SQNu2&#10;kouV5VstTOxRvVAsoqTQSRfoImfbtoLH67YNIhJVU1Qa84kgkNfpLBZnbL7xzHWSDymwl6TwrCbN&#10;pEHQB6gVi4xsvfwLSkvubbBtPOJWF30hmRFUMSqfcXPbMSdyLaA6uAfSw/+D5e93N57IpqYTUGKY&#10;Rsd/ff3+88c3gguws3dhDqdbd+MHLUBMpR5ar9M/iiAHfD89mc3KE0ruMFWTcVlBzuyKQyQcDsej&#10;alwhCIfDcTWtZtlePAI5H+JbYTVJQk09mpc5ZburEAEF13uXFDdYJZtLqVRW/GZ9oTzZMTR6NJ1M&#10;ZqcpOj75w00Zsoe9Oi1TIgzj22JsIGoHCoLZUMLUBnvBo8+xjU0Rch0p9oqFro+RYfsCtYzYCCV1&#10;Tadl+g2RlUECib+esSStbXMHvr3tBzE4fikBe8VCvGEek4e0sJvxGkerLHK1g0RJZ/2Xf90nfwwE&#10;rJTsMcmo4/OWeUGJemcwKrPReAzYmJXxyWnqgX9qWT+1mK2+sIlDvAKOZzH5R3Uvtt7qT1jhZYoK&#10;EzMcsXvGBuUi9huGR4CL5TK7Ydwdi1fm1vEEnnpm7HIbbStzbx/ZGUjDwOf+DcuZNuqpnr0eH6TF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B9rNITXAAAACwEAAA8AAAAAAAAAAQAgAAAAIgAAAGRy&#10;cy9kb3ducmV2LnhtbFBLAQIUABQAAAAIAIdO4kCo5MnkeAIAANgEAAAOAAAAAAAAAAEAIAAAACY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-479425</wp:posOffset>
                </wp:positionV>
                <wp:extent cx="2211705" cy="643255"/>
                <wp:effectExtent l="0" t="0" r="0" b="0"/>
                <wp:wrapNone/>
                <wp:docPr id="27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110" y="434975"/>
                          <a:ext cx="2211705" cy="6432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105D0">
                            <w:pPr>
                              <w:rPr>
                                <w:rFonts w:hint="default" w:eastAsia="微软雅黑"/>
                                <w:sz w:val="46"/>
                                <w:szCs w:val="4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FFFFFF" w:themeColor="background1"/>
                                <w:spacing w:val="0"/>
                                <w:sz w:val="46"/>
                                <w:szCs w:val="46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Panda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" o:spid="_x0000_s1026" o:spt="202" type="#_x0000_t202" style="position:absolute;left:0pt;margin-left:-50.7pt;margin-top:-37.75pt;height:50.65pt;width:174.15pt;z-index:251663360;mso-width-relative:page;mso-height-relative:page;" filled="f" stroked="f" coordsize="21600,21600" o:gfxdata="UEsDBAoAAAAAAIdO4kAAAAAAAAAAAAAAAAAEAAAAZHJzL1BLAwQUAAAACACHTuJAtQ7l4dwAAAAL&#10;AQAADwAAAGRycy9kb3ducmV2LnhtbE2Py07DMBBF90j8gzVI7Fo7UVNCiFOhSBUSgkVLN+yceJpE&#10;+BFi90G/nukKdnc0R3fOlKuzNeyIUxi8k5DMBTB0rdeD6yTsPtazHFiIymllvEMJPxhgVd3elKrQ&#10;/uQ2eNzGjlGJC4WS0Mc4FpyHtkerwtyP6Gi395NVkcap43pSJyq3hqdCLLlVg6MLvRqx7rH92h6s&#10;hNd6/a42TWrzi6lf3vbP4/fuM5Py/i4RT8AinuMfDFd9UoeKnBp/cDowI2GWiGRBLKWHLANGSLpY&#10;PgJrKGQ58Krk/3+ofgFQSwMEFAAAAAgAh07iQDY7xI1IAgAAcQQAAA4AAABkcnMvZTJvRG9jLnht&#10;bK1US27bMBDdF+gdCO5rfWLHtWA5cBOkKBA0AdKia5qiIgEkhyVpS+kB2htk1U33PZfP0SElJ0ba&#10;RRbdUEPO8A3fmxktz3olyU5Y14IuaTZJKRGaQ9Xqu5J+/nT55i0lzjNdMQlalPReOHq2ev1q2ZlC&#10;5NCArIQlCKJd0ZmSNt6bIkkcb4RibgJGaHTWYBXzuLV3SWVZh+hKJnmaniYd2MpY4MI5PL0YnHRE&#10;tC8BhLpuubgAvlVC+wHVCsk8UnJNaxxdxdfWteD+uq6d8ESWFJn6uGIStDdhTVZLVtxZZpqWj09g&#10;L3nCM06KtRqTPkJdMM/I1rZ/QamWW3BQ+wkHlQxEoiLIIkufaXPbMCMiF5TamUfR3f+D5R93N5a0&#10;VUnzOSWaKaz4/uHH/ufv/a/vZBb06YwrMOzWYKDv30GPXXM4d3gYaPe1VeGLhAj6p4tFlqHE92ie&#10;TBfziMMK0XvC0Z3nWTZPZ5RwDDidnuSzGJA84Rjr/HsBigSjpBbrGOVluyvn8U0YeggJaTVctlLG&#10;WkpNOgQ9maXxwqMHb0iNFwOb4dXB8v2mHyluoLpHhhaGHnGGX7aY/Io5f8MsNgXywbHx17jUEjAJ&#10;jBYlDdhv/zoP8Vgr9FLSYZOV1H3dMisokR80VnGRTaehK+NmOpvnuLHHns2xR2/VOWAfZzighkcz&#10;xHt5MGsL6gtO1zpkRRfTHHOX1B/Mcz+0Pk4nF+t1DMI+NMxf6VvDA/Qg53rroW6j0kGmQZtRPezE&#10;WIBxakKrH+9j1NOfYvUH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tQ7l4dwAAAALAQAADwAAAAAA&#10;AAABACAAAAAiAAAAZHJzL2Rvd25yZXYueG1sUEsBAhQAFAAAAAgAh07iQDY7xI1IAgAAcQQAAA4A&#10;AAAAAAAAAQAgAAAAKw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7C105D0">
                      <w:pPr>
                        <w:rPr>
                          <w:rFonts w:hint="default" w:eastAsia="微软雅黑"/>
                          <w:sz w:val="46"/>
                          <w:szCs w:val="4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FFFFFF" w:themeColor="background1"/>
                          <w:spacing w:val="0"/>
                          <w:sz w:val="46"/>
                          <w:szCs w:val="46"/>
                          <w:shd w:val="clear" w:fill="FFFFFF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Panda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179705</wp:posOffset>
                </wp:positionV>
                <wp:extent cx="2485390" cy="777875"/>
                <wp:effectExtent l="0" t="0" r="0" b="0"/>
                <wp:wrapNone/>
                <wp:docPr id="26" name="文本框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110" y="1094105"/>
                          <a:ext cx="2485390" cy="777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6642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Career Objective：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Marketing</w:t>
                            </w:r>
                          </w:p>
                          <w:p w14:paraId="713ECF6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312" w:lineRule="auto"/>
                              <w:jc w:val="both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Experience： 2 years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7" o:spid="_x0000_s1026" o:spt="202" type="#_x0000_t202" style="position:absolute;left:0pt;margin-left:-50.7pt;margin-top:14.15pt;height:61.25pt;width:195.7pt;z-index:251662336;mso-width-relative:page;mso-height-relative:page;" filled="f" stroked="f" coordsize="21600,21600" o:gfxdata="UEsDBAoAAAAAAIdO4kAAAAAAAAAAAAAAAAAEAAAAZHJzL1BLAwQUAAAACACHTuJACylvWtsAAAAL&#10;AQAADwAAAGRycy9kb3ducmV2LnhtbE2Py07DMBBF90j8gzVI7Fo7gaIQ4lQoUoWEYNHSDbtJ7CYR&#10;8TjE7oN+PdMVLEdzdO+5xfLkBnGwU+g9aUjmCoSlxpueWg3bj9UsAxEiksHBk9XwYwMsy+urAnPj&#10;j7S2h01sBYdQyFFDF+OYSxmazjoMcz9a4t/OTw4jn1MrzYRHDneDTJV6kA574oYOR1t1tvna7J2G&#10;12r1jus6ddl5qF7eds/j9/ZzofXtTaKeQER7in8wXPRZHUp2qv2eTBCDhlmikntmNaTZHQgm0kfF&#10;62pGFyoDWRby/4byF1BLAwQUAAAACACHTuJAIZJHYEoCAABzBAAADgAAAGRycy9lMm9Eb2MueG1s&#10;rVRLbtswEN0X6B0I7htJjh1/EDlwE6QoEDQB0qJrmqIsAfyVpCOlB2hv0FU33fdcOUcfKTsx0i6y&#10;6IYach7fzLwZ6vSsV5LcCedbo0taHOWUCM1N1epNST99vHwzo8QHpismjRYlvReeni1fvzrt7EKM&#10;TGNkJRwBifaLzpa0CcEusszzRijmj4wVGs7aOMUCtm6TVY51YFcyG+X5SdYZV1lnuPAepxeDk+4Y&#10;3UsITV23XFwYvlVCh4HVCckCSvJNaz1dpmzrWvBwXddeBCJLikpDWhEE9jqu2fKULTaO2abluxTY&#10;S1J4VpNirUbQR6oLFhjZuvYvKtVyZ7ypwxE3KhsKSYqgiiJ/ps1tw6xItUBqbx9F9/+Pln+4u3Gk&#10;rUo6OqFEM4WOP/z4/vDz98Ovb2Q+jQJ11i+Au7VAhv6t6TE2+3OPw1h3XzsVv6iIwD+ez4sCGt8D&#10;ms/HRT4ZlBZ9IBz+0Xg2OZ4DwIGYTqezaQJkT0TW+fBOGEWiUVKHTiaB2d2VD0gK0D0kxtXmspUy&#10;dVNq0pX05HiSpwuPHtyQGhdjOUPa0Qr9ut/VuDbVPUp0ZpgSb/lli+BXzIcb5jAWyBcPJ1xjqaVB&#10;ELOzKGmM+/qv84hHt+ClpMOYldR/2TInKJHvNfo4L8Zj0Ia0GU+mI2zcoWd96NFbdW4wyQWeqOXJ&#10;jPgg92btjPqM97WKUeFimiN2ScPePA/D8ON9crFaJRAm0bJwpW8tj9SDnKttMHWblI4yDdrs1MMs&#10;pgbs3k0c9sN9Qj39K5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Aspb1rbAAAACwEAAA8AAAAA&#10;AAAAAQAgAAAAIgAAAGRycy9kb3ducmV2LnhtbFBLAQIUABQAAAAIAIdO4kAhkkdgSgIAAHMEAAAO&#10;AAAAAAAAAAEAIAAAACoBAABkcnMvZTJvRG9jLnhtbFBLBQYAAAAABgAGAFkBAADm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AA6642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Career Objective：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Marketing</w:t>
                      </w:r>
                    </w:p>
                    <w:p w14:paraId="713ECF6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312" w:lineRule="auto"/>
                        <w:jc w:val="both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Experience： 2 years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-1209040</wp:posOffset>
                </wp:positionH>
                <wp:positionV relativeFrom="paragraph">
                  <wp:posOffset>8103235</wp:posOffset>
                </wp:positionV>
                <wp:extent cx="6626225" cy="304800"/>
                <wp:effectExtent l="0" t="0" r="3175" b="0"/>
                <wp:wrapNone/>
                <wp:docPr id="72" name="组合 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-66040" y="9017635"/>
                          <a:ext cx="6626225" cy="304800"/>
                          <a:chOff x="4023" y="4041"/>
                          <a:chExt cx="10435" cy="480"/>
                        </a:xfrm>
                      </wpg:grpSpPr>
                      <wps:wsp>
                        <wps:cNvPr id="73" name="椭圆 64"/>
                        <wps:cNvSpPr/>
                        <wps:spPr>
                          <a:xfrm>
                            <a:off x="5041" y="4171"/>
                            <a:ext cx="222" cy="222"/>
                          </a:xfrm>
                          <a:prstGeom prst="ellipse">
                            <a:avLst/>
                          </a:pr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4" name="矩形 49"/>
                        <wps:cNvSpPr/>
                        <wps:spPr>
                          <a:xfrm>
                            <a:off x="4023" y="4041"/>
                            <a:ext cx="902" cy="480"/>
                          </a:xfrm>
                          <a:prstGeom prst="rect">
                            <a:avLst/>
                          </a:pr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5" name="直接连接符 7"/>
                        <wps:cNvCnPr/>
                        <wps:spPr>
                          <a:xfrm>
                            <a:off x="9038" y="4287"/>
                            <a:ext cx="5420" cy="1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86697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5.2pt;margin-top:638.05pt;height:24pt;width:521.75pt;z-index:251681792;mso-width-relative:page;mso-height-relative:page;" coordorigin="4023,4041" coordsize="10435,480" o:gfxdata="UEsDBAoAAAAAAIdO4kAAAAAAAAAAAAAAAAAEAAAAZHJzL1BLAwQUAAAACACHTuJAjRWwwt0AAAAO&#10;AQAADwAAAGRycy9kb3ducmV2LnhtbE2PwW7CMBBE75X6D9ZW6g1sJ0AhjYMq1PaEKhUqVdxMvCQR&#10;sR3FJoG/7/bU3nZ3RrNv8vXVtmzAPjTeKZBTAQxd6U3jKgVf+7fJEliI2hndeocKbhhgXdzf5Toz&#10;fnSfOOxixSjEhUwrqGPsMs5DWaPVYeo7dKSdfG91pLWvuOn1SOG25YkQC2514+hDrTvc1Fiedxer&#10;4H3U40sqX4ft+bS5Hfbzj++tRKUeH6R4BhbxGv/M8ItP6FAQ09FfnAmsVTCRKzEjLynJ00ICI89y&#10;ntJwpFOazCTwIuf/axQ/UEsDBBQAAAAIAIdO4kBgz1mpmgMAAN0KAAAOAAAAZHJzL2Uyb0RvYy54&#10;bWztVk1rJEUYvgv+h6LuyXR3enoyTTpLSEwQghuI4rlSU/0B1VVlVU068SziSby77MKigqA3byL+&#10;miT+DN+3unsym10kieSWOQz1+X4871PP2zsvLlpJzoV1jVYFjTcjSoTietGoqqBffH64sU2J80wt&#10;mNRKFPRSOPpi9+OPdjqTi0TXWi6EJWBEubwzBa29N/lk4ngtWuY2tREKNkttW+ZhaqvJwrIOrLdy&#10;kkRRNum0XRiruXAOVg/6TTpYtPcxqMuy4eJA82UrlO+tWiGZh5Rc3RhHd0O0ZSm4f1mWTngiCwqZ&#10;+vAPTmB8hv+T3R2WV5aZuuFDCOw+IdzJqWWNAqcrUwfMM7K0zXum2oZb7XTpN7luJ30iARHIIo7u&#10;YHNk9dKEXKq8q8wKdCjUHdQfbZZ/dn5iSbMo6CyhRLEWKn7z5zdXP3xHYAHQ6UyVw6Eja07NiR0W&#10;qn6GCV+UtiVWB2BxDimRi4JuZFmUAsiXBZ1H8SzbmvZQiwtPOOxnWZIlyZQSDie2onQ7GmrBaygY&#10;WkijZCvcT6M07i/z+pPhehylYDFchqu4O+lDgQFGvAqwM8BSdwud+3/QndbMiFARh6iM0EGgPXTX&#10;P/1+9epbkqUYEvqGQyvcXO4AwhG0NbCmmCFClcazIdURpySBsiBGOFhPk+XGOn8kdEtwUFAhJTAf&#10;g2M5Oz92vj89nsJlp2WzOGykDBNbne1LS84ZPI14O8vms8HBO8ekIh3sJzMoEOEMHnwJDw2GrQHS&#10;OFVRwmQFSsK9Db6VRg/gvI/wgLm69xHMoguWt40HDZFNW1AoPPwGz1KF+o1AIYBnenEJMA8MI87w&#10;wwbyPWbOnzALbxXCAjXzL+GvlBpi1cOIklrbrz+0jueBB7BLSQdvH/L4asmsoER+qoAh8zhF7vow&#10;SaezBCZ2fedsfUct232NGIJuGh6GeN7LcVha3X4JoreHXmGLKQ6+e8SGyb7vNQlkk4u9vXAMBMIw&#10;f6xODUfjiJvSe0uvyybU9hadATTgeU+6pyd8OhL+5s2vV3+9JekcK3hvwn/gbY+En0cD4e++6/cI&#10;b0Hcn9n+zPanZzt0mqEz/vjH9fc///P3a/i/+e0XEhRzYP2+GtrjqF5jQ1r1xHm0Bd9WKPPJdrjJ&#10;8pH10xQ1BnU+HrUQG+soomsyLxv1nxq/Jr8Plu6g0A/sD9hf1jT+0uHkkSqPHQvRDEIW+jh89cDa&#10;O59V6/Nw/vardPd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jRWwwt0AAAAOAQAADwAAAAAAAAAB&#10;ACAAAAAiAAAAZHJzL2Rvd25yZXYueG1sUEsBAhQAFAAAAAgAh07iQGDPWamaAwAA3QoAAA4AAAAA&#10;AAAAAQAgAAAALAEAAGRycy9lMm9Eb2MueG1sUEsFBgAAAAAGAAYAWQEAADgHAAAAAA==&#10;">
                <o:lock v:ext="edit" aspectratio="f"/>
                <v:shape id="椭圆 64" o:spid="_x0000_s1026" o:spt="3" type="#_x0000_t3" style="position:absolute;left:5041;top:4171;height:222;width:222;v-text-anchor:middle;" fillcolor="#186697" filled="t" stroked="f" coordsize="21600,21600" o:gfxdata="UEsDBAoAAAAAAIdO4kAAAAAAAAAAAAAAAAAEAAAAZHJzL1BLAwQUAAAACACHTuJANFPdHr0AAADb&#10;AAAADwAAAGRycy9kb3ducmV2LnhtbEWPT2sCMRTE74V+h/AKvdXEFvtnNXpQCj14Wa3g8XXzulnc&#10;vIQk3bXfvhGEHoeZ+Q2zWJ1dLwaKqfOsYTpRIIgbbzpuNXzu3x9eQaSMbLD3TBp+KcFqeXuzwMr4&#10;kWsadrkVBcKpQg0251BJmRpLDtPEB+LiffvoMBcZW2kijgXuevmo1LN02HFZsBhobak57X6chrdR&#10;bQ5xs+ZxwK+trWehpmPQ+v5uquYgMp3zf/ja/jAaXp7g8qX8ALn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0U90e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矩形 49" o:spid="_x0000_s1026" o:spt="1" style="position:absolute;left:4023;top:4041;height:480;width:902;v-text-anchor:middle;" fillcolor="#186697" filled="t" stroked="f" coordsize="21600,21600" o:gfxdata="UEsDBAoAAAAAAIdO4kAAAAAAAAAAAAAAAAAEAAAAZHJzL1BLAwQUAAAACACHTuJAwQEYcL0AAADb&#10;AAAADwAAAGRycy9kb3ducmV2LnhtbEWPQWvCQBSE74X+h+UVvJS6iUjV1DWHQsFbMPXg8TX7moTu&#10;vg3ZbRL99a4geBxm5htmm0/WiIF63zpWkM4TEMSV0y3XCo7fX29rED4gazSOScGZPOS756ctZtqN&#10;fKChDLWIEPYZKmhC6DIpfdWQRT93HXH0fl1vMUTZ11L3OEa4NXKRJO/SYstxocGOPhuq/sp/q+Ay&#10;WFOvN6dSFz+vwXbpYJabQqnZS5p8gAg0hUf43t5rBasl3L7EHyB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ARhw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line id="直接连接符 7" o:spid="_x0000_s1026" o:spt="20" style="position:absolute;left:9038;top:4287;height:10;width:5420;" filled="f" stroked="t" coordsize="21600,21600" o:gfxdata="UEsDBAoAAAAAAIdO4kAAAAAAAAAAAAAAAAAEAAAAZHJzL1BLAwQUAAAACACHTuJAcyv/lb0AAADb&#10;AAAADwAAAGRycy9kb3ducmV2LnhtbEWPwW7CMBBE70j8g7WVeisOVC0lYDjQIqXigIB+wBJv44js&#10;OopdSP++roTEcTQzbzSLVc+NulAXai8GxqMMFEnpbS2Vga/j5ukNVIgoFhsvZOCXAqyWw8ECc+uv&#10;sqfLIVYqQSTkaMDF2OZah9IRYxj5liR5375jjEl2lbYdXhOcGz3JslfNWEtacNjS2lF5PvywgdP7&#10;5xF5w9p9rPvtjJ+L3excGPP4MM7moCL18R6+tQtrYPoC/1/SD9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K/+V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186697 [3204]" miterlimit="8" joinstyle="miter" dashstyle="3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-1209040</wp:posOffset>
                </wp:positionH>
                <wp:positionV relativeFrom="paragraph">
                  <wp:posOffset>6483985</wp:posOffset>
                </wp:positionV>
                <wp:extent cx="6626225" cy="304800"/>
                <wp:effectExtent l="0" t="0" r="3175" b="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-66040" y="7398385"/>
                          <a:ext cx="6626225" cy="304800"/>
                          <a:chOff x="4023" y="4041"/>
                          <a:chExt cx="10435" cy="480"/>
                        </a:xfrm>
                      </wpg:grpSpPr>
                      <wps:wsp>
                        <wps:cNvPr id="68" name="椭圆 64"/>
                        <wps:cNvSpPr/>
                        <wps:spPr>
                          <a:xfrm>
                            <a:off x="5041" y="4171"/>
                            <a:ext cx="222" cy="222"/>
                          </a:xfrm>
                          <a:prstGeom prst="ellipse">
                            <a:avLst/>
                          </a:pr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9" name="矩形 49"/>
                        <wps:cNvSpPr/>
                        <wps:spPr>
                          <a:xfrm>
                            <a:off x="4023" y="4041"/>
                            <a:ext cx="902" cy="480"/>
                          </a:xfrm>
                          <a:prstGeom prst="rect">
                            <a:avLst/>
                          </a:pr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1" name="直接连接符 7"/>
                        <wps:cNvCnPr>
                          <a:stCxn id="12" idx="3"/>
                        </wps:cNvCnPr>
                        <wps:spPr>
                          <a:xfrm>
                            <a:off x="7888" y="4285"/>
                            <a:ext cx="6570" cy="12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86697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5.2pt;margin-top:510.55pt;height:24pt;width:521.75pt;z-index:251680768;mso-width-relative:page;mso-height-relative:page;" coordorigin="4023,4041" coordsize="10435,480" o:gfxdata="UEsDBAoAAAAAAIdO4kAAAAAAAAAAAAAAAAAEAAAAZHJzL1BLAwQUAAAACACHTuJAXng1GdwAAAAO&#10;AQAADwAAAGRycy9kb3ducmV2LnhtbE2PQW/CMAyF75P2HyJP2g2SwEDQNUUT2nZCkwaTpt1Ca9qK&#10;xqma0MK/x5zYzfZ7ev5eujq7RvTYhdqTAT1WIJByX9RUGvjZfYwWIEK0VNjGExq4YIBV9viQ2qTw&#10;A31jv42l4BAKiTVQxdgmUoa8QmfD2LdIrB1852zktStl0dmBw10jJ0rNpbM18YfKtriuMD9uT87A&#10;52CHt6l+7zfHw/ryt5t9/W40GvP8pNUriIjneDfDDZ/RIWOmvT9REURjYKSX6oW9rKiJ1iDYs5hN&#10;edjfTvOlBpml8n+N7ApQSwMEFAAAAAgAh07iQDNAwIekAwAABAsAAA4AAABkcnMvZTJvRG9jLnht&#10;bO1WT2/kNBS/I/EdLN+3k8lkMjNR01U1pRVSxVYqiLPrOIklxza2p5lyRmhPiDsIJARISHDjhhCf&#10;pls+Bs920s62y2oL2tvOIfKzn9+f3/v5vdl/uu0EumTGciVLPN1LMGKSqorLpsSffHz8ZImRdURW&#10;RCjJSnzFLH568P57+70uWKpaJSpmEBiRtuh1iVvndDGZWNqyjtg9pZmEw1qZjjgQTTOpDOnBeicm&#10;aZLkk16ZShtFmbWwexQP8WDRvIlBVdecsiNFNx2TLlo1TBAHKdmWa4sPQrR1zah7VteWOSRKDJm6&#10;8AUnsL7w38nBPikaQ3TL6RACeZMQ7uXUES7B6a2pI+II2hj+wFTHqVFW1W6Pqm4SEwmIQBbT5B42&#10;J0ZtdMilKfpG34IOhbqH+n82Sz+6PDOIVyXOFxhJ0kHFb/744vrr5wg2AJ1eNwUonRh9rs/MsNFE&#10;ySe8rU2HjArAehlSQtsSP8nzJAOQr0q8mK2Ws+U8Qs22DlE4z/M0T9M5RhQ0Zkm2TIZa0BYK5i1k&#10;SToL97Mkm8bLtP1guD5NstlwGa7600kMBRY+4tsAew0stXfQ2f8H3XlLNAsVsR6VETp4MhG6Fz/+&#10;dv3tlyjPfEjeNyjd4mYLCxCOoO2ANfcZeqiy6WJIdcQpTdOIkV/spkkKbaw7YapDflFiJgQw3wdH&#10;CnJ5al3UHrX8tlWCV8dciCCY5mItDLok8DSmyzxfhXoDji+pCYl6OE8XUCBECTz4Gh4aLDsNpLGy&#10;wYiIBjoJdSb4lsp7AOcxwiNi2+gjmI2F7LiDHiJ4V2IoPPyG1IQM9RuB8gBeqOoKYB4Yhqymxxzy&#10;PSXWnREDbxXCgm7mnsGnFgpiVcMKo1aZz1+17/WBB3CKUQ9vH/L4bEMMw0h8KIEhq2nmueuCkM0X&#10;KQhm9+Ri90RuurXyGELf1DQsvb4T47I2qvsUmt6h9wpHRFLwHREbhLWLPQnaJmWHh0ENGoQm7lSe&#10;a+qNe0ClOtw4VfNQ2zt0BtCA55F0b5/wq5HwN9//cv3nDyhbPYrwr3jbI+FXyUD4++/6AeENNPd3&#10;bH/H9rfOdujJ42T85vcXX/3091/fwffm15/RMCFDm1/L2NutW29lmKhTYDKvYJTNQnsbxkHU88K/&#10;TIPFcgnzxE+D9MHUnC+gf/iRCbZfOw0El68dBTtd+tEdPjTyR44RP4Z2RsGV9YJPgRSPHgY+cY9f&#10;6Hdh3MOfI9h76d/Xrhz07/68Hvw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QYAAFtDb250ZW50X1R5cGVzXS54bWxQSwECFAAKAAAAAACHTuJA&#10;AAAAAAAAAAAAAAAABgAAAAAAAAAAABAAAAD7BAAAX3JlbHMvUEsBAhQAFAAAAAgAh07iQIoUZjzR&#10;AAAAlAEAAAsAAAAAAAAAAQAgAAAAHwUAAF9yZWxzLy5yZWxzUEsBAhQACgAAAAAAh07iQAAAAAAA&#10;AAAAAAAAAAQAAAAAAAAAAAAQAAAAAAAAAGRycy9QSwECFAAUAAAACACHTuJAXng1GdwAAAAOAQAA&#10;DwAAAAAAAAABACAAAAAiAAAAZHJzL2Rvd25yZXYueG1sUEsBAhQAFAAAAAgAh07iQDNAwIekAwAA&#10;BAsAAA4AAAAAAAAAAQAgAAAAKwEAAGRycy9lMm9Eb2MueG1sUEsFBgAAAAAGAAYAWQEAAEEHAAAA&#10;AA==&#10;">
                <o:lock v:ext="edit" aspectratio="f"/>
                <v:shape id="椭圆 64" o:spid="_x0000_s1026" o:spt="3" type="#_x0000_t3" style="position:absolute;left:5041;top:4171;height:222;width:222;v-text-anchor:middle;" fillcolor="#186697" filled="t" stroked="f" coordsize="21600,21600" o:gfxdata="UEsDBAoAAAAAAIdO4kAAAAAAAAAAAAAAAAAEAAAAZHJzL1BLAwQUAAAACACHTuJAvy7ZsrkAAADb&#10;AAAADwAAAGRycy9kb3ducmV2LnhtbEVPTWsCMRC9F/ofwhS81cSC0m6NHpSCBy9rK/Q43Yybxc0k&#10;JHFX/705CD0+3vdyfXW9GCimzrOG2VSBIG686bjV8PP99foOImVkg71n0nCjBOvV89MSK+NHrmk4&#10;5FaUEE4VarA5h0rK1FhymKY+EBfu5KPDXGBspYk4lnDXyzelFtJhx6XBYqCNpeZ8uDgNH6PaHuN2&#10;w+OAf3tbz0NNv0HryctMfYLIdM3/4od7ZzQsytjypfwAubo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8u2bK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矩形 49" o:spid="_x0000_s1026" o:spt="1" style="position:absolute;left:4023;top:4041;height:480;width:902;v-text-anchor:middle;" fillcolor="#186697" filled="t" stroked="f" coordsize="21600,21600" o:gfxdata="UEsDBAoAAAAAAIdO4kAAAAAAAAAAAAAAAAAEAAAAZHJzL1BLAwQUAAAACACHTuJAqtkhM70AAADb&#10;AAAADwAAAGRycy9kb3ducmV2LnhtbEWPwWrDMBBE74X+g9hCLqWRHYKJ3Sg5FAq9mTg55Lixtrap&#10;tDKWajv5+ihQ6HGYmTfMdj9bI0YafOdYQbpMQBDXTnfcKDgdP982IHxA1mgck4Iredjvnp+2WGg3&#10;8YHGKjQiQtgXqKANoS+k9HVLFv3S9cTR+3aDxRDl0Eg94BTh1shVkmTSYsdxocWePlqqf6pfq+A2&#10;WtNs8nOly8trsH06mnVeKrV4SZN3EIHm8B/+a39pBVkOjy/xB8jd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2SEz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line id="直接连接符 7" o:spid="_x0000_s1026" o:spt="20" style="position:absolute;left:7888;top:4285;height:12;width:6570;" filled="f" stroked="t" coordsize="21600,21600" o:gfxdata="UEsDBAoAAAAAAIdO4kAAAAAAAAAAAAAAAAAEAAAAZHJzL1BLAwQUAAAACACHTuJADBD5lr0AAADb&#10;AAAADwAAAGRycy9kb3ducmV2LnhtbEWPQWvCQBSE70L/w/IKvekmLdQaXT1YhZQepNof8Jp9ZoN5&#10;b0N21fjv3UKhx2FmvmEWq4FbdaE+NF4M5JMMFEnlbSO1ge/DdvwGKkQUi60XMnCjAKvlw2iBhfVX&#10;+aLLPtYqQSQUaMDF2BVah8oRY5j4jiR5R98zxiT7WtserwnOrX7OslfN2EhacNjR2lF12p/ZwM/7&#10;xwF5y9pt1sPnjF/K3exUGvP0mGdzUJGG+B/+a5fWwDSH3y/pB+jl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EPm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186697 [3204]" miterlimit="8" joinstyle="miter" dashstyle="3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-1209040</wp:posOffset>
                </wp:positionH>
                <wp:positionV relativeFrom="paragraph">
                  <wp:posOffset>3255010</wp:posOffset>
                </wp:positionV>
                <wp:extent cx="6720840" cy="304800"/>
                <wp:effectExtent l="0" t="0" r="3810" b="0"/>
                <wp:wrapNone/>
                <wp:docPr id="61" name="组合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-66040" y="4169410"/>
                          <a:ext cx="6720840" cy="304800"/>
                          <a:chOff x="4023" y="4041"/>
                          <a:chExt cx="10584" cy="480"/>
                        </a:xfrm>
                      </wpg:grpSpPr>
                      <wps:wsp>
                        <wps:cNvPr id="62" name="椭圆 64"/>
                        <wps:cNvSpPr/>
                        <wps:spPr>
                          <a:xfrm>
                            <a:off x="5041" y="4171"/>
                            <a:ext cx="222" cy="222"/>
                          </a:xfrm>
                          <a:prstGeom prst="ellipse">
                            <a:avLst/>
                          </a:pr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矩形 49"/>
                        <wps:cNvSpPr/>
                        <wps:spPr>
                          <a:xfrm>
                            <a:off x="4023" y="4041"/>
                            <a:ext cx="902" cy="480"/>
                          </a:xfrm>
                          <a:prstGeom prst="rect">
                            <a:avLst/>
                          </a:pr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5" name="直接连接符 7"/>
                        <wps:cNvCnPr/>
                        <wps:spPr>
                          <a:xfrm>
                            <a:off x="8333" y="4297"/>
                            <a:ext cx="6274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86697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5.2pt;margin-top:256.3pt;height:24pt;width:529.2pt;z-index:251679744;mso-width-relative:page;mso-height-relative:page;" coordorigin="4023,4041" coordsize="10584,480" o:gfxdata="UEsDBAoAAAAAAIdO4kAAAAAAAAAAAAAAAAAEAAAAZHJzL1BLAwQUAAAACACHTuJAQ9CYm9sAAAAM&#10;AQAADwAAAGRycy9kb3ducmV2LnhtbE2PwU7DMAyG70i8Q2QkbluSwaJSmk5oAk4TEhsS4pY1Xlut&#10;Saoma7e3x5zY0fan399frM6uYyMOsQ1eg5wLYOirYFtfa/javc0yYDEZb00XPGq4YIRVeXtTmNyG&#10;yX/iuE01oxAfc6OhSanPOY9Vg87EeejR0+0QBmcSjUPN7WAmCncdXwihuDOtpw+N6XHdYHXcnpyG&#10;98lMLw/yddwcD+vLz2758b2RqPX9nRTPwBKe0z8Mf/qkDiU57cPJ28g6DTP5JB6J1bCUCwWMkExl&#10;VG9PGyUU8LLg1yXKX1BLAwQUAAAACACHTuJAxcgWvI4DAADcCgAADgAAAGRycy9lMm9Eb2MueG1s&#10;7VZLb9QwEL4j8R8s3+lm0zS7GzVFVUsrpIpWKoiz63UekmMb29u0nBHihLiDQEKAhAQ3bgjxa9ry&#10;Mxg7znYpiKfgRA6RH5N5fDPzTVavHjUcHTJtailyPFyKMGKCymktyhzfurl1ZYyRsURMCZeC5fiY&#10;GXx17fKl1VZlLJaV5FOmESgRJmtVjitrVTYYGFqxhpglqZiAy0LqhljY6nIw1aQF7Q0fxFGUDlqp&#10;p0pLyoyB083uEgeN+mcUyqKoKduUdNYwYTutmnFiISRT1crgNe9tUTBqd4vCMIt4jiFS699gBNYH&#10;7j1YWyVZqYmqahpcID/jwoWYGlILMDpXtUksQTNdf6WqqamWRhZ2icpm0AXiEYEohtEFbLa1nCkf&#10;S5m1pZqDDom6gPpvq6U3Dvc0qqc5TocYCdJAxs/e3zt59ADBAaDTqjIDoW2t9tWeDgdlt3MBHxW6&#10;QVp6YN0eQkJHOb6SplECIB/nOBmmk2QYoGZHFlG4T0dxNHYCFCSWo2QcBQFaQcKchiSKl7vvo8R7&#10;QjJaXQufD6OVcdJ9DJ86PwedK7BwHs8dbBVUqTmHzvwZdPsVUcxnxDhUeujiHrrTF29PntxHadJB&#10;54XmuJnMAIQ9aAtgrbgIO6hGIdQepzgG3Q4jt1gMk2RKG7vNZIPcIseMc6h85xzJyOGOsZ10L+WO&#10;jeT1dKvm3G90ebDBNTok0BrDcZpORsHAF2JcoBbu4xEkCFECDV9Ao8GyUVA0RpQYEV4Ck1CrvW0h&#10;nQUw3nm4SUzV2fBqnQmSNbUFDuF1k2NIPDzBMhc+fz1QLnkHcnoMMIcKQ0bRrRri3SHG7hENvQpu&#10;AZvZXXgVXIKvMqwwqqS++61zJw91ALcYtdD7EMedGdEMI35dQIVMhokrTes3yQqUKkZ68eZg8UbM&#10;mg3pMATeVNQvnbzl/bLQsrkNpLfurMIVERRsd4iFzYbtOAlok7L1dS8GBKGI3RH7ijrlDjch12dW&#10;FrXP7Tk6ATSoc9ev/6LgoTMDVzx7ffLhOUomLoPONnTFjwv+G73dF/wkCgV/sa+/KngN5P6/2v9X&#10;+9+n95V5tT9+d/rw5aePT+F99uYV8owZqn5DhPHYs1c/kOYzcby8HCZa3HEtyfqqT+NRGGc9Fbq5&#10;2nPoAsvzWnyX4hfY95eZ2xP0L44HN14WKP7YuM1vkrwbWIG+whiHnx5YffFXtbj3Uuc/pWuf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EPQmJvbAAAADAEAAA8AAAAAAAAAAQAgAAAAIgAAAGRycy9k&#10;b3ducmV2LnhtbFBLAQIUABQAAAAIAIdO4kDFyBa8jgMAANwKAAAOAAAAAAAAAAEAIAAAACoBAABk&#10;cnMvZTJvRG9jLnhtbFBLBQYAAAAABgAGAFkBAAAqBwAAAAA=&#10;">
                <o:lock v:ext="edit" aspectratio="f"/>
                <v:shape id="椭圆 64" o:spid="_x0000_s1026" o:spt="3" type="#_x0000_t3" style="position:absolute;left:5041;top:4171;height:222;width:222;v-text-anchor:middle;" fillcolor="#186697" filled="t" stroked="f" coordsize="21600,21600" o:gfxdata="UEsDBAoAAAAAAIdO4kAAAAAAAAAAAAAAAAAEAAAAZHJzL1BLAwQUAAAACACHTuJA3sbuWLwAAADb&#10;AAAADwAAAGRycy9kb3ducmV2LnhtbEWPT2sCMRTE74V+h/AK3mqioLRbowel4MHL+gd6fN28bpZu&#10;XkKS7tpv3whCj8PM/IZZba6uFwPF1HnWMJsqEMSNNx23Gs6n9+cXECkjG+w9k4ZfSrBZPz6ssDJ+&#10;5JqGY25FgXCqUIPNOVRSpsaSwzT1gbh4Xz46zEXGVpqIY4G7Xs6VWkqHHZcFi4G2lprv44/T8Dqq&#10;3SXutjwO+Hmw9SLU9BG0njzN1BuITNf8H76390bDcg63L+UHyP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7G7li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矩形 49" o:spid="_x0000_s1026" o:spt="1" style="position:absolute;left:4023;top:4041;height:480;width:902;v-text-anchor:middle;" fillcolor="#186697" filled="t" stroked="f" coordsize="21600,21600" o:gfxdata="UEsDBAoAAAAAAIdO4kAAAAAAAAAAAAAAAAAEAAAAZHJzL1BLAwQUAAAACACHTuJAyzEW2b0AAADb&#10;AAAADwAAAGRycy9kb3ducmV2LnhtbEWPQWvCQBSE74X+h+UVeil1k1okSV09CII3MfXg8Zl9TUJ3&#10;34bsmqT99a4geBxm5htmuZ6sEQP1vnWsIJ0lIIgrp1uuFRy/t+8ZCB+QNRrHpOCPPKxXz09LLLQb&#10;+UBDGWoRIewLVNCE0BVS+qohi37mOuLo/bjeYoiyr6XucYxwa+RHkiykxZbjQoMdbRqqfsuLVfA/&#10;WFNn+anU+/NbsF06mM98r9TrS5p8gQg0hUf43t5pBYs53L7EHy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MRbZ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line id="直接连接符 7" o:spid="_x0000_s1026" o:spt="20" style="position:absolute;left:8333;top:4297;height:0;width:6274;" filled="f" stroked="t" coordsize="21600,21600" o:gfxdata="UEsDBAoAAAAAAIdO4kAAAAAAAAAAAAAAAAAEAAAAZHJzL1BLAwQUAAAACACHTuJA9vJpSL0AAADb&#10;AAAADwAAAGRycy9kb3ducmV2LnhtbEWPQWvCQBSE74X+h+UJ3urGFqVGVw+2QoqHovYHPLPPbDDv&#10;bchuNf77riD0OMzMN8xi1XOjLtSF2ouB8SgDRVJ6W0tl4OeweXkHFSKKxcYLGbhRgNXy+WmBufVX&#10;2dFlHyuVIBJyNOBibHOtQ+mIMYx8S5K8k+8YY5JdpW2H1wTnRr9m2VQz1pIWHLa0dlSe979s4Pjx&#10;dUDesHaf634747fie3YujBkOxtkcVKQ+/ocf7cIamE7g/iX9AL3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8ml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186697 [3204]" miterlimit="8" joinstyle="miter" dashstyle="3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-1209040</wp:posOffset>
                </wp:positionH>
                <wp:positionV relativeFrom="paragraph">
                  <wp:posOffset>1416685</wp:posOffset>
                </wp:positionV>
                <wp:extent cx="6720205" cy="304800"/>
                <wp:effectExtent l="0" t="0" r="4445" b="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-66040" y="2331085"/>
                          <a:ext cx="6720205" cy="304800"/>
                          <a:chOff x="4023" y="4041"/>
                          <a:chExt cx="10583" cy="480"/>
                        </a:xfrm>
                      </wpg:grpSpPr>
                      <wps:wsp>
                        <wps:cNvPr id="64" name="椭圆 64"/>
                        <wps:cNvSpPr/>
                        <wps:spPr>
                          <a:xfrm>
                            <a:off x="5041" y="4171"/>
                            <a:ext cx="222" cy="222"/>
                          </a:xfrm>
                          <a:prstGeom prst="ellipse">
                            <a:avLst/>
                          </a:pr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矩形 49"/>
                        <wps:cNvSpPr/>
                        <wps:spPr>
                          <a:xfrm>
                            <a:off x="4023" y="4041"/>
                            <a:ext cx="902" cy="480"/>
                          </a:xfrm>
                          <a:prstGeom prst="rect">
                            <a:avLst/>
                          </a:pr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7332" y="4297"/>
                            <a:ext cx="7275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186697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5.2pt;margin-top:111.55pt;height:24pt;width:529.15pt;z-index:251678720;mso-width-relative:page;mso-height-relative:page;" coordorigin="4023,4041" coordsize="10583,480" o:gfxdata="UEsDBAoAAAAAAIdO4kAAAAAAAAAAAAAAAAAEAAAAZHJzL1BLAwQUAAAACACHTuJA639+jtwAAAAM&#10;AQAADwAAAGRycy9kb3ducmV2LnhtbE2PTU/DMAyG70j8h8hI3LYkHeyjNJ3QBJwmJDYkxM1rvbZa&#10;41RN1m7/nnCCo+1Hr583W19sKwbqfePYgJ4qEMSFKxuuDHzuXydLED4gl9g6JgNX8rDOb28yTEs3&#10;8gcNu1CJGMI+RQN1CF0qpS9qsuinriOOt6PrLYY49pUsexxjuG1lotRcWmw4fqixo01NxWl3tgbe&#10;RhyfZ/pl2J6Om+v3/vH9a6vJmPs7rZ5ABLqEPxh+9aM65NHp4M5cetEamOiVeoisgSSZaRARWc4X&#10;KxCHuFloDTLP5P8S+Q9QSwMEFAAAAAgAh07iQJZrOeSUAwAA2woAAA4AAABkcnMvZTJvRG9jLnht&#10;bO1WzWsUMRS/C/4PIXe7s7OzHx06ldLaIhQtVPGcZjMfkEliku20nkU8iXdFQVQQ9OZNxL+m1j/D&#10;l0xmu9aibUVP7mFI8l7ex++998uuXD+oOdpn2lRSZLi/FGHEBJXTShQZvntn89oEI2OJmBIuBcvw&#10;ITP4+urVKyuNSlksS8mnTCMwIkzaqAyX1qq01zO0ZDUxS1IxAcJc6ppY2OqiN9WkAes178VRNOo1&#10;Uk+VlpQZA6cbrRAHi/o8BmWeV5RtSDqrmbCtVc04sZCSKStl8KqPNs8Ztbfz3DCLeIYhU+u/4ATW&#10;e+7bW10haaGJKisaQiDnCeFUTjWpBDidm9oglqCZrn4yVVdUSyNzu0Rl3WsT8YhAFv3oFDZbWs6U&#10;z6VIm0LNQYdCnUL90mbprf0djapphofLGAlSQ8WPPz08evoYwQGg06giBaUtrXbVjg4HRbtzCR/k&#10;ukZaemDdHlJCBxm+NhpFCYB8mOF4MOhHk2ELNTuwiIJ8NI6jOBpiREFjECWTKNSCllAwZyGJ4oG/&#10;n0RJv71Myxvhej8aTkDqLsNVJ+21ocDCRTwPsFHQpeYEOvNn0O2WRDFfEeNQCdCNkg66r68/HD1/&#10;hODAI+WV5riZ1ACEHWgLYA1dhg6qpD8OqXY4xXHcpukWi2mSVGljt5iskVtkmHEOne+CIynZ3za2&#10;1e603LGRvJpuVpz7jS721rlG+wRGoz8ZjZbHwcEPalygBuTxGAqEKIGBz2HQYFkraBojCowIL4BJ&#10;qNXet5DOAzhvI9wgpmx9eLPOBUnrygKH8KrOMBQefsEzF75+HVCueHtyeggwhw5DRtHNCvLdJsbu&#10;EA2zCmEBm9nb8Mm5hFhlWGFUSv3grHOnD30AUowamH3I4/6MaIYRvymgQ5b7ietd6zfJEFoVI70o&#10;2VuUiFm9Lh2GwJuK+qXTt7xb5lrW94D01pxXEBFBwXeLWNis25aTgDYpW1vzakAQithtsauoM+5w&#10;E3JtZmVe+dqeoBNAgz538/oPGj454YqX744+v0JwAIV1vmEqft/wZ8x21/DLUWj403P9U8NrIPf/&#10;3f6/2/86vY87dj9+9vHrkzffvryA7/H7t8gTZmj6dRFex468uvdo/iSOBwNobcfycUu1JO2afhyP&#10;w1PYMaF7VjsKXSB5XolfMvwC+V6YuD0/X/B1cK/LAsMfGre5JMe79yqwV3jF4T8PrH74U7W491on&#10;/0lXvw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AAAAAZHJzL1BLAQIUABQAAAAIAIdO4kDrf36O3AAAAAwBAAAPAAAAAAAAAAEAIAAAACIA&#10;AABkcnMvZG93bnJldi54bWxQSwECFAAUAAAACACHTuJAlms55JQDAADbCgAADgAAAAAAAAABACAA&#10;AAArAQAAZHJzL2Uyb0RvYy54bWxQSwUGAAAAAAYABgBZAQAAMQcAAAAA&#10;">
                <o:lock v:ext="edit" aspectratio="f"/>
                <v:shape id="_x0000_s1026" o:spid="_x0000_s1026" o:spt="3" type="#_x0000_t3" style="position:absolute;left:5041;top:4171;height:222;width:222;v-text-anchor:middle;" fillcolor="#186697" filled="t" stroked="f" coordsize="21600,21600" o:gfxdata="UEsDBAoAAAAAAIdO4kAAAAAAAAAAAAAAAAAEAAAAZHJzL1BLAwQUAAAACACHTuJAPmPTt7wAAADb&#10;AAAADwAAAGRycy9kb3ducmV2LnhtbEWPQWsCMRSE74X+h/AKvdXEUqVdjR6UQg+9rFro8bl5bhY3&#10;LyFJd+2/N4WCx2FmvmGW64vrxUAxdZ41TCcKBHHjTcethsP+/ekVRMrIBnvPpOGXEqxX93dLrIwf&#10;uaZhl1tRIJwq1GBzDpWUqbHkME18IC7eyUeHucjYShNxLHDXy2el5tJhx2XBYqCNpea8+3Ea3ka1&#10;/YrbDY8DHj9tPQs1fQetHx+magEi0yXfwv/tD6Nh/gJ/X8oPkKsr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5j07e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_x0000_s1026" o:spid="_x0000_s1026" o:spt="1" style="position:absolute;left:4023;top:4041;height:480;width:902;v-text-anchor:middle;" fillcolor="#186697" filled="t" stroked="f" coordsize="21600,21600" o:gfxdata="UEsDBAoAAAAAAIdO4kAAAAAAAAAAAAAAAAAEAAAAZHJzL1BLAwQUAAAACACHTuJA4Wx9U70AAADb&#10;AAAADwAAAGRycy9kb3ducmV2LnhtbEWPwWrDMBBE74H+g9hCLqWRHUyJ3Sg5FAq9mbg95Lixtrap&#10;tDKWajv5+igQyHGYmTfMdj9bI0YafOdYQbpKQBDXTnfcKPj5/nzdgPABWaNxTArO5GG/e1pssdBu&#10;4gONVWhEhLAvUEEbQl9I6euWLPqV64mj9+sGiyHKoZF6wCnCrZHrJHmTFjuOCy329NFS/Vf9WwWX&#10;0Zpmkx8rXZ5egu3T0WR5qdTyOU3eQQSawyN8b39pBVkOty/xB8jd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bH1T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line id="_x0000_s1026" o:spid="_x0000_s1026" o:spt="20" style="position:absolute;left:7332;top:4297;height:0;width:7275;" filled="f" stroked="t" coordsize="21600,21600" o:gfxdata="UEsDBAoAAAAAAIdO4kAAAAAAAAAAAAAAAAAEAAAAZHJzL1BLAwQUAAAACACHTuJA3C9aArwAAADa&#10;AAAADwAAAGRycy9kb3ducmV2LnhtbEWPQWvCQBSE70L/w/IK3nRjBa2pqwdbIdKDNPYHvGZfs8G8&#10;tyG71fjv3UKhx2FmvmHW24FbdaE+NF4MzKYZKJLK20ZqA5+n/eQZVIgoFlsvZOBGAbabh9Eac+uv&#10;8kGXMtYqQSTkaMDF2OVah8oRY5j6jiR5375njEn2tbY9XhOcW/2UZQvN2EhacNjRzlF1Ln/YwNfr&#10;4YS8Z+3edsP7iufFcXUujBk/zrIXUJGG+B/+axfWwBJ+r6QboD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vWgK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186697 [3204]" miterlimit="8" joinstyle="miter" dashstyle="3 1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-384175</wp:posOffset>
                </wp:positionH>
                <wp:positionV relativeFrom="paragraph">
                  <wp:posOffset>1332865</wp:posOffset>
                </wp:positionV>
                <wp:extent cx="1619885" cy="455930"/>
                <wp:effectExtent l="0" t="0" r="0" b="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58825" y="2247265"/>
                          <a:ext cx="1619885" cy="455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B2A787">
                            <w:pPr>
                              <w:rPr>
                                <w:rFonts w:hint="eastAsia" w:ascii="创艺简粗黑" w:hAnsi="创艺简粗黑" w:eastAsia="创艺简粗黑" w:cs="创艺简粗黑"/>
                                <w:b/>
                                <w:bCs/>
                                <w:color w:val="186697"/>
                                <w:sz w:val="34"/>
                                <w:szCs w:val="3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创艺简粗黑" w:hAnsi="创艺简粗黑" w:eastAsia="创艺简粗黑" w:cs="创艺简粗黑"/>
                                <w:b/>
                                <w:bCs/>
                                <w:color w:val="186697"/>
                                <w:sz w:val="34"/>
                                <w:szCs w:val="34"/>
                                <w:lang w:val="en-US" w:eastAsia="zh-CN"/>
                              </w:rPr>
                              <w:t>Education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25pt;margin-top:104.95pt;height:35.9pt;width:127.55pt;z-index:251677696;mso-width-relative:page;mso-height-relative:page;" filled="f" stroked="f" coordsize="21600,21600" o:gfxdata="UEsDBAoAAAAAAIdO4kAAAAAAAAAAAAAAAAAEAAAAZHJzL1BLAwQUAAAACACHTuJAW1MQBtwAAAAL&#10;AQAADwAAAGRycy9kb3ducmV2LnhtbE2Py07DMBBF90j8gzVI7Fo7EQ1JGqdCkSokBIuWbthN4mkS&#10;NbZD7D7g63FXZTkzR3fOLVYXPbATTa63RkI0F8DINFb1ppWw+1zPUmDOo1E4WEMSfsjBqry/KzBX&#10;9mw2dNr6loUQ43KU0Hk/5py7piONbm5HMuG2t5NGH8ap5WrCcwjXA4+FSLjG3oQPHY5UddQctkct&#10;4a1af+CmjnX6O1Sv7/uX8Xv3tZDy8SESS2CeLv4Gw1U/qEMZnGp7NMqxQcIsEYuASohFlgG7EtlT&#10;AqwOmzR6Bl4W/H+H8g9QSwMEFAAAAAgAh07iQAqfCuVLAgAAcwQAAA4AAABkcnMvZTJvRG9jLnht&#10;bK1UzW4TMRC+I/EOlu90k202f+qmCo2CkCpaKSDOjtfOrmR7jO10tzwAvAEnLtx5rj4HY2/SRoVD&#10;D1y8Y894xt833+zFZacVuRPON2BKOjwbUCIMh6oxu5J++rh+M6XEB2YqpsCIkt4LTy8Xr19dtHYu&#10;cqhBVcIRTGL8vLUlrUOw8yzzvBaa+TOwwqBTgtMs4NbtssqxFrNrleWDwThrwVXWARfe4+mqd9JD&#10;RveShCBlw8UK+F4LE/qsTigWEJKvG+vpIr1WSsHDjZReBKJKikhDWrEI2tu4ZosLNt85ZuuGH57A&#10;XvKEZ5g0awwWfUy1YoGRvWv+SqUb7sCDDGccdNYDSYwgiuHgGTebmlmRsCDV3j6S7v9fWv7h7taR&#10;pirp+YQSwzR2/OHH94efvx9+fSN4hgS11s8xbmMxMnRvoUPZHM89HkbcnXQ6fhERQf+kmE7zgpL7&#10;kub5aJKPi55p0QXC4/3xcDadYgDHiFFRzM5TK7KnRNb58E6AJtEoqcNOJoLZ3bUP+CgMPYbEugbW&#10;jVKpm8qQtqTj82KQLjx68IYyeDHC6Z8drdBtuwPGLVT3CNFBrxJv+brB4tfMh1vmUBYoGhyccIOL&#10;VIBF4GBRUoP7+q/zGI/dQi8lLcqspP7LnjlBiXpvsI+z4WgUdZk2o2KS48aderanHrPXV4BKHuKI&#10;Wp7MGB/U0ZQO9Gecr2Wsii5mONYuaTiaV6EXP84nF8tlCkIlWhauzcbymLqnc7kPIJvEdKSp5+bA&#10;HmoxNeAwN1Hsp/sU9fSvWPw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W1MQBtwAAAALAQAADwAA&#10;AAAAAAABACAAAAAiAAAAZHJzL2Rvd25yZXYueG1sUEsBAhQAFAAAAAgAh07iQAqfCuVLAgAAcwQA&#10;AA4AAAAAAAAAAQAgAAAAKwEAAGRycy9lMm9Eb2MueG1sUEsFBgAAAAAGAAYAWQEAAOg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5B2A787">
                      <w:pPr>
                        <w:rPr>
                          <w:rFonts w:hint="eastAsia" w:ascii="创艺简粗黑" w:hAnsi="创艺简粗黑" w:eastAsia="创艺简粗黑" w:cs="创艺简粗黑"/>
                          <w:b/>
                          <w:bCs/>
                          <w:color w:val="186697"/>
                          <w:sz w:val="34"/>
                          <w:szCs w:val="34"/>
                          <w:lang w:val="en-US" w:eastAsia="zh-CN"/>
                        </w:rPr>
                      </w:pPr>
                      <w:r>
                        <w:rPr>
                          <w:rFonts w:hint="eastAsia" w:ascii="创艺简粗黑" w:hAnsi="创艺简粗黑" w:eastAsia="创艺简粗黑" w:cs="创艺简粗黑"/>
                          <w:b/>
                          <w:bCs/>
                          <w:color w:val="186697"/>
                          <w:sz w:val="34"/>
                          <w:szCs w:val="34"/>
                          <w:lang w:val="en-US" w:eastAsia="zh-CN"/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-384175</wp:posOffset>
                </wp:positionH>
                <wp:positionV relativeFrom="paragraph">
                  <wp:posOffset>8005445</wp:posOffset>
                </wp:positionV>
                <wp:extent cx="2407920" cy="45593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58825" y="8919845"/>
                          <a:ext cx="2407920" cy="455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49A7D">
                            <w:pPr>
                              <w:rPr>
                                <w:rFonts w:hint="eastAsia" w:ascii="创艺简粗黑" w:hAnsi="创艺简粗黑" w:eastAsia="创艺简粗黑" w:cs="创艺简粗黑"/>
                                <w:b/>
                                <w:bCs/>
                                <w:color w:val="186697"/>
                                <w:sz w:val="34"/>
                                <w:szCs w:val="3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创艺简粗黑" w:hAnsi="创艺简粗黑" w:eastAsia="创艺简粗黑" w:cs="创艺简粗黑"/>
                                <w:b/>
                                <w:bCs/>
                                <w:color w:val="186697"/>
                                <w:sz w:val="34"/>
                                <w:szCs w:val="34"/>
                                <w:lang w:val="en-US" w:eastAsia="zh-CN"/>
                              </w:rPr>
                              <w:t>Personal evaluation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25pt;margin-top:630.35pt;height:35.9pt;width:189.6pt;z-index:251676672;mso-width-relative:page;mso-height-relative:page;" filled="f" stroked="f" coordsize="21600,21600" o:gfxdata="UEsDBAoAAAAAAIdO4kAAAAAAAAAAAAAAAAAEAAAAZHJzL1BLAwQUAAAACACHTuJAVyEUoN0AAAAN&#10;AQAADwAAAGRycy9kb3ducmV2LnhtbE2PzU+DQBDF7yb+D5tp4q3dBQISZGkMSWNi9NDai7cBtkC6&#10;H8huP/SvdzzZ28y8lze/V66vRrOzmv3orIRoJYAp27putL2E/cdmmQPzAW2H2lkl4Vt5WFf3dyUW&#10;nbvYrTrvQs8oxPoCJQwhTAXnvh2UQb9yk7KkHdxsMNA697yb8ULhRvNYiIwbHC19GHBS9aDa4+5k&#10;JLzWm3fcNrHJf3T98nZ4nr72n6mUD4tIPAEL6hr+zfCHT+hQEVPjTrbzTEtYZiIlKwlxJh6BkSWJ&#10;choaOiVJnAKvSn7bovoFUEsDBBQAAAAIAIdO4kCycTDASQIAAHMEAAAOAAAAZHJzL2Uyb0RvYy54&#10;bWytVEtu2zAQ3RfoHQjuG9mOldhG5MBNkKJA0ARwi65piooE8FeStuQeoL1BV91033P5HH2kbCdI&#10;u8iiG2rIGb6Z92aoi8tOSbIRzjdGF3R4MqBEaG7KRj8U9NPHmzcTSnxgumTSaFHQrfD0cv761UVr&#10;Z2JkaiNL4QhAtJ+1tqB1CHaWZZ7XQjF/YqzQcFbGKRawdQ9Z6VgLdCWz0WBwlrXGldYZLrzH6XXv&#10;pHtE9xJAU1UNF9eGr5XQoUd1QrIASr5urKfzVG1VCR7uqsqLQGRBwTSkFUlgr+KazS/Y7MExWzd8&#10;XwJ7SQnPOCnWaCQ9Ql2zwMjaNX9BqYY7400VTrhRWU8kKQIWw8EzbZY1syJxgdTeHkX3/w+Wf9jc&#10;O9KUmARIoplCx3c/vu9+/t79+kZwBoFa62eIW1pEhu6t6RB8OPc4jLy7yqn4BSMC/3k+mYxySrYF&#10;nUyH08k475UWXSAc/tF4cD4dISNHxDjPp6cpU/YIZJ0P74RRJBoFdehkEphtbn1AUQg9hMS82tw0&#10;UqZuSk3agp6d5oN04ejBDalxMdLpy45W6FbdnuPKlFtQdKafEm/5TYPkt8yHe+YwFqgXDyfcYamk&#10;QRKztyipjfv6r/MYj27BS0mLMSuo/7JmTlAi32v0cTocjwEb0macn0dN3FPP6qlHr9WVwSQP8UQt&#10;T2aMD/JgVs6oz3hfi5gVLqY5chc0HMyr0A8/3icXi0UKwiRaFm710vII3cu5WAdTNUnpKFOvzV49&#10;zGJqwP7dxGF/uk9Rj/+K+R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XIRSg3QAAAA0BAAAPAAAA&#10;AAAAAAEAIAAAACIAAABkcnMvZG93bnJldi54bWxQSwECFAAUAAAACACHTuJAsnEwwEkCAABzBAAA&#10;DgAAAAAAAAABACAAAAAs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4E49A7D">
                      <w:pPr>
                        <w:rPr>
                          <w:rFonts w:hint="eastAsia" w:ascii="创艺简粗黑" w:hAnsi="创艺简粗黑" w:eastAsia="创艺简粗黑" w:cs="创艺简粗黑"/>
                          <w:b/>
                          <w:bCs/>
                          <w:color w:val="186697"/>
                          <w:sz w:val="34"/>
                          <w:szCs w:val="34"/>
                          <w:lang w:val="en-US" w:eastAsia="zh-CN"/>
                        </w:rPr>
                      </w:pPr>
                      <w:r>
                        <w:rPr>
                          <w:rFonts w:hint="eastAsia" w:ascii="创艺简粗黑" w:hAnsi="创艺简粗黑" w:eastAsia="创艺简粗黑" w:cs="创艺简粗黑"/>
                          <w:b/>
                          <w:bCs/>
                          <w:color w:val="186697"/>
                          <w:sz w:val="34"/>
                          <w:szCs w:val="34"/>
                          <w:lang w:val="en-US" w:eastAsia="zh-CN"/>
                        </w:rPr>
                        <w:t>Personal evaluation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-384175</wp:posOffset>
                </wp:positionH>
                <wp:positionV relativeFrom="paragraph">
                  <wp:posOffset>6391910</wp:posOffset>
                </wp:positionV>
                <wp:extent cx="1629410" cy="45593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58825" y="7306310"/>
                          <a:ext cx="1629410" cy="455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AED7F">
                            <w:pPr>
                              <w:rPr>
                                <w:rFonts w:hint="eastAsia" w:ascii="创艺简粗黑" w:hAnsi="创艺简粗黑" w:eastAsia="创艺简粗黑" w:cs="创艺简粗黑"/>
                                <w:b/>
                                <w:bCs/>
                                <w:color w:val="186697"/>
                                <w:sz w:val="34"/>
                                <w:szCs w:val="3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创艺简粗黑" w:hAnsi="创艺简粗黑" w:eastAsia="创艺简粗黑" w:cs="创艺简粗黑"/>
                                <w:b/>
                                <w:bCs/>
                                <w:color w:val="186697"/>
                                <w:sz w:val="34"/>
                                <w:szCs w:val="34"/>
                                <w:lang w:val="en-US" w:eastAsia="zh-CN"/>
                              </w:rPr>
                              <w:t>Master a skill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25pt;margin-top:503.3pt;height:35.9pt;width:128.3pt;z-index:251675648;mso-width-relative:page;mso-height-relative:page;" filled="f" stroked="f" coordsize="21600,21600" o:gfxdata="UEsDBAoAAAAAAIdO4kAAAAAAAAAAAAAAAAAEAAAAZHJzL1BLAwQUAAAACACHTuJAueMly9sAAAAN&#10;AQAADwAAAGRycy9kb3ducmV2LnhtbE2Py07DMBBF90j8gzVI7Fo7FQ1piFOhSBUSgkVLN9058TSJ&#10;sMchdh/w9TgrWM7co/so1ldr2BlH3zuSkMwFMKTG6Z5aCfuPzSwD5oMirYwjlPCNHtbl7U2hcu0u&#10;tMXzLrQsmpDPlYQuhCHn3DcdWuXnbkCK2tGNVoV4ji3Xo7pEc2v4QoiUW9VTTOjUgFWHzefuZCW8&#10;Vpt3ta0XNvsx1cvb8Xn42h+WUt7fJeIJWMBr+INhqh+rQxk71e5E2jMjYZaKZUSjEGNSYBOyShNg&#10;9fR6zB6AlwX/v6L8BVBLAwQUAAAACACHTuJAHuI2NkYCAABzBAAADgAAAGRycy9lMm9Eb2MueG1s&#10;rVRLbtswEN0X6B0I7hv5H9uIHLgxXBQImgBu0TVNUZEA/krSkdIDtDfoqpvue66co4+UnARpF1l0&#10;Iw9nHmfmvRn67LxVktwK52ujczo8GVAiNDdFrW9y+unj9s2cEh+YLpg0WuT0Tnh6vnr96qyxSzEy&#10;lZGFcARJtF82NqdVCHaZZZ5XQjF/YqzQCJbGKRZwdDdZ4ViD7Epmo8FgljXGFdYZLryHd9MFaZ/R&#10;vSShKcuai43hByV06LI6IVkAJV/V1tNV6rYsBQ9XZelFIDKnYBrSF0Vg7+M3W52x5Y1jtqp53wJ7&#10;SQvPOClWaxR9SLVhgZGDq/9KpWrujDdlOOFGZR2RpAhYDAfPtNlVzIrEBVJ7+yC6/39p+Yfba0fq&#10;ApswokQzhYnf//h+//P3/a9vBD4I1Fi/BG5ngQztW9MCfPR7OCPvtnQq/oIRQfx0Op+PppTcwRwP&#10;ZuNhr7RoA+Hx/my0mMBJOBCT6XQxToDsMZF1PrwTRpFo5NRhkklgdnvpA5oC9AiJdbXZ1lKmaUpN&#10;mpzOxtNBuvAQwQ2pcTHS6dqOVmj3bc9xb4o7UHSm2xJv+bZG8UvmwzVzWAv0i4cTrvAppUER01uU&#10;VMZ9/Zc/4jEtRClpsGY59V8OzAlK5HuNOS6Gk0ncy3SYTE9HOLinkf3TiD6oC4NNHuKJWp7MiA/y&#10;aJbOqM94X+tYFSGmOWrnNBzNi9AtP94nF+t1AmETLQuXemd5TN3JuT4EU9ZJ6ShTp02vHnYxDaB/&#10;N3HZn54T6vG/YvU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ueMly9sAAAANAQAADwAAAAAAAAAB&#10;ACAAAAAiAAAAZHJzL2Rvd25yZXYueG1sUEsBAhQAFAAAAAgAh07iQB7iNjZGAgAAcwQAAA4AAAAA&#10;AAAAAQAgAAAAKg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CAAED7F">
                      <w:pPr>
                        <w:rPr>
                          <w:rFonts w:hint="eastAsia" w:ascii="创艺简粗黑" w:hAnsi="创艺简粗黑" w:eastAsia="创艺简粗黑" w:cs="创艺简粗黑"/>
                          <w:b/>
                          <w:bCs/>
                          <w:color w:val="186697"/>
                          <w:sz w:val="34"/>
                          <w:szCs w:val="34"/>
                          <w:lang w:val="en-US" w:eastAsia="zh-CN"/>
                        </w:rPr>
                      </w:pPr>
                      <w:r>
                        <w:rPr>
                          <w:rFonts w:hint="eastAsia" w:ascii="创艺简粗黑" w:hAnsi="创艺简粗黑" w:eastAsia="创艺简粗黑" w:cs="创艺简粗黑"/>
                          <w:b/>
                          <w:bCs/>
                          <w:color w:val="186697"/>
                          <w:sz w:val="34"/>
                          <w:szCs w:val="34"/>
                          <w:lang w:val="en-US" w:eastAsia="zh-CN"/>
                        </w:rPr>
                        <w:t>Master a skill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-384175</wp:posOffset>
                </wp:positionH>
                <wp:positionV relativeFrom="paragraph">
                  <wp:posOffset>3150870</wp:posOffset>
                </wp:positionV>
                <wp:extent cx="2077720" cy="45593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58825" y="4065270"/>
                          <a:ext cx="2077720" cy="455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3F72B5">
                            <w:pPr>
                              <w:rPr>
                                <w:rFonts w:hint="eastAsia" w:ascii="创艺简粗黑" w:hAnsi="创艺简粗黑" w:eastAsia="创艺简粗黑" w:cs="创艺简粗黑"/>
                                <w:b/>
                                <w:bCs/>
                                <w:color w:val="186697"/>
                                <w:sz w:val="34"/>
                                <w:szCs w:val="3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创艺简粗黑" w:hAnsi="创艺简粗黑" w:eastAsia="创艺简粗黑" w:cs="创艺简粗黑"/>
                                <w:b/>
                                <w:bCs/>
                                <w:color w:val="186697"/>
                                <w:sz w:val="34"/>
                                <w:szCs w:val="34"/>
                                <w:lang w:val="en-US" w:eastAsia="zh-CN"/>
                              </w:rPr>
                              <w:t>Work experience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25pt;margin-top:248.1pt;height:35.9pt;width:163.6pt;z-index:251674624;mso-width-relative:page;mso-height-relative:page;" filled="f" stroked="f" coordsize="21600,21600" o:gfxdata="UEsDBAoAAAAAAIdO4kAAAAAAAAAAAAAAAAAEAAAAZHJzL1BLAwQUAAAACACHTuJAnW6XftwAAAAL&#10;AQAADwAAAGRycy9kb3ducmV2LnhtbE2Py07DMBBF90j8gzVI7Fq7ETFpmkmFIlVICBYt3bCbxG4S&#10;Edshdh/w9ZhVWY7u0b1nivXFDOykJ987i7CYC2DaNk71tkXYv29mGTAfyCoanNUI39rDury9KShX&#10;7my3+rQLLYsl1ueE0IUw5pz7ptOG/NyN2sbs4CZDIZ5Ty9VE51huBp4IIbmh3saFjkZddbr53B0N&#10;wku1eaNtnZjsZ6ieXw9P49f+I0W8v1uIFbCgL+EKw59+VIcyOtXuaJVnA8JMijSiCA9LmQCLRCLl&#10;I7AaIZWZAF4W/P8P5S9QSwMEFAAAAAgAh07iQGF5HHJHAgAAcQQAAA4AAABkcnMvZTJvRG9jLnht&#10;bK1UsW7bMBDdC/QfCO6NZMeKHcNy4MZIUSBoAqRFZ5oiLQEkjyXpSOkHtH/QqUv3fpe/o0dKToy0&#10;Q4Yu1JF3vLv37lGLi04rci+cb8CUdHSSUyIMh6ox25J++nj1ZkaJD8xUTIERJX0Qnl4sX79atHYu&#10;xlCDqoQjmMT4eWtLWodg51nmeS008ydghUGnBKdZwK3bZpVjLWbXKhvn+VnWgqusAy68x9N176RD&#10;RveShCBlw8Ua+E4LE/qsTigWEJKvG+vpMnUrpeDhRkovAlElRaQhrVgE7U1cs+WCzbeO2brhQwvs&#10;JS08w6RZY7DoY6o1C4zsXPNXKt1wBx5kOOGgsx5IYgRRjPJn3NzVzIqEBan29pF0///S8g/3t440&#10;VUlx7IZpHPj+x/f9z9/7X9/ILNLTWj/HqDuLcaF7Cx2K5nDu8TCi7qTT8Yt4CPqnxWw2Lih5KOkk&#10;PyvG04Fn0QXC0T/Op9PpGEfAY0RRnJ+mgOwpkXU+vBOgSTRK6nCOiV52f+0DNoWhh5BY18BVo1Sa&#10;pTKkLenZaZGnC48evKEMXoxw+rajFbpNN2DcQPWAEB30GvGWXzVY/Jr5cMscigL7xWcTbnCRCrAI&#10;DBYlNbiv/zqP8Tgr9FLSoshK6r/smBOUqPcGp3g+mkyiKtNmUiRO3LFnc+wxO30JqOMRPlDLk4mX&#10;XVAHUzrQn/F1rWJVdDHDsXZJw8G8DL308XVysVqlINShZeHa3FkeU/d0rnYBZJOYjjT13AzsoRLT&#10;AIZXE6V+vE9RT3+K5R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bpd+3AAAAAsBAAAPAAAAAAAA&#10;AAEAIAAAACIAAABkcnMvZG93bnJldi54bWxQSwECFAAUAAAACACHTuJAYXkcckcCAABx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E3F72B5">
                      <w:pPr>
                        <w:rPr>
                          <w:rFonts w:hint="eastAsia" w:ascii="创艺简粗黑" w:hAnsi="创艺简粗黑" w:eastAsia="创艺简粗黑" w:cs="创艺简粗黑"/>
                          <w:b/>
                          <w:bCs/>
                          <w:color w:val="186697"/>
                          <w:sz w:val="34"/>
                          <w:szCs w:val="34"/>
                          <w:lang w:val="en-US" w:eastAsia="zh-CN"/>
                        </w:rPr>
                      </w:pPr>
                      <w:r>
                        <w:rPr>
                          <w:rFonts w:hint="eastAsia" w:ascii="创艺简粗黑" w:hAnsi="创艺简粗黑" w:eastAsia="创艺简粗黑" w:cs="创艺简粗黑"/>
                          <w:b/>
                          <w:bCs/>
                          <w:color w:val="186697"/>
                          <w:sz w:val="34"/>
                          <w:szCs w:val="34"/>
                          <w:lang w:val="en-US" w:eastAsia="zh-CN"/>
                        </w:rPr>
                        <w:t>Work experience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5633085</wp:posOffset>
                </wp:positionH>
                <wp:positionV relativeFrom="paragraph">
                  <wp:posOffset>3317240</wp:posOffset>
                </wp:positionV>
                <wp:extent cx="201295" cy="176530"/>
                <wp:effectExtent l="0" t="0" r="8255" b="13970"/>
                <wp:wrapNone/>
                <wp:docPr id="261" name="任意多边形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776085" y="4231640"/>
                          <a:ext cx="201295" cy="17653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78435" y="75691"/>
                            </a:cxn>
                            <a:cxn ang="0">
                              <a:pos x="178435" y="143879"/>
                            </a:cxn>
                            <a:cxn ang="0">
                              <a:pos x="178343" y="144705"/>
                            </a:cxn>
                            <a:cxn ang="0">
                              <a:pos x="178159" y="145439"/>
                            </a:cxn>
                            <a:cxn ang="0">
                              <a:pos x="177975" y="146082"/>
                            </a:cxn>
                            <a:cxn ang="0">
                              <a:pos x="177515" y="146724"/>
                            </a:cxn>
                            <a:cxn ang="0">
                              <a:pos x="177147" y="147367"/>
                            </a:cxn>
                            <a:cxn ang="0">
                              <a:pos x="176687" y="148009"/>
                            </a:cxn>
                            <a:cxn ang="0">
                              <a:pos x="176043" y="148560"/>
                            </a:cxn>
                            <a:cxn ang="0">
                              <a:pos x="175215" y="149110"/>
                            </a:cxn>
                            <a:cxn ang="0">
                              <a:pos x="173744" y="150028"/>
                            </a:cxn>
                            <a:cxn ang="0">
                              <a:pos x="171904" y="150671"/>
                            </a:cxn>
                            <a:cxn ang="0">
                              <a:pos x="169881" y="151038"/>
                            </a:cxn>
                            <a:cxn ang="0">
                              <a:pos x="167765" y="151130"/>
                            </a:cxn>
                            <a:cxn ang="0">
                              <a:pos x="10761" y="151130"/>
                            </a:cxn>
                            <a:cxn ang="0">
                              <a:pos x="8645" y="151038"/>
                            </a:cxn>
                            <a:cxn ang="0">
                              <a:pos x="6622" y="150671"/>
                            </a:cxn>
                            <a:cxn ang="0">
                              <a:pos x="4782" y="150028"/>
                            </a:cxn>
                            <a:cxn ang="0">
                              <a:pos x="3127" y="149110"/>
                            </a:cxn>
                            <a:cxn ang="0">
                              <a:pos x="2575" y="148560"/>
                            </a:cxn>
                            <a:cxn ang="0">
                              <a:pos x="1931" y="148009"/>
                            </a:cxn>
                            <a:cxn ang="0">
                              <a:pos x="1379" y="147367"/>
                            </a:cxn>
                            <a:cxn ang="0">
                              <a:pos x="919" y="146724"/>
                            </a:cxn>
                            <a:cxn ang="0">
                              <a:pos x="459" y="146082"/>
                            </a:cxn>
                            <a:cxn ang="0">
                              <a:pos x="275" y="145439"/>
                            </a:cxn>
                            <a:cxn ang="0">
                              <a:pos x="91" y="144705"/>
                            </a:cxn>
                            <a:cxn ang="0">
                              <a:pos x="0" y="143879"/>
                            </a:cxn>
                            <a:cxn ang="0">
                              <a:pos x="0" y="75874"/>
                            </a:cxn>
                            <a:cxn ang="0">
                              <a:pos x="10761" y="78719"/>
                            </a:cxn>
                            <a:cxn ang="0">
                              <a:pos x="22258" y="81656"/>
                            </a:cxn>
                            <a:cxn ang="0">
                              <a:pos x="36146" y="84960"/>
                            </a:cxn>
                            <a:cxn ang="0">
                              <a:pos x="43504" y="86796"/>
                            </a:cxn>
                            <a:cxn ang="0">
                              <a:pos x="51047" y="88448"/>
                            </a:cxn>
                            <a:cxn ang="0">
                              <a:pos x="58405" y="89916"/>
                            </a:cxn>
                            <a:cxn ang="0">
                              <a:pos x="65671" y="91293"/>
                            </a:cxn>
                            <a:cxn ang="0">
                              <a:pos x="72569" y="92486"/>
                            </a:cxn>
                            <a:cxn ang="0">
                              <a:pos x="78916" y="93312"/>
                            </a:cxn>
                            <a:cxn ang="0">
                              <a:pos x="84526" y="93954"/>
                            </a:cxn>
                            <a:cxn ang="0">
                              <a:pos x="86918" y="94138"/>
                            </a:cxn>
                            <a:cxn ang="0">
                              <a:pos x="89217" y="94229"/>
                            </a:cxn>
                            <a:cxn ang="0">
                              <a:pos x="91516" y="94138"/>
                            </a:cxn>
                            <a:cxn ang="0">
                              <a:pos x="94092" y="93954"/>
                            </a:cxn>
                            <a:cxn ang="0">
                              <a:pos x="99610" y="93312"/>
                            </a:cxn>
                            <a:cxn ang="0">
                              <a:pos x="105865" y="92486"/>
                            </a:cxn>
                            <a:cxn ang="0">
                              <a:pos x="112763" y="91293"/>
                            </a:cxn>
                            <a:cxn ang="0">
                              <a:pos x="120029" y="89916"/>
                            </a:cxn>
                            <a:cxn ang="0">
                              <a:pos x="127479" y="88264"/>
                            </a:cxn>
                            <a:cxn ang="0">
                              <a:pos x="134929" y="86612"/>
                            </a:cxn>
                            <a:cxn ang="0">
                              <a:pos x="142380" y="84868"/>
                            </a:cxn>
                            <a:cxn ang="0">
                              <a:pos x="156176" y="81564"/>
                            </a:cxn>
                            <a:cxn ang="0">
                              <a:pos x="167765" y="78536"/>
                            </a:cxn>
                            <a:cxn ang="0">
                              <a:pos x="82538" y="65897"/>
                            </a:cxn>
                            <a:cxn ang="0">
                              <a:pos x="77539" y="70888"/>
                            </a:cxn>
                            <a:cxn ang="0">
                              <a:pos x="77539" y="71792"/>
                            </a:cxn>
                            <a:cxn ang="0">
                              <a:pos x="82538" y="76783"/>
                            </a:cxn>
                            <a:cxn ang="0">
                              <a:pos x="95896" y="76783"/>
                            </a:cxn>
                            <a:cxn ang="0">
                              <a:pos x="100895" y="71792"/>
                            </a:cxn>
                            <a:cxn ang="0">
                              <a:pos x="100895" y="70888"/>
                            </a:cxn>
                            <a:cxn ang="0">
                              <a:pos x="95896" y="65897"/>
                            </a:cxn>
                            <a:cxn ang="0">
                              <a:pos x="89217" y="9520"/>
                            </a:cxn>
                            <a:cxn ang="0">
                              <a:pos x="60983" y="25618"/>
                            </a:cxn>
                            <a:cxn ang="0">
                              <a:pos x="60797" y="26907"/>
                            </a:cxn>
                            <a:cxn ang="0">
                              <a:pos x="117637" y="26907"/>
                            </a:cxn>
                            <a:cxn ang="0">
                              <a:pos x="117451" y="25618"/>
                            </a:cxn>
                            <a:cxn ang="0">
                              <a:pos x="89217" y="9520"/>
                            </a:cxn>
                            <a:cxn ang="0">
                              <a:pos x="89217" y="0"/>
                            </a:cxn>
                            <a:cxn ang="0">
                              <a:pos x="124195" y="26682"/>
                            </a:cxn>
                            <a:cxn ang="0">
                              <a:pos x="124209" y="26907"/>
                            </a:cxn>
                            <a:cxn ang="0">
                              <a:pos x="167765" y="26907"/>
                            </a:cxn>
                            <a:cxn ang="0">
                              <a:pos x="169881" y="26999"/>
                            </a:cxn>
                            <a:cxn ang="0">
                              <a:pos x="171904" y="27366"/>
                            </a:cxn>
                            <a:cxn ang="0">
                              <a:pos x="173744" y="28008"/>
                            </a:cxn>
                            <a:cxn ang="0">
                              <a:pos x="175215" y="28926"/>
                            </a:cxn>
                            <a:cxn ang="0">
                              <a:pos x="176043" y="29477"/>
                            </a:cxn>
                            <a:cxn ang="0">
                              <a:pos x="176687" y="30027"/>
                            </a:cxn>
                            <a:cxn ang="0">
                              <a:pos x="177147" y="30670"/>
                            </a:cxn>
                            <a:cxn ang="0">
                              <a:pos x="177515" y="31312"/>
                            </a:cxn>
                            <a:cxn ang="0">
                              <a:pos x="177975" y="31955"/>
                            </a:cxn>
                            <a:cxn ang="0">
                              <a:pos x="178159" y="32597"/>
                            </a:cxn>
                            <a:cxn ang="0">
                              <a:pos x="178343" y="33331"/>
                            </a:cxn>
                            <a:cxn ang="0">
                              <a:pos x="178435" y="34157"/>
                            </a:cxn>
                            <a:cxn ang="0">
                              <a:pos x="178435" y="72473"/>
                            </a:cxn>
                            <a:cxn ang="0">
                              <a:pos x="178434" y="72473"/>
                            </a:cxn>
                            <a:cxn ang="0">
                              <a:pos x="178434" y="72473"/>
                            </a:cxn>
                            <a:cxn ang="0">
                              <a:pos x="167765" y="75318"/>
                            </a:cxn>
                            <a:cxn ang="0">
                              <a:pos x="156176" y="78347"/>
                            </a:cxn>
                            <a:cxn ang="0">
                              <a:pos x="142380" y="81651"/>
                            </a:cxn>
                            <a:cxn ang="0">
                              <a:pos x="134930" y="83394"/>
                            </a:cxn>
                            <a:cxn ang="0">
                              <a:pos x="127480" y="85046"/>
                            </a:cxn>
                            <a:cxn ang="0">
                              <a:pos x="120029" y="86698"/>
                            </a:cxn>
                            <a:cxn ang="0">
                              <a:pos x="112763" y="88075"/>
                            </a:cxn>
                            <a:cxn ang="0">
                              <a:pos x="105865" y="89268"/>
                            </a:cxn>
                            <a:cxn ang="0">
                              <a:pos x="99611" y="90094"/>
                            </a:cxn>
                            <a:cxn ang="0">
                              <a:pos x="94092" y="90736"/>
                            </a:cxn>
                            <a:cxn ang="0">
                              <a:pos x="91517" y="90920"/>
                            </a:cxn>
                            <a:cxn ang="0">
                              <a:pos x="89217" y="91012"/>
                            </a:cxn>
                            <a:cxn ang="0">
                              <a:pos x="86918" y="90920"/>
                            </a:cxn>
                            <a:cxn ang="0">
                              <a:pos x="84526" y="90736"/>
                            </a:cxn>
                            <a:cxn ang="0">
                              <a:pos x="78916" y="90094"/>
                            </a:cxn>
                            <a:cxn ang="0">
                              <a:pos x="72569" y="89268"/>
                            </a:cxn>
                            <a:cxn ang="0">
                              <a:pos x="65671" y="88075"/>
                            </a:cxn>
                            <a:cxn ang="0">
                              <a:pos x="58405" y="86698"/>
                            </a:cxn>
                            <a:cxn ang="0">
                              <a:pos x="51047" y="85230"/>
                            </a:cxn>
                            <a:cxn ang="0">
                              <a:pos x="43505" y="83578"/>
                            </a:cxn>
                            <a:cxn ang="0">
                              <a:pos x="36147" y="81742"/>
                            </a:cxn>
                            <a:cxn ang="0">
                              <a:pos x="22258" y="78438"/>
                            </a:cxn>
                            <a:cxn ang="0">
                              <a:pos x="10761" y="75502"/>
                            </a:cxn>
                            <a:cxn ang="0">
                              <a:pos x="0" y="72657"/>
                            </a:cxn>
                            <a:cxn ang="0">
                              <a:pos x="0" y="72771"/>
                            </a:cxn>
                            <a:cxn ang="0">
                              <a:pos x="0" y="72771"/>
                            </a:cxn>
                            <a:cxn ang="0">
                              <a:pos x="0" y="53063"/>
                            </a:cxn>
                            <a:cxn ang="0">
                              <a:pos x="0" y="34157"/>
                            </a:cxn>
                            <a:cxn ang="0">
                              <a:pos x="92" y="33331"/>
                            </a:cxn>
                            <a:cxn ang="0">
                              <a:pos x="276" y="32597"/>
                            </a:cxn>
                            <a:cxn ang="0">
                              <a:pos x="459" y="31955"/>
                            </a:cxn>
                            <a:cxn ang="0">
                              <a:pos x="919" y="31312"/>
                            </a:cxn>
                            <a:cxn ang="0">
                              <a:pos x="1379" y="30670"/>
                            </a:cxn>
                            <a:cxn ang="0">
                              <a:pos x="1931" y="30027"/>
                            </a:cxn>
                            <a:cxn ang="0">
                              <a:pos x="2575" y="29477"/>
                            </a:cxn>
                            <a:cxn ang="0">
                              <a:pos x="3127" y="28926"/>
                            </a:cxn>
                            <a:cxn ang="0">
                              <a:pos x="4782" y="28008"/>
                            </a:cxn>
                            <a:cxn ang="0">
                              <a:pos x="6622" y="27366"/>
                            </a:cxn>
                            <a:cxn ang="0">
                              <a:pos x="8645" y="26999"/>
                            </a:cxn>
                            <a:cxn ang="0">
                              <a:pos x="10761" y="26907"/>
                            </a:cxn>
                            <a:cxn ang="0">
                              <a:pos x="54225" y="26907"/>
                            </a:cxn>
                            <a:cxn ang="0">
                              <a:pos x="54239" y="26682"/>
                            </a:cxn>
                            <a:cxn ang="0">
                              <a:pos x="89217" y="0"/>
                            </a:cxn>
                          </a:cxnLst>
                          <a:pathLst>
                            <a:path w="3261356" h="2766950">
                              <a:moveTo>
                                <a:pt x="3261356" y="1385789"/>
                              </a:moveTo>
                              <a:lnTo>
                                <a:pt x="3261356" y="2634211"/>
                              </a:lnTo>
                              <a:lnTo>
                                <a:pt x="3259675" y="2649333"/>
                              </a:lnTo>
                              <a:lnTo>
                                <a:pt x="3256313" y="2662775"/>
                              </a:lnTo>
                              <a:lnTo>
                                <a:pt x="3252951" y="2674537"/>
                              </a:lnTo>
                              <a:lnTo>
                                <a:pt x="3244545" y="2686298"/>
                              </a:lnTo>
                              <a:lnTo>
                                <a:pt x="3237821" y="2698060"/>
                              </a:lnTo>
                              <a:lnTo>
                                <a:pt x="3229415" y="2709822"/>
                              </a:lnTo>
                              <a:lnTo>
                                <a:pt x="3217647" y="2719903"/>
                              </a:lnTo>
                              <a:lnTo>
                                <a:pt x="3202517" y="2729985"/>
                              </a:lnTo>
                              <a:lnTo>
                                <a:pt x="3175619" y="2746787"/>
                              </a:lnTo>
                              <a:lnTo>
                                <a:pt x="3141997" y="2758549"/>
                              </a:lnTo>
                              <a:lnTo>
                                <a:pt x="3105013" y="2765270"/>
                              </a:lnTo>
                              <a:lnTo>
                                <a:pt x="3066347" y="2766950"/>
                              </a:lnTo>
                              <a:lnTo>
                                <a:pt x="196690" y="2766950"/>
                              </a:lnTo>
                              <a:lnTo>
                                <a:pt x="158024" y="2765270"/>
                              </a:lnTo>
                              <a:lnTo>
                                <a:pt x="121040" y="2758549"/>
                              </a:lnTo>
                              <a:lnTo>
                                <a:pt x="87418" y="2746787"/>
                              </a:lnTo>
                              <a:lnTo>
                                <a:pt x="57158" y="2729985"/>
                              </a:lnTo>
                              <a:lnTo>
                                <a:pt x="47071" y="2719903"/>
                              </a:lnTo>
                              <a:lnTo>
                                <a:pt x="35303" y="2709822"/>
                              </a:lnTo>
                              <a:lnTo>
                                <a:pt x="25217" y="2698060"/>
                              </a:lnTo>
                              <a:lnTo>
                                <a:pt x="16811" y="2686298"/>
                              </a:lnTo>
                              <a:lnTo>
                                <a:pt x="8405" y="2674537"/>
                              </a:lnTo>
                              <a:lnTo>
                                <a:pt x="5043" y="2662775"/>
                              </a:lnTo>
                              <a:lnTo>
                                <a:pt x="1681" y="2649333"/>
                              </a:lnTo>
                              <a:lnTo>
                                <a:pt x="0" y="2634211"/>
                              </a:lnTo>
                              <a:lnTo>
                                <a:pt x="0" y="1389150"/>
                              </a:lnTo>
                              <a:lnTo>
                                <a:pt x="196690" y="1441237"/>
                              </a:lnTo>
                              <a:lnTo>
                                <a:pt x="406829" y="1495005"/>
                              </a:lnTo>
                              <a:lnTo>
                                <a:pt x="660677" y="1555494"/>
                              </a:lnTo>
                              <a:lnTo>
                                <a:pt x="795165" y="1589099"/>
                              </a:lnTo>
                              <a:lnTo>
                                <a:pt x="933017" y="1619343"/>
                              </a:lnTo>
                              <a:lnTo>
                                <a:pt x="1067506" y="1646227"/>
                              </a:lnTo>
                              <a:lnTo>
                                <a:pt x="1200314" y="1671431"/>
                              </a:lnTo>
                              <a:lnTo>
                                <a:pt x="1326397" y="1693274"/>
                              </a:lnTo>
                              <a:lnTo>
                                <a:pt x="1442394" y="1708396"/>
                              </a:lnTo>
                              <a:lnTo>
                                <a:pt x="1544942" y="1720158"/>
                              </a:lnTo>
                              <a:lnTo>
                                <a:pt x="1588650" y="1723518"/>
                              </a:lnTo>
                              <a:lnTo>
                                <a:pt x="1630678" y="1725199"/>
                              </a:lnTo>
                              <a:lnTo>
                                <a:pt x="1672706" y="1723518"/>
                              </a:lnTo>
                              <a:lnTo>
                                <a:pt x="1719777" y="1720158"/>
                              </a:lnTo>
                              <a:lnTo>
                                <a:pt x="1820644" y="1708396"/>
                              </a:lnTo>
                              <a:lnTo>
                                <a:pt x="1934959" y="1693274"/>
                              </a:lnTo>
                              <a:lnTo>
                                <a:pt x="2061043" y="1671431"/>
                              </a:lnTo>
                              <a:lnTo>
                                <a:pt x="2193850" y="1646227"/>
                              </a:lnTo>
                              <a:lnTo>
                                <a:pt x="2330020" y="1615983"/>
                              </a:lnTo>
                              <a:lnTo>
                                <a:pt x="2466190" y="1585738"/>
                              </a:lnTo>
                              <a:lnTo>
                                <a:pt x="2602360" y="1553814"/>
                              </a:lnTo>
                              <a:lnTo>
                                <a:pt x="2854527" y="1493325"/>
                              </a:lnTo>
                              <a:lnTo>
                                <a:pt x="3066347" y="1437877"/>
                              </a:lnTo>
                              <a:close/>
                              <a:moveTo>
                                <a:pt x="1508607" y="1206475"/>
                              </a:moveTo>
                              <a:cubicBezTo>
                                <a:pt x="1458141" y="1206475"/>
                                <a:pt x="1417230" y="1247386"/>
                                <a:pt x="1417230" y="1297852"/>
                              </a:cubicBezTo>
                              <a:lnTo>
                                <a:pt x="1417230" y="1314415"/>
                              </a:lnTo>
                              <a:cubicBezTo>
                                <a:pt x="1417230" y="1364881"/>
                                <a:pt x="1458141" y="1405791"/>
                                <a:pt x="1508607" y="1405791"/>
                              </a:cubicBezTo>
                              <a:lnTo>
                                <a:pt x="1752750" y="1405791"/>
                              </a:lnTo>
                              <a:cubicBezTo>
                                <a:pt x="1803215" y="1405791"/>
                                <a:pt x="1844126" y="1364881"/>
                                <a:pt x="1844126" y="1314415"/>
                              </a:cubicBezTo>
                              <a:lnTo>
                                <a:pt x="1844126" y="1297852"/>
                              </a:lnTo>
                              <a:cubicBezTo>
                                <a:pt x="1844126" y="1247386"/>
                                <a:pt x="1803215" y="1206475"/>
                                <a:pt x="1752750" y="1206475"/>
                              </a:cubicBezTo>
                              <a:close/>
                              <a:moveTo>
                                <a:pt x="1630678" y="174304"/>
                              </a:moveTo>
                              <a:cubicBezTo>
                                <a:pt x="1376124" y="174304"/>
                                <a:pt x="1163742" y="300833"/>
                                <a:pt x="1114624" y="469036"/>
                              </a:cubicBezTo>
                              <a:lnTo>
                                <a:pt x="1111230" y="492633"/>
                              </a:lnTo>
                              <a:lnTo>
                                <a:pt x="2150126" y="492633"/>
                              </a:lnTo>
                              <a:lnTo>
                                <a:pt x="2146731" y="469036"/>
                              </a:lnTo>
                              <a:cubicBezTo>
                                <a:pt x="2097613" y="300833"/>
                                <a:pt x="1885231" y="174304"/>
                                <a:pt x="1630678" y="174304"/>
                              </a:cubicBezTo>
                              <a:close/>
                              <a:moveTo>
                                <a:pt x="1630678" y="0"/>
                              </a:moveTo>
                              <a:cubicBezTo>
                                <a:pt x="1963411" y="0"/>
                                <a:pt x="2237083" y="214121"/>
                                <a:pt x="2269992" y="488510"/>
                              </a:cubicBezTo>
                              <a:lnTo>
                                <a:pt x="2270238" y="492633"/>
                              </a:lnTo>
                              <a:lnTo>
                                <a:pt x="3066347" y="492633"/>
                              </a:lnTo>
                              <a:lnTo>
                                <a:pt x="3105012" y="494313"/>
                              </a:lnTo>
                              <a:lnTo>
                                <a:pt x="3141998" y="501035"/>
                              </a:lnTo>
                              <a:lnTo>
                                <a:pt x="3175621" y="512796"/>
                              </a:lnTo>
                              <a:lnTo>
                                <a:pt x="3202518" y="529599"/>
                              </a:lnTo>
                              <a:lnTo>
                                <a:pt x="3217649" y="539681"/>
                              </a:lnTo>
                              <a:lnTo>
                                <a:pt x="3229416" y="549763"/>
                              </a:lnTo>
                              <a:lnTo>
                                <a:pt x="3237821" y="561524"/>
                              </a:lnTo>
                              <a:lnTo>
                                <a:pt x="3244546" y="573285"/>
                              </a:lnTo>
                              <a:lnTo>
                                <a:pt x="3252951" y="585046"/>
                              </a:lnTo>
                              <a:lnTo>
                                <a:pt x="3256314" y="596807"/>
                              </a:lnTo>
                              <a:lnTo>
                                <a:pt x="3259676" y="610251"/>
                              </a:lnTo>
                              <a:lnTo>
                                <a:pt x="3261356" y="625372"/>
                              </a:lnTo>
                              <a:lnTo>
                                <a:pt x="3261356" y="1326877"/>
                              </a:lnTo>
                              <a:lnTo>
                                <a:pt x="3261353" y="1326877"/>
                              </a:lnTo>
                              <a:lnTo>
                                <a:pt x="3261350" y="1326880"/>
                              </a:lnTo>
                              <a:lnTo>
                                <a:pt x="3066350" y="1378964"/>
                              </a:lnTo>
                              <a:lnTo>
                                <a:pt x="2854531" y="1434413"/>
                              </a:lnTo>
                              <a:lnTo>
                                <a:pt x="2602365" y="1494902"/>
                              </a:lnTo>
                              <a:lnTo>
                                <a:pt x="2466193" y="1526826"/>
                              </a:lnTo>
                              <a:lnTo>
                                <a:pt x="2330026" y="1557071"/>
                              </a:lnTo>
                              <a:lnTo>
                                <a:pt x="2193854" y="1587315"/>
                              </a:lnTo>
                              <a:lnTo>
                                <a:pt x="2061046" y="1612517"/>
                              </a:lnTo>
                              <a:lnTo>
                                <a:pt x="1934963" y="1634360"/>
                              </a:lnTo>
                              <a:lnTo>
                                <a:pt x="1820647" y="1649484"/>
                              </a:lnTo>
                              <a:lnTo>
                                <a:pt x="1719781" y="1661245"/>
                              </a:lnTo>
                              <a:lnTo>
                                <a:pt x="1672711" y="1664604"/>
                              </a:lnTo>
                              <a:lnTo>
                                <a:pt x="1630683" y="1666287"/>
                              </a:lnTo>
                              <a:lnTo>
                                <a:pt x="1588655" y="1664604"/>
                              </a:lnTo>
                              <a:lnTo>
                                <a:pt x="1544944" y="1661245"/>
                              </a:lnTo>
                              <a:lnTo>
                                <a:pt x="1442396" y="1649484"/>
                              </a:lnTo>
                              <a:lnTo>
                                <a:pt x="1326400" y="1634360"/>
                              </a:lnTo>
                              <a:lnTo>
                                <a:pt x="1200317" y="1612517"/>
                              </a:lnTo>
                              <a:lnTo>
                                <a:pt x="1067508" y="1587315"/>
                              </a:lnTo>
                              <a:lnTo>
                                <a:pt x="933020" y="1560430"/>
                              </a:lnTo>
                              <a:lnTo>
                                <a:pt x="795169" y="1530186"/>
                              </a:lnTo>
                              <a:lnTo>
                                <a:pt x="660681" y="1496582"/>
                              </a:lnTo>
                              <a:lnTo>
                                <a:pt x="406834" y="1436093"/>
                              </a:lnTo>
                              <a:lnTo>
                                <a:pt x="196695" y="1382323"/>
                              </a:lnTo>
                              <a:lnTo>
                                <a:pt x="3" y="1330236"/>
                              </a:lnTo>
                              <a:lnTo>
                                <a:pt x="3" y="1332325"/>
                              </a:lnTo>
                              <a:lnTo>
                                <a:pt x="0" y="1332322"/>
                              </a:lnTo>
                              <a:lnTo>
                                <a:pt x="0" y="971511"/>
                              </a:lnTo>
                              <a:lnTo>
                                <a:pt x="0" y="625372"/>
                              </a:lnTo>
                              <a:lnTo>
                                <a:pt x="1683" y="610251"/>
                              </a:lnTo>
                              <a:lnTo>
                                <a:pt x="5046" y="596807"/>
                              </a:lnTo>
                              <a:lnTo>
                                <a:pt x="8405" y="585046"/>
                              </a:lnTo>
                              <a:lnTo>
                                <a:pt x="16813" y="573285"/>
                              </a:lnTo>
                              <a:lnTo>
                                <a:pt x="25218" y="561524"/>
                              </a:lnTo>
                              <a:lnTo>
                                <a:pt x="35303" y="549763"/>
                              </a:lnTo>
                              <a:lnTo>
                                <a:pt x="47073" y="539681"/>
                              </a:lnTo>
                              <a:lnTo>
                                <a:pt x="57158" y="529599"/>
                              </a:lnTo>
                              <a:lnTo>
                                <a:pt x="87418" y="512796"/>
                              </a:lnTo>
                              <a:lnTo>
                                <a:pt x="121041" y="501035"/>
                              </a:lnTo>
                              <a:lnTo>
                                <a:pt x="158027" y="494313"/>
                              </a:lnTo>
                              <a:lnTo>
                                <a:pt x="196692" y="492633"/>
                              </a:lnTo>
                              <a:lnTo>
                                <a:pt x="991117" y="492633"/>
                              </a:lnTo>
                              <a:lnTo>
                                <a:pt x="991363" y="488510"/>
                              </a:lnTo>
                              <a:cubicBezTo>
                                <a:pt x="1024272" y="214121"/>
                                <a:pt x="1297944" y="0"/>
                                <a:pt x="1630678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6697"/>
                        </a:solidFill>
                        <a:ln w="12700">
                          <a:noFill/>
                        </a:ln>
                      </wps:spPr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129" o:spid="_x0000_s1026" o:spt="100" style="position:absolute;left:0pt;margin-left:443.55pt;margin-top:261.2pt;height:13.9pt;width:15.85pt;z-index:251673600;v-text-anchor:middle;mso-width-relative:page;mso-height-relative:page;" fillcolor="#186697" filled="t" stroked="f" coordsize="3261356,2766950" o:gfxdata="UEsDBAoAAAAAAIdO4kAAAAAAAAAAAAAAAAAEAAAAZHJzL1BLAwQUAAAACACHTuJAwI665tkAAAAL&#10;AQAADwAAAGRycy9kb3ducmV2LnhtbE2PTU/DMAyG70j8h8hIXCaWtGKsK00nUWncmLTCZTevCW21&#10;xqma7OvfY05wtP3q8fMW66sbxNlOofekIZkrEJYab3pqNXx9bp4yECEiGRw8WQ03G2Bd3t8VmBt/&#10;oZ0917EVDKGQo4YuxjGXMjSddRjmfrTEt28/OYw8Tq00E14Y7gaZKvUiHfbEHzocbdXZ5lifnIbF&#10;RzPbVsvazeRtW+H7Pnk74kbrx4dEvYKI9hr/wvCrz+pQstPBn8gEMWjIsmXCUYal6TMITqySjMsc&#10;eLNQKciykP87lD9QSwMEFAAAAAgAh07iQPeyKNvzCwAA7zYAAA4AAABkcnMvZTJvRG9jLnhtbLVb&#10;zY4cSRG+I/EOrb7jqfzPHHm8EljLBcFKuzxAu6fH01JPV6ur7bE5c+fOEfESaAVPwyIegy8rI7Kq&#10;POOqGAR7cPVsRWZGRMbPF5FZr7/59HBYfdydu317vFmrV816tTtu29v98f3N+vc/fPuLuF51l83x&#10;dnNoj7ub9eddt/7mzc9/9vrxdL3T7X17uN2dV5jk2F0/nm7W95fL6frqqtve7x423av2tDvi5V17&#10;fthc8Of5/dXtefOI2R8OV7pp/NVje749ndvtruvwf9+Wl2ua8SyZsL272293b9vth4fd8VJmPe8O&#10;mwtE6u73p279puf27m63vfzu7q7bXVaHmzUkvfT/YhH8fpf/vXrzenP9/rw53e+3xMJGwsIXMj1s&#10;9kcsWqd6u7lsVh/O+ydTPey357Zr7y6vtu3DVRGk1wikUM0Xuvn+fnPa9bJA1d2pKr373027/e3H&#10;786r/e3NWnu1Xh03D9jyf/7447/++Kef/vrnf//jbz/9/S8rpVNW1OOpuwb996fvzvRXh59Z6k93&#10;54f8hDyrTzdrH4JvoluvPt+srTbKW1L07tNltQUBZNUJ77cgUME707+/Gibafuguv961/aSbj7/p&#10;LmWfbvnX5p5/bT8d8TMvjl+rTTbipt+JU9tlXlSI1hRWgvNJZUGwEIhFY5Q1MfTSCwYZa3qZlbWh&#10;ccKVlEs0yFkjXCmkUERSForWspWCU3VQ0FY4SNlA7AXjg2yQ95EHxaYRyuSbqr3oPBvEwj45XWVK&#10;SgkHmWBtkck1jY4ymVRq6iAfZGbkU4xwqmzkTjVGtlJ2Htonp1T1jHlFNCF7b1lIOCZ6W5cR8ua9&#10;1qw4oQ5sgHkWxqS6Nkqz9Uj3VLvqD2LbSYY0ZsU2ahAJelms1BeS4hFe6HK2hgOpZ+squzSAIAoW&#10;MaRhCtky25Y4Fhb64GKQhZlqviEGaEwQorXWDkAFXEXlnZcMMR7RsgyxSRZgkDnI66MPSbQKHJ0i&#10;ZozWilzeRYts0cuSkhKtApERg/KQhExqJOIHjfRXhmgbRauEmNnpVzHwSskq0TrNQ5IT7X5EVi5b&#10;maySBcmYtCoxIlldwMlSek4IwcSYdJVkm1SCVzJCWVLyyEIv0phqXKSAn6QboxAifcEa4v1XAN9Q&#10;1YvMDMtYinkxai/aTmVs4nW8l1mNAkqMRW8RtinyGuU8oGORB79lvA3JNURnRE4QtYNRZrV5F5MI&#10;AYXggOTykNDEKJJmNEQFWJ0gBA6MBR+iKAYkSFBUJh6imiZmqJ6FkXI2HiNVwMCaWM2jKOC0CPv5&#10;JkFRWRYEQwQdgZZ9A7BdhvjUiLZfwS7Ny8dYVyK6mLWXyz+MEKlLaato7zUwvcgqMUYD8vc6Fits&#10;cEstH1PBNcYkEWhQABeUzzUQnMj9VajlggZQFNmMCrUu0VC5cJ1aAOlkg8zQQq20DIK7cEzgks40&#10;PsjsANGJ6iyjhEBAhVqkGhjRS6tho50s1qK+57Lb4D9ZYTb0BIxVTqi3oY+ggf8lsaPvPZSqEej/&#10;/zhm8B9kHllcG6XPrEGZDkZpGqhbpmvAARSxOR5EY5IsTQN2MBwAAJf5zwjeeBTeov0ZYFSMDcoo&#10;QT4YwbXs2qJ1MioktI52iEgFI+zZIFRJOMsIl0AxcKvIsYd8kBRacpJVRmhdvMpQE0hlGVUeUo0N&#10;9Y14X4YqSrz9o1pNamWjitBpWT8n151UERoXRDaWq9uy+1EFK9rKoYbO8VC0ihoqdeca0SrUC9Be&#10;FmeZPMh6bP8VOfrNqJ4Ezl5mF+cIqhbFeQhFXB8YxcmOm0PijMr9J3na5h6XHBxwI00MQWq3Tgx0&#10;aktQDKdq31EM2mpzUwwNawdVDkCr+4hxrkODo4SClwyh8lOM2odEMMkbpalC5yunzSWfuuRjk/xz&#10;9XizNjg0Mui+re5RUQGMJlfOXh7aj7sf2p7ykg9hKh1QAFo8CGmM1wfKw/FrI7Q3ViOBFodlOn6e&#10;aAWXPDVC0ahI8MEleg+noDrFayDcJXqcWFGB5oN1KPDm+bHWUYMdKMHrikiYb34y/wadcp4/xaY2&#10;KJmOn0wP5yFMrgPKWnTm5/lBUUoJQqMMSs2SfhrNcEIHnRKO82bnR83jqdkN9IaGxIJ+FEpLLqzR&#10;KHaWLYLl5CfJC9zV8H7hgAQyz/PTeFgNFeFkmXP8qwTrLeGeDXmW3MUGR2h9lSvgRml0hXn2ZWHR&#10;NqeOqESVLihqhUs2Ci1/6hyLzACpkpxEYGQaZW/teyyasPKRULHEQWqPXAu8D0WD3LUzHxQHluMG&#10;baIgIhVKRDvg8nlbHdkeTo6VXggttkErpnRYlEXErSfN7DH8LJ7jPcr8sivKOfgZ1x9Mxs9CHhDl&#10;6vljTE3trDAZPws5Am1De67g/7kUn/Ub8OKagnpwLQDnifNhIjetjaKDVxx52FrgMxv8LOwoZBpD&#10;YUX5ZOA/8/xYlLTQSHZkhWatqYc8PC8/aX5noUA60Qy4xgDPm5XXRTT3yRSCNq4W5zwvP2l+n3FX&#10;aTcrVDSIkfPz41gxsD4l8yP0B7YGCf9RN55PyyX6gQUkPsEU6B+zIzIWX1WC/dUwscj6FNiPhnk2&#10;qIX7/fW4alH75Kx3fhb9a4sjC8oD2FsXalnEdPwket9og1Tdz+9wUABbnbMHjUSH3FXoc7QBtpuj&#10;hzXUNAbjR1b90l+2h7bbYYrN9QCl2FabiO51WStvY4U4A+X2w7v99pe7P4yhl7IOYpSQCP/jcUB9&#10;PdLCKxgaiZy7WuUs8fnXCccsDEyma031OJkUDp+hzVQv09HPsGK8zbctelXw65EgOGIN5fZP5dSN&#10;9DO8zph3opUvOEVvFyGMdrBOilFMNx1NrMTGDFdV6qjKCo6KFZ2bqmcEmbwea2e6FnPAa44m1eOd&#10;YLrp6OdGPd3esSDPGMdYO8PrJzqdsdpJBLQG/fpiCAtGa3ADRnMg52FVvwoHMhS2ERDQiJzYicLF&#10;ABprgQKHdtucHSgcwpIb4MDTL9Qb2Hw02EriE5EDQtMFlQlLc1uHcxcooQTTZ6SMcEW+8xKeaOhr&#10;ap/aiGzfGO4sbFlCaCME2I/g3dJAQNij3sU0IgPKopFX677aLikYHo/uGhnIlFNWVLFq4AwE6pJX&#10;Beofh10JeV+cEEsJGGUeBCG+Ia8XZmAVDa4nTmPdlHeTSysqDR061gsQxehcudHsqFkXEATCEgrD&#10;Aidxap2x8CwzuG5h6SIFsGS+hTBPPpS1qA8dvGyePFfNxUuQe5EtF8hdLcqRrIeTAlYgP4sRINmi&#10;5i8xAt0CdPyXZkdLoTADlAKlLpBTLwRQ0uPOQOC8x0zwk5kZyDNqfZrZn6MnpCSmpzyV6XGgMqv6&#10;jDQ4r2HTUr1RwXzwkzwqIxkOJ9Yg1cxbgu6RUulkoWyxqXaPeV5+0vw9EiN5cacI109m+S9IjyoL&#10;5/oqd07egiQpYeCimnmCOL7gp0eqND9STW6OzM2fayEEuIITEOgySpyl75E2oTU4pI3zrpLPsgPf&#10;Ls33bNBsmp0/VwoUbZUHdK6JleXkZ9E/MibqTOYfzdGFhg7QMiod2l/J/H0lRfqX8N9Xaqx/gX5g&#10;87Yh+5fov680Wf+C/e0rWarUBPaTC2UuRHC9Gfl3drv6MpyKfPRgVL2wx7vEz7JbuchnY4DZuXpX&#10;g8n4WchzC8GQ7rNl1huETMZPsoXcHKOtNVEbPe/qHKQgcIVSPCE/y8SVEnPOmy8HMqy90OkslAlN&#10;sYWWcSEUhGo0iAqjgizQJ6FcDQoSTG1pCXJXblIVJgR5MffhCAAIcm5t8Qnyee4eEhvLWGFoTOY0&#10;vYBDhp6nAOP0/dRSoQoAFEJTvhyTdwVxYwmd9d04xnKLuB4XdnHdi+aWUBvKCRPoyl4xhbDkfGg0&#10;o7H7FTSM278hUYOmjygMovv4TZ0kDjXT6RnLozjL5zn9ZzH1jKev2IZvcLr2sL/9dn845EZDd37/&#10;7leH8+rjBh9VITL5elNnQnY45iMiAFZE4Tzs2OYJOEdhuUd8T1S+IMq/3rW3n/Ep0ua4vW/xgdb2&#10;cl6vPpzO+/f3+GirQK9Mhu+gek7pm638odX4737a4Tu1N/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ZQ4AAFtDb250ZW50X1R5cGVzXS54bWxQ&#10;SwECFAAKAAAAAACHTuJAAAAAAAAAAAAAAAAABgAAAAAAAAAAABAAAABHDQAAX3JlbHMvUEsBAhQA&#10;FAAAAAgAh07iQIoUZjzRAAAAlAEAAAsAAAAAAAAAAQAgAAAAaw0AAF9yZWxzLy5yZWxzUEsBAhQA&#10;CgAAAAAAh07iQAAAAAAAAAAAAAAAAAQAAAAAAAAAAAAQAAAAAAAAAGRycy9QSwECFAAUAAAACACH&#10;TuJAwI665tkAAAALAQAADwAAAAAAAAABACAAAAAiAAAAZHJzL2Rvd25yZXYueG1sUEsBAhQAFAAA&#10;AAgAh07iQPeyKNvzCwAA7zYAAA4AAAAAAAAAAQAgAAAAKAEAAGRycy9lMm9Eb2MueG1sUEsFBgAA&#10;AAAGAAYAWQEAAI0PAAAAAA=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<v:path o:connectlocs="178435,75691;178435,143879;178343,144705;178159,145439;177975,146082;177515,146724;177147,147367;176687,148009;176043,148560;175215,149110;173744,150028;171904,150671;169881,151038;167765,151130;10761,151130;8645,151038;6622,150671;4782,150028;3127,149110;2575,148560;1931,148009;1379,147367;919,146724;459,146082;275,145439;91,144705;0,143879;0,75874;10761,78719;22258,81656;36146,84960;43504,86796;51047,88448;58405,89916;65671,91293;72569,92486;78916,93312;84526,93954;86918,94138;89217,94229;91516,94138;94092,93954;99610,93312;105865,92486;112763,91293;120029,89916;127479,88264;134929,86612;142380,84868;156176,81564;167765,78536;82538,65897;77539,70888;77539,71792;82538,76783;95896,76783;100895,71792;100895,70888;95896,65897;89217,9520;60983,25618;60797,26907;117637,26907;117451,25618;89217,9520;89217,0;124195,26682;124209,26907;167765,26907;169881,26999;171904,27366;173744,28008;175215,28926;176043,29477;176687,30027;177147,30670;177515,31312;177975,31955;178159,32597;178343,33331;178435,34157;178435,72473;178434,72473;178434,72473;167765,75318;156176,78347;142380,81651;134930,83394;127480,85046;120029,86698;112763,88075;105865,89268;99611,90094;94092,90736;91517,90920;89217,91012;86918,90920;84526,90736;78916,90094;72569,89268;65671,88075;58405,86698;51047,85230;43505,83578;36147,81742;22258,78438;10761,75502;0,72657;0,72771;0,72771;0,53063;0,34157;92,33331;276,32597;459,31955;919,31312;1379,30670;1931,30027;2575,29477;3127,28926;4782,28008;6622,27366;8645,26999;10761,26907;54225,26907;54239,26682;89217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5630545</wp:posOffset>
                </wp:positionH>
                <wp:positionV relativeFrom="paragraph">
                  <wp:posOffset>6532245</wp:posOffset>
                </wp:positionV>
                <wp:extent cx="207645" cy="207645"/>
                <wp:effectExtent l="0" t="0" r="1905" b="1905"/>
                <wp:wrapNone/>
                <wp:docPr id="260" name="任意多边形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6773545" y="7446645"/>
                          <a:ext cx="207645" cy="20764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70752" y="52675"/>
                            </a:cxn>
                            <a:cxn ang="0">
                              <a:pos x="60967" y="58287"/>
                            </a:cxn>
                            <a:cxn ang="0">
                              <a:pos x="53627" y="66763"/>
                            </a:cxn>
                            <a:cxn ang="0">
                              <a:pos x="49484" y="77364"/>
                            </a:cxn>
                            <a:cxn ang="0">
                              <a:pos x="49190" y="89241"/>
                            </a:cxn>
                            <a:cxn ang="0">
                              <a:pos x="52843" y="100114"/>
                            </a:cxn>
                            <a:cxn ang="0">
                              <a:pos x="59767" y="108934"/>
                            </a:cxn>
                            <a:cxn ang="0">
                              <a:pos x="69239" y="115006"/>
                            </a:cxn>
                            <a:cxn ang="0">
                              <a:pos x="80508" y="117606"/>
                            </a:cxn>
                            <a:cxn ang="0">
                              <a:pos x="92176" y="116128"/>
                            </a:cxn>
                            <a:cxn ang="0">
                              <a:pos x="102237" y="110987"/>
                            </a:cxn>
                            <a:cxn ang="0">
                              <a:pos x="109942" y="102877"/>
                            </a:cxn>
                            <a:cxn ang="0">
                              <a:pos x="114611" y="92506"/>
                            </a:cxn>
                            <a:cxn ang="0">
                              <a:pos x="115480" y="80702"/>
                            </a:cxn>
                            <a:cxn ang="0">
                              <a:pos x="112357" y="69593"/>
                            </a:cxn>
                            <a:cxn ang="0">
                              <a:pos x="105870" y="60443"/>
                            </a:cxn>
                            <a:cxn ang="0">
                              <a:pos x="96718" y="53930"/>
                            </a:cxn>
                            <a:cxn ang="0">
                              <a:pos x="85651" y="50814"/>
                            </a:cxn>
                            <a:cxn ang="0">
                              <a:pos x="90868" y="324"/>
                            </a:cxn>
                            <a:cxn ang="0">
                              <a:pos x="93388" y="4149"/>
                            </a:cxn>
                            <a:cxn ang="0">
                              <a:pos x="108685" y="22579"/>
                            </a:cxn>
                            <a:cxn ang="0">
                              <a:pos x="122832" y="11193"/>
                            </a:cxn>
                            <a:cxn ang="0">
                              <a:pos x="137894" y="20748"/>
                            </a:cxn>
                            <a:cxn ang="0">
                              <a:pos x="138306" y="25813"/>
                            </a:cxn>
                            <a:cxn ang="0">
                              <a:pos x="139073" y="48821"/>
                            </a:cxn>
                            <a:cxn ang="0">
                              <a:pos x="157509" y="48895"/>
                            </a:cxn>
                            <a:cxn ang="0">
                              <a:pos x="164406" y="65434"/>
                            </a:cxn>
                            <a:cxn ang="0">
                              <a:pos x="162003" y="69894"/>
                            </a:cxn>
                            <a:cxn ang="0">
                              <a:pos x="149005" y="87866"/>
                            </a:cxn>
                            <a:cxn ang="0">
                              <a:pos x="163816" y="99960"/>
                            </a:cxn>
                            <a:cxn ang="0">
                              <a:pos x="159778" y="117223"/>
                            </a:cxn>
                            <a:cxn ang="0">
                              <a:pos x="155328" y="119631"/>
                            </a:cxn>
                            <a:cxn ang="0">
                              <a:pos x="134843" y="125493"/>
                            </a:cxn>
                            <a:cxn ang="0">
                              <a:pos x="138969" y="144588"/>
                            </a:cxn>
                            <a:cxn ang="0">
                              <a:pos x="125750" y="156461"/>
                            </a:cxn>
                            <a:cxn ang="0">
                              <a:pos x="120696" y="156047"/>
                            </a:cxn>
                            <a:cxn ang="0">
                              <a:pos x="101818" y="148235"/>
                            </a:cxn>
                            <a:cxn ang="0">
                              <a:pos x="93064" y="165749"/>
                            </a:cxn>
                            <a:cxn ang="0">
                              <a:pos x="75217" y="168275"/>
                            </a:cxn>
                            <a:cxn ang="0">
                              <a:pos x="71268" y="165365"/>
                            </a:cxn>
                            <a:cxn ang="0">
                              <a:pos x="61497" y="147866"/>
                            </a:cxn>
                            <a:cxn ang="0">
                              <a:pos x="43444" y="156328"/>
                            </a:cxn>
                            <a:cxn ang="0">
                              <a:pos x="38537" y="156328"/>
                            </a:cxn>
                            <a:cxn ang="0">
                              <a:pos x="25553" y="144189"/>
                            </a:cxn>
                            <a:cxn ang="0">
                              <a:pos x="29636" y="125493"/>
                            </a:cxn>
                            <a:cxn ang="0">
                              <a:pos x="9136" y="119631"/>
                            </a:cxn>
                            <a:cxn ang="0">
                              <a:pos x="4701" y="117223"/>
                            </a:cxn>
                            <a:cxn ang="0">
                              <a:pos x="648" y="99960"/>
                            </a:cxn>
                            <a:cxn ang="0">
                              <a:pos x="15547" y="89091"/>
                            </a:cxn>
                            <a:cxn ang="0">
                              <a:pos x="2667" y="69982"/>
                            </a:cxn>
                            <a:cxn ang="0">
                              <a:pos x="29" y="65641"/>
                            </a:cxn>
                            <a:cxn ang="0">
                              <a:pos x="6248" y="49249"/>
                            </a:cxn>
                            <a:cxn ang="0">
                              <a:pos x="24153" y="50947"/>
                            </a:cxn>
                            <a:cxn ang="0">
                              <a:pos x="34469" y="37258"/>
                            </a:cxn>
                            <a:cxn ang="0">
                              <a:pos x="25922" y="21752"/>
                            </a:cxn>
                            <a:cxn ang="0">
                              <a:pos x="40040" y="11267"/>
                            </a:cxn>
                            <a:cxn ang="0">
                              <a:pos x="44328" y="12862"/>
                            </a:cxn>
                            <a:cxn ang="0">
                              <a:pos x="67407" y="18798"/>
                            </a:cxn>
                            <a:cxn ang="0">
                              <a:pos x="72299" y="1225"/>
                            </a:cxn>
                          </a:cxnLst>
                          <a:pathLst>
                            <a:path w="3543300" h="3617913">
                              <a:moveTo>
                                <a:pt x="1752918" y="1088708"/>
                              </a:moveTo>
                              <a:lnTo>
                                <a:pt x="1734502" y="1089660"/>
                              </a:lnTo>
                              <a:lnTo>
                                <a:pt x="1716088" y="1090613"/>
                              </a:lnTo>
                              <a:lnTo>
                                <a:pt x="1697990" y="1092518"/>
                              </a:lnTo>
                              <a:lnTo>
                                <a:pt x="1679892" y="1094423"/>
                              </a:lnTo>
                              <a:lnTo>
                                <a:pt x="1662112" y="1097280"/>
                              </a:lnTo>
                              <a:lnTo>
                                <a:pt x="1644332" y="1100138"/>
                              </a:lnTo>
                              <a:lnTo>
                                <a:pt x="1626552" y="1103630"/>
                              </a:lnTo>
                              <a:lnTo>
                                <a:pt x="1608772" y="1107440"/>
                              </a:lnTo>
                              <a:lnTo>
                                <a:pt x="1591628" y="1111568"/>
                              </a:lnTo>
                              <a:lnTo>
                                <a:pt x="1574800" y="1116013"/>
                              </a:lnTo>
                              <a:lnTo>
                                <a:pt x="1557338" y="1121093"/>
                              </a:lnTo>
                              <a:lnTo>
                                <a:pt x="1540828" y="1126490"/>
                              </a:lnTo>
                              <a:lnTo>
                                <a:pt x="1524318" y="1132523"/>
                              </a:lnTo>
                              <a:lnTo>
                                <a:pt x="1507808" y="1138555"/>
                              </a:lnTo>
                              <a:lnTo>
                                <a:pt x="1491615" y="1145223"/>
                              </a:lnTo>
                              <a:lnTo>
                                <a:pt x="1475422" y="1152525"/>
                              </a:lnTo>
                              <a:lnTo>
                                <a:pt x="1459548" y="1159510"/>
                              </a:lnTo>
                              <a:lnTo>
                                <a:pt x="1443672" y="1167448"/>
                              </a:lnTo>
                              <a:lnTo>
                                <a:pt x="1428432" y="1175703"/>
                              </a:lnTo>
                              <a:lnTo>
                                <a:pt x="1413192" y="1183958"/>
                              </a:lnTo>
                              <a:lnTo>
                                <a:pt x="1398270" y="1193165"/>
                              </a:lnTo>
                              <a:lnTo>
                                <a:pt x="1383665" y="1202055"/>
                              </a:lnTo>
                              <a:lnTo>
                                <a:pt x="1368742" y="1211898"/>
                              </a:lnTo>
                              <a:lnTo>
                                <a:pt x="1354772" y="1221740"/>
                              </a:lnTo>
                              <a:lnTo>
                                <a:pt x="1340485" y="1231900"/>
                              </a:lnTo>
                              <a:lnTo>
                                <a:pt x="1327150" y="1242378"/>
                              </a:lnTo>
                              <a:lnTo>
                                <a:pt x="1313498" y="1253173"/>
                              </a:lnTo>
                              <a:lnTo>
                                <a:pt x="1300480" y="1264285"/>
                              </a:lnTo>
                              <a:lnTo>
                                <a:pt x="1287462" y="1275715"/>
                              </a:lnTo>
                              <a:lnTo>
                                <a:pt x="1274762" y="1287463"/>
                              </a:lnTo>
                              <a:lnTo>
                                <a:pt x="1262380" y="1299528"/>
                              </a:lnTo>
                              <a:lnTo>
                                <a:pt x="1250315" y="1311910"/>
                              </a:lnTo>
                              <a:lnTo>
                                <a:pt x="1238568" y="1324928"/>
                              </a:lnTo>
                              <a:lnTo>
                                <a:pt x="1227138" y="1337628"/>
                              </a:lnTo>
                              <a:lnTo>
                                <a:pt x="1215708" y="1350645"/>
                              </a:lnTo>
                              <a:lnTo>
                                <a:pt x="1205230" y="1364298"/>
                              </a:lnTo>
                              <a:lnTo>
                                <a:pt x="1194752" y="1377950"/>
                              </a:lnTo>
                              <a:lnTo>
                                <a:pt x="1183958" y="1392238"/>
                              </a:lnTo>
                              <a:lnTo>
                                <a:pt x="1174432" y="1406525"/>
                              </a:lnTo>
                              <a:lnTo>
                                <a:pt x="1164908" y="1420813"/>
                              </a:lnTo>
                              <a:lnTo>
                                <a:pt x="1155382" y="1435418"/>
                              </a:lnTo>
                              <a:lnTo>
                                <a:pt x="1146810" y="1450340"/>
                              </a:lnTo>
                              <a:lnTo>
                                <a:pt x="1138391" y="1465309"/>
                              </a:lnTo>
                              <a:lnTo>
                                <a:pt x="1130549" y="1480376"/>
                              </a:lnTo>
                              <a:lnTo>
                                <a:pt x="1122615" y="1496257"/>
                              </a:lnTo>
                              <a:lnTo>
                                <a:pt x="1114998" y="1512138"/>
                              </a:lnTo>
                              <a:lnTo>
                                <a:pt x="1108333" y="1528337"/>
                              </a:lnTo>
                              <a:lnTo>
                                <a:pt x="1101668" y="1544536"/>
                              </a:lnTo>
                              <a:lnTo>
                                <a:pt x="1095321" y="1561052"/>
                              </a:lnTo>
                              <a:lnTo>
                                <a:pt x="1089608" y="1577568"/>
                              </a:lnTo>
                              <a:lnTo>
                                <a:pt x="1083895" y="1594402"/>
                              </a:lnTo>
                              <a:lnTo>
                                <a:pt x="1079134" y="1611554"/>
                              </a:lnTo>
                              <a:lnTo>
                                <a:pt x="1074056" y="1628388"/>
                              </a:lnTo>
                              <a:lnTo>
                                <a:pt x="1069931" y="1646175"/>
                              </a:lnTo>
                              <a:lnTo>
                                <a:pt x="1066122" y="1663327"/>
                              </a:lnTo>
                              <a:lnTo>
                                <a:pt x="1062948" y="1681114"/>
                              </a:lnTo>
                              <a:lnTo>
                                <a:pt x="1059774" y="1698901"/>
                              </a:lnTo>
                              <a:lnTo>
                                <a:pt x="1057553" y="1717005"/>
                              </a:lnTo>
                              <a:lnTo>
                                <a:pt x="1055331" y="1735110"/>
                              </a:lnTo>
                              <a:lnTo>
                                <a:pt x="1053744" y="1753532"/>
                              </a:lnTo>
                              <a:lnTo>
                                <a:pt x="1052792" y="1771319"/>
                              </a:lnTo>
                              <a:lnTo>
                                <a:pt x="1051840" y="1790376"/>
                              </a:lnTo>
                              <a:lnTo>
                                <a:pt x="1051523" y="1808798"/>
                              </a:lnTo>
                              <a:lnTo>
                                <a:pt x="1051840" y="1827221"/>
                              </a:lnTo>
                              <a:lnTo>
                                <a:pt x="1052792" y="1845960"/>
                              </a:lnTo>
                              <a:lnTo>
                                <a:pt x="1053744" y="1864065"/>
                              </a:lnTo>
                              <a:lnTo>
                                <a:pt x="1055331" y="1882487"/>
                              </a:lnTo>
                              <a:lnTo>
                                <a:pt x="1057553" y="1900592"/>
                              </a:lnTo>
                              <a:lnTo>
                                <a:pt x="1059774" y="1918696"/>
                              </a:lnTo>
                              <a:lnTo>
                                <a:pt x="1062948" y="1936483"/>
                              </a:lnTo>
                              <a:lnTo>
                                <a:pt x="1066122" y="1953952"/>
                              </a:lnTo>
                              <a:lnTo>
                                <a:pt x="1069931" y="1971739"/>
                              </a:lnTo>
                              <a:lnTo>
                                <a:pt x="1074056" y="1988891"/>
                              </a:lnTo>
                              <a:lnTo>
                                <a:pt x="1079134" y="2006043"/>
                              </a:lnTo>
                              <a:lnTo>
                                <a:pt x="1083895" y="2022877"/>
                              </a:lnTo>
                              <a:lnTo>
                                <a:pt x="1089608" y="2039711"/>
                              </a:lnTo>
                              <a:lnTo>
                                <a:pt x="1095321" y="2056545"/>
                              </a:lnTo>
                              <a:lnTo>
                                <a:pt x="1101668" y="2073061"/>
                              </a:lnTo>
                              <a:lnTo>
                                <a:pt x="1108333" y="2089260"/>
                              </a:lnTo>
                              <a:lnTo>
                                <a:pt x="1114998" y="2105459"/>
                              </a:lnTo>
                              <a:lnTo>
                                <a:pt x="1122615" y="2121022"/>
                              </a:lnTo>
                              <a:lnTo>
                                <a:pt x="1130549" y="2136904"/>
                              </a:lnTo>
                              <a:lnTo>
                                <a:pt x="1138484" y="2152467"/>
                              </a:lnTo>
                              <a:lnTo>
                                <a:pt x="1147053" y="2167395"/>
                              </a:lnTo>
                              <a:lnTo>
                                <a:pt x="1155622" y="2182641"/>
                              </a:lnTo>
                              <a:lnTo>
                                <a:pt x="1165144" y="2197252"/>
                              </a:lnTo>
                              <a:lnTo>
                                <a:pt x="1174665" y="2211863"/>
                              </a:lnTo>
                              <a:lnTo>
                                <a:pt x="1184186" y="2225838"/>
                              </a:lnTo>
                              <a:lnTo>
                                <a:pt x="1194977" y="2240131"/>
                              </a:lnTo>
                              <a:lnTo>
                                <a:pt x="1205450" y="2253789"/>
                              </a:lnTo>
                              <a:lnTo>
                                <a:pt x="1215924" y="2267129"/>
                              </a:lnTo>
                              <a:lnTo>
                                <a:pt x="1227349" y="2280469"/>
                              </a:lnTo>
                              <a:lnTo>
                                <a:pt x="1238775" y="2293174"/>
                              </a:lnTo>
                              <a:lnTo>
                                <a:pt x="1250518" y="2305879"/>
                              </a:lnTo>
                              <a:lnTo>
                                <a:pt x="1262578" y="2318267"/>
                              </a:lnTo>
                              <a:lnTo>
                                <a:pt x="1274956" y="2330336"/>
                              </a:lnTo>
                              <a:lnTo>
                                <a:pt x="1287651" y="2342088"/>
                              </a:lnTo>
                              <a:lnTo>
                                <a:pt x="1300663" y="2353840"/>
                              </a:lnTo>
                              <a:lnTo>
                                <a:pt x="1313676" y="2364640"/>
                              </a:lnTo>
                              <a:lnTo>
                                <a:pt x="1327323" y="2375756"/>
                              </a:lnTo>
                              <a:lnTo>
                                <a:pt x="1340653" y="2386238"/>
                              </a:lnTo>
                              <a:lnTo>
                                <a:pt x="1354935" y="2396402"/>
                              </a:lnTo>
                              <a:lnTo>
                                <a:pt x="1368899" y="2406566"/>
                              </a:lnTo>
                              <a:lnTo>
                                <a:pt x="1383816" y="2415777"/>
                              </a:lnTo>
                              <a:lnTo>
                                <a:pt x="1398415" y="2424988"/>
                              </a:lnTo>
                              <a:lnTo>
                                <a:pt x="1413332" y="2433882"/>
                              </a:lnTo>
                              <a:lnTo>
                                <a:pt x="1428566" y="2442775"/>
                              </a:lnTo>
                              <a:lnTo>
                                <a:pt x="1443800" y="2450398"/>
                              </a:lnTo>
                              <a:lnTo>
                                <a:pt x="1459669" y="2458339"/>
                              </a:lnTo>
                              <a:lnTo>
                                <a:pt x="1475538" y="2465644"/>
                              </a:lnTo>
                              <a:lnTo>
                                <a:pt x="1491724" y="2472632"/>
                              </a:lnTo>
                              <a:lnTo>
                                <a:pt x="1507910" y="2479619"/>
                              </a:lnTo>
                              <a:lnTo>
                                <a:pt x="1524414" y="2485654"/>
                              </a:lnTo>
                              <a:lnTo>
                                <a:pt x="1540917" y="2491689"/>
                              </a:lnTo>
                              <a:lnTo>
                                <a:pt x="1557421" y="2496771"/>
                              </a:lnTo>
                              <a:lnTo>
                                <a:pt x="1574877" y="2502171"/>
                              </a:lnTo>
                              <a:lnTo>
                                <a:pt x="1591698" y="2506617"/>
                              </a:lnTo>
                              <a:lnTo>
                                <a:pt x="1608836" y="2510746"/>
                              </a:lnTo>
                              <a:lnTo>
                                <a:pt x="1626609" y="2514876"/>
                              </a:lnTo>
                              <a:lnTo>
                                <a:pt x="1644382" y="2518369"/>
                              </a:lnTo>
                              <a:lnTo>
                                <a:pt x="1662155" y="2520910"/>
                              </a:lnTo>
                              <a:lnTo>
                                <a:pt x="1679928" y="2523451"/>
                              </a:lnTo>
                              <a:lnTo>
                                <a:pt x="1698019" y="2525675"/>
                              </a:lnTo>
                              <a:lnTo>
                                <a:pt x="1716109" y="2527263"/>
                              </a:lnTo>
                              <a:lnTo>
                                <a:pt x="1734517" y="2528533"/>
                              </a:lnTo>
                              <a:lnTo>
                                <a:pt x="1752925" y="2529169"/>
                              </a:lnTo>
                              <a:lnTo>
                                <a:pt x="1771967" y="2529169"/>
                              </a:lnTo>
                              <a:lnTo>
                                <a:pt x="1790375" y="2529169"/>
                              </a:lnTo>
                              <a:lnTo>
                                <a:pt x="1808783" y="2528533"/>
                              </a:lnTo>
                              <a:lnTo>
                                <a:pt x="1827191" y="2527263"/>
                              </a:lnTo>
                              <a:lnTo>
                                <a:pt x="1845281" y="2525675"/>
                              </a:lnTo>
                              <a:lnTo>
                                <a:pt x="1863372" y="2523451"/>
                              </a:lnTo>
                              <a:lnTo>
                                <a:pt x="1881145" y="2520910"/>
                              </a:lnTo>
                              <a:lnTo>
                                <a:pt x="1898918" y="2518369"/>
                              </a:lnTo>
                              <a:lnTo>
                                <a:pt x="1916691" y="2514876"/>
                              </a:lnTo>
                              <a:lnTo>
                                <a:pt x="1934464" y="2510746"/>
                              </a:lnTo>
                              <a:lnTo>
                                <a:pt x="1951602" y="2506617"/>
                              </a:lnTo>
                              <a:lnTo>
                                <a:pt x="1969058" y="2502171"/>
                              </a:lnTo>
                              <a:lnTo>
                                <a:pt x="1985879" y="2496771"/>
                              </a:lnTo>
                              <a:lnTo>
                                <a:pt x="2002383" y="2491689"/>
                              </a:lnTo>
                              <a:lnTo>
                                <a:pt x="2019204" y="2485654"/>
                              </a:lnTo>
                              <a:lnTo>
                                <a:pt x="2035390" y="2479619"/>
                              </a:lnTo>
                              <a:lnTo>
                                <a:pt x="2051894" y="2472632"/>
                              </a:lnTo>
                              <a:lnTo>
                                <a:pt x="2067762" y="2465644"/>
                              </a:lnTo>
                              <a:lnTo>
                                <a:pt x="2083631" y="2458339"/>
                              </a:lnTo>
                              <a:lnTo>
                                <a:pt x="2099500" y="2450398"/>
                              </a:lnTo>
                              <a:lnTo>
                                <a:pt x="2114734" y="2442775"/>
                              </a:lnTo>
                              <a:lnTo>
                                <a:pt x="2129968" y="2433882"/>
                              </a:lnTo>
                              <a:lnTo>
                                <a:pt x="2144885" y="2424988"/>
                              </a:lnTo>
                              <a:lnTo>
                                <a:pt x="2159484" y="2415777"/>
                              </a:lnTo>
                              <a:lnTo>
                                <a:pt x="2174401" y="2406566"/>
                              </a:lnTo>
                              <a:lnTo>
                                <a:pt x="2188683" y="2396402"/>
                              </a:lnTo>
                              <a:lnTo>
                                <a:pt x="2202647" y="2386238"/>
                              </a:lnTo>
                              <a:lnTo>
                                <a:pt x="2215977" y="2375756"/>
                              </a:lnTo>
                              <a:lnTo>
                                <a:pt x="2229624" y="2364640"/>
                              </a:lnTo>
                              <a:lnTo>
                                <a:pt x="2242637" y="2353840"/>
                              </a:lnTo>
                              <a:lnTo>
                                <a:pt x="2255966" y="2342088"/>
                              </a:lnTo>
                              <a:lnTo>
                                <a:pt x="2268344" y="2330336"/>
                              </a:lnTo>
                              <a:lnTo>
                                <a:pt x="2280722" y="2318267"/>
                              </a:lnTo>
                              <a:lnTo>
                                <a:pt x="2292782" y="2305879"/>
                              </a:lnTo>
                              <a:lnTo>
                                <a:pt x="2304525" y="2293174"/>
                              </a:lnTo>
                              <a:lnTo>
                                <a:pt x="2315951" y="2280469"/>
                              </a:lnTo>
                              <a:lnTo>
                                <a:pt x="2327376" y="2267129"/>
                              </a:lnTo>
                              <a:lnTo>
                                <a:pt x="2338167" y="2253789"/>
                              </a:lnTo>
                              <a:lnTo>
                                <a:pt x="2348958" y="2240131"/>
                              </a:lnTo>
                              <a:lnTo>
                                <a:pt x="2359114" y="2225838"/>
                              </a:lnTo>
                              <a:lnTo>
                                <a:pt x="2368635" y="2211863"/>
                              </a:lnTo>
                              <a:lnTo>
                                <a:pt x="2378156" y="2197252"/>
                              </a:lnTo>
                              <a:lnTo>
                                <a:pt x="2387678" y="2182641"/>
                              </a:lnTo>
                              <a:lnTo>
                                <a:pt x="2396247" y="2167395"/>
                              </a:lnTo>
                              <a:lnTo>
                                <a:pt x="2404816" y="2152467"/>
                              </a:lnTo>
                              <a:lnTo>
                                <a:pt x="2412750" y="2136904"/>
                              </a:lnTo>
                              <a:lnTo>
                                <a:pt x="2420685" y="2121022"/>
                              </a:lnTo>
                              <a:lnTo>
                                <a:pt x="2428302" y="2105459"/>
                              </a:lnTo>
                              <a:lnTo>
                                <a:pt x="2434967" y="2089260"/>
                              </a:lnTo>
                              <a:lnTo>
                                <a:pt x="2441632" y="2073061"/>
                              </a:lnTo>
                              <a:lnTo>
                                <a:pt x="2447979" y="2056545"/>
                              </a:lnTo>
                              <a:lnTo>
                                <a:pt x="2453692" y="2039711"/>
                              </a:lnTo>
                              <a:lnTo>
                                <a:pt x="2459405" y="2022877"/>
                              </a:lnTo>
                              <a:lnTo>
                                <a:pt x="2464166" y="2006043"/>
                              </a:lnTo>
                              <a:lnTo>
                                <a:pt x="2469244" y="1988891"/>
                              </a:lnTo>
                              <a:lnTo>
                                <a:pt x="2473370" y="1971739"/>
                              </a:lnTo>
                              <a:lnTo>
                                <a:pt x="2477178" y="1953952"/>
                              </a:lnTo>
                              <a:lnTo>
                                <a:pt x="2480352" y="1936483"/>
                              </a:lnTo>
                              <a:lnTo>
                                <a:pt x="2483526" y="1918696"/>
                              </a:lnTo>
                              <a:lnTo>
                                <a:pt x="2486064" y="1900592"/>
                              </a:lnTo>
                              <a:lnTo>
                                <a:pt x="2487969" y="1882487"/>
                              </a:lnTo>
                              <a:lnTo>
                                <a:pt x="2489556" y="1864065"/>
                              </a:lnTo>
                              <a:lnTo>
                                <a:pt x="2490508" y="1845960"/>
                              </a:lnTo>
                              <a:lnTo>
                                <a:pt x="2491460" y="1827221"/>
                              </a:lnTo>
                              <a:lnTo>
                                <a:pt x="2491777" y="1808798"/>
                              </a:lnTo>
                              <a:lnTo>
                                <a:pt x="2491460" y="1790376"/>
                              </a:lnTo>
                              <a:lnTo>
                                <a:pt x="2490508" y="1771319"/>
                              </a:lnTo>
                              <a:lnTo>
                                <a:pt x="2489556" y="1753532"/>
                              </a:lnTo>
                              <a:lnTo>
                                <a:pt x="2487969" y="1735110"/>
                              </a:lnTo>
                              <a:lnTo>
                                <a:pt x="2486064" y="1717005"/>
                              </a:lnTo>
                              <a:lnTo>
                                <a:pt x="2483526" y="1698901"/>
                              </a:lnTo>
                              <a:lnTo>
                                <a:pt x="2480352" y="1681114"/>
                              </a:lnTo>
                              <a:lnTo>
                                <a:pt x="2477178" y="1663327"/>
                              </a:lnTo>
                              <a:lnTo>
                                <a:pt x="2473370" y="1646175"/>
                              </a:lnTo>
                              <a:lnTo>
                                <a:pt x="2469244" y="1628388"/>
                              </a:lnTo>
                              <a:lnTo>
                                <a:pt x="2464166" y="1611554"/>
                              </a:lnTo>
                              <a:lnTo>
                                <a:pt x="2459405" y="1594402"/>
                              </a:lnTo>
                              <a:lnTo>
                                <a:pt x="2453692" y="1577568"/>
                              </a:lnTo>
                              <a:lnTo>
                                <a:pt x="2447979" y="1561052"/>
                              </a:lnTo>
                              <a:lnTo>
                                <a:pt x="2441632" y="1544536"/>
                              </a:lnTo>
                              <a:lnTo>
                                <a:pt x="2434967" y="1528337"/>
                              </a:lnTo>
                              <a:lnTo>
                                <a:pt x="2428302" y="1512138"/>
                              </a:lnTo>
                              <a:lnTo>
                                <a:pt x="2420685" y="1496257"/>
                              </a:lnTo>
                              <a:lnTo>
                                <a:pt x="2412750" y="1480376"/>
                              </a:lnTo>
                              <a:lnTo>
                                <a:pt x="2404909" y="1465308"/>
                              </a:lnTo>
                              <a:lnTo>
                                <a:pt x="2396490" y="1450340"/>
                              </a:lnTo>
                              <a:lnTo>
                                <a:pt x="2387918" y="1435418"/>
                              </a:lnTo>
                              <a:lnTo>
                                <a:pt x="2378392" y="1420813"/>
                              </a:lnTo>
                              <a:lnTo>
                                <a:pt x="2368868" y="1406525"/>
                              </a:lnTo>
                              <a:lnTo>
                                <a:pt x="2359342" y="1392238"/>
                              </a:lnTo>
                              <a:lnTo>
                                <a:pt x="2349182" y="1377950"/>
                              </a:lnTo>
                              <a:lnTo>
                                <a:pt x="2338388" y="1364298"/>
                              </a:lnTo>
                              <a:lnTo>
                                <a:pt x="2327592" y="1350645"/>
                              </a:lnTo>
                              <a:lnTo>
                                <a:pt x="2316162" y="1337628"/>
                              </a:lnTo>
                              <a:lnTo>
                                <a:pt x="2304732" y="1324928"/>
                              </a:lnTo>
                              <a:lnTo>
                                <a:pt x="2292985" y="1311910"/>
                              </a:lnTo>
                              <a:lnTo>
                                <a:pt x="2280920" y="1299528"/>
                              </a:lnTo>
                              <a:lnTo>
                                <a:pt x="2268538" y="1287463"/>
                              </a:lnTo>
                              <a:lnTo>
                                <a:pt x="2256155" y="1275715"/>
                              </a:lnTo>
                              <a:lnTo>
                                <a:pt x="2242820" y="1264285"/>
                              </a:lnTo>
                              <a:lnTo>
                                <a:pt x="2229802" y="1253173"/>
                              </a:lnTo>
                              <a:lnTo>
                                <a:pt x="2216150" y="1242378"/>
                              </a:lnTo>
                              <a:lnTo>
                                <a:pt x="2202815" y="1231900"/>
                              </a:lnTo>
                              <a:lnTo>
                                <a:pt x="2188845" y="1221740"/>
                              </a:lnTo>
                              <a:lnTo>
                                <a:pt x="2174558" y="1211898"/>
                              </a:lnTo>
                              <a:lnTo>
                                <a:pt x="2159635" y="1202055"/>
                              </a:lnTo>
                              <a:lnTo>
                                <a:pt x="2145030" y="1193165"/>
                              </a:lnTo>
                              <a:lnTo>
                                <a:pt x="2130108" y="1183958"/>
                              </a:lnTo>
                              <a:lnTo>
                                <a:pt x="2114868" y="1175703"/>
                              </a:lnTo>
                              <a:lnTo>
                                <a:pt x="2099628" y="1167448"/>
                              </a:lnTo>
                              <a:lnTo>
                                <a:pt x="2083752" y="1159510"/>
                              </a:lnTo>
                              <a:lnTo>
                                <a:pt x="2067878" y="1152525"/>
                              </a:lnTo>
                              <a:lnTo>
                                <a:pt x="2052002" y="1145223"/>
                              </a:lnTo>
                              <a:lnTo>
                                <a:pt x="2035492" y="1138555"/>
                              </a:lnTo>
                              <a:lnTo>
                                <a:pt x="2019300" y="1132523"/>
                              </a:lnTo>
                              <a:lnTo>
                                <a:pt x="2002472" y="1126490"/>
                              </a:lnTo>
                              <a:lnTo>
                                <a:pt x="1985962" y="1121093"/>
                              </a:lnTo>
                              <a:lnTo>
                                <a:pt x="1969135" y="1116013"/>
                              </a:lnTo>
                              <a:lnTo>
                                <a:pt x="1951672" y="1111568"/>
                              </a:lnTo>
                              <a:lnTo>
                                <a:pt x="1934528" y="1107440"/>
                              </a:lnTo>
                              <a:lnTo>
                                <a:pt x="1916748" y="1103630"/>
                              </a:lnTo>
                              <a:lnTo>
                                <a:pt x="1898968" y="1100138"/>
                              </a:lnTo>
                              <a:lnTo>
                                <a:pt x="1881188" y="1097280"/>
                              </a:lnTo>
                              <a:lnTo>
                                <a:pt x="1863408" y="1094423"/>
                              </a:lnTo>
                              <a:lnTo>
                                <a:pt x="1845310" y="1092518"/>
                              </a:lnTo>
                              <a:lnTo>
                                <a:pt x="1827212" y="1090613"/>
                              </a:lnTo>
                              <a:lnTo>
                                <a:pt x="1808798" y="1089660"/>
                              </a:lnTo>
                              <a:lnTo>
                                <a:pt x="1790382" y="1088708"/>
                              </a:lnTo>
                              <a:lnTo>
                                <a:pt x="1771968" y="1088708"/>
                              </a:lnTo>
                              <a:lnTo>
                                <a:pt x="1752918" y="1088708"/>
                              </a:lnTo>
                              <a:close/>
                              <a:moveTo>
                                <a:pt x="1615758" y="0"/>
                              </a:moveTo>
                              <a:lnTo>
                                <a:pt x="1620520" y="0"/>
                              </a:lnTo>
                              <a:lnTo>
                                <a:pt x="1922780" y="0"/>
                              </a:lnTo>
                              <a:lnTo>
                                <a:pt x="1927225" y="0"/>
                              </a:lnTo>
                              <a:lnTo>
                                <a:pt x="1931670" y="317"/>
                              </a:lnTo>
                              <a:lnTo>
                                <a:pt x="1936115" y="952"/>
                              </a:lnTo>
                              <a:lnTo>
                                <a:pt x="1940878" y="1905"/>
                              </a:lnTo>
                              <a:lnTo>
                                <a:pt x="1949450" y="4127"/>
                              </a:lnTo>
                              <a:lnTo>
                                <a:pt x="1957705" y="6985"/>
                              </a:lnTo>
                              <a:lnTo>
                                <a:pt x="1965325" y="10795"/>
                              </a:lnTo>
                              <a:lnTo>
                                <a:pt x="1972628" y="14922"/>
                              </a:lnTo>
                              <a:lnTo>
                                <a:pt x="1979612" y="20320"/>
                              </a:lnTo>
                              <a:lnTo>
                                <a:pt x="1985962" y="26035"/>
                              </a:lnTo>
                              <a:lnTo>
                                <a:pt x="1991678" y="32385"/>
                              </a:lnTo>
                              <a:lnTo>
                                <a:pt x="1996758" y="39052"/>
                              </a:lnTo>
                              <a:lnTo>
                                <a:pt x="2001202" y="46672"/>
                              </a:lnTo>
                              <a:lnTo>
                                <a:pt x="2005012" y="54610"/>
                              </a:lnTo>
                              <a:lnTo>
                                <a:pt x="2007870" y="62230"/>
                              </a:lnTo>
                              <a:lnTo>
                                <a:pt x="2010092" y="71120"/>
                              </a:lnTo>
                              <a:lnTo>
                                <a:pt x="2010728" y="75565"/>
                              </a:lnTo>
                              <a:lnTo>
                                <a:pt x="2011362" y="80010"/>
                              </a:lnTo>
                              <a:lnTo>
                                <a:pt x="2011998" y="84455"/>
                              </a:lnTo>
                              <a:lnTo>
                                <a:pt x="2011998" y="89217"/>
                              </a:lnTo>
                              <a:lnTo>
                                <a:pt x="2011998" y="388620"/>
                              </a:lnTo>
                              <a:lnTo>
                                <a:pt x="2038350" y="393065"/>
                              </a:lnTo>
                              <a:lnTo>
                                <a:pt x="2064702" y="398462"/>
                              </a:lnTo>
                              <a:lnTo>
                                <a:pt x="2091055" y="404177"/>
                              </a:lnTo>
                              <a:lnTo>
                                <a:pt x="2116772" y="410210"/>
                              </a:lnTo>
                              <a:lnTo>
                                <a:pt x="2142490" y="416877"/>
                              </a:lnTo>
                              <a:lnTo>
                                <a:pt x="2167890" y="423545"/>
                              </a:lnTo>
                              <a:lnTo>
                                <a:pt x="2193608" y="431165"/>
                              </a:lnTo>
                              <a:lnTo>
                                <a:pt x="2218690" y="439102"/>
                              </a:lnTo>
                              <a:lnTo>
                                <a:pt x="2243772" y="447675"/>
                              </a:lnTo>
                              <a:lnTo>
                                <a:pt x="2268538" y="456247"/>
                              </a:lnTo>
                              <a:lnTo>
                                <a:pt x="2292985" y="465772"/>
                              </a:lnTo>
                              <a:lnTo>
                                <a:pt x="2317432" y="475615"/>
                              </a:lnTo>
                              <a:lnTo>
                                <a:pt x="2341562" y="485457"/>
                              </a:lnTo>
                              <a:lnTo>
                                <a:pt x="2365692" y="496252"/>
                              </a:lnTo>
                              <a:lnTo>
                                <a:pt x="2388870" y="507047"/>
                              </a:lnTo>
                              <a:lnTo>
                                <a:pt x="2412682" y="518477"/>
                              </a:lnTo>
                              <a:lnTo>
                                <a:pt x="2588260" y="276542"/>
                              </a:lnTo>
                              <a:lnTo>
                                <a:pt x="2591435" y="272732"/>
                              </a:lnTo>
                              <a:lnTo>
                                <a:pt x="2593975" y="269240"/>
                              </a:lnTo>
                              <a:lnTo>
                                <a:pt x="2597468" y="266065"/>
                              </a:lnTo>
                              <a:lnTo>
                                <a:pt x="2600325" y="262890"/>
                              </a:lnTo>
                              <a:lnTo>
                                <a:pt x="2606992" y="257175"/>
                              </a:lnTo>
                              <a:lnTo>
                                <a:pt x="2614295" y="252412"/>
                              </a:lnTo>
                              <a:lnTo>
                                <a:pt x="2621915" y="248602"/>
                              </a:lnTo>
                              <a:lnTo>
                                <a:pt x="2629852" y="245110"/>
                              </a:lnTo>
                              <a:lnTo>
                                <a:pt x="2638108" y="242570"/>
                              </a:lnTo>
                              <a:lnTo>
                                <a:pt x="2646362" y="240665"/>
                              </a:lnTo>
                              <a:lnTo>
                                <a:pt x="2654935" y="240030"/>
                              </a:lnTo>
                              <a:lnTo>
                                <a:pt x="2663508" y="240030"/>
                              </a:lnTo>
                              <a:lnTo>
                                <a:pt x="2671762" y="240665"/>
                              </a:lnTo>
                              <a:lnTo>
                                <a:pt x="2680652" y="242252"/>
                              </a:lnTo>
                              <a:lnTo>
                                <a:pt x="2688908" y="244475"/>
                              </a:lnTo>
                              <a:lnTo>
                                <a:pt x="2697162" y="247967"/>
                              </a:lnTo>
                              <a:lnTo>
                                <a:pt x="2705100" y="251777"/>
                              </a:lnTo>
                              <a:lnTo>
                                <a:pt x="2709228" y="254317"/>
                              </a:lnTo>
                              <a:lnTo>
                                <a:pt x="2712720" y="256857"/>
                              </a:lnTo>
                              <a:lnTo>
                                <a:pt x="2957512" y="434022"/>
                              </a:lnTo>
                              <a:lnTo>
                                <a:pt x="2960688" y="437197"/>
                              </a:lnTo>
                              <a:lnTo>
                                <a:pt x="2964498" y="439737"/>
                              </a:lnTo>
                              <a:lnTo>
                                <a:pt x="2967672" y="443230"/>
                              </a:lnTo>
                              <a:lnTo>
                                <a:pt x="2970848" y="446087"/>
                              </a:lnTo>
                              <a:lnTo>
                                <a:pt x="2976245" y="453072"/>
                              </a:lnTo>
                              <a:lnTo>
                                <a:pt x="2981008" y="460375"/>
                              </a:lnTo>
                              <a:lnTo>
                                <a:pt x="2985452" y="467995"/>
                              </a:lnTo>
                              <a:lnTo>
                                <a:pt x="2988628" y="475932"/>
                              </a:lnTo>
                              <a:lnTo>
                                <a:pt x="2991168" y="484187"/>
                              </a:lnTo>
                              <a:lnTo>
                                <a:pt x="2992755" y="492442"/>
                              </a:lnTo>
                              <a:lnTo>
                                <a:pt x="2994025" y="501015"/>
                              </a:lnTo>
                              <a:lnTo>
                                <a:pt x="2994025" y="509270"/>
                              </a:lnTo>
                              <a:lnTo>
                                <a:pt x="2993072" y="518160"/>
                              </a:lnTo>
                              <a:lnTo>
                                <a:pt x="2991802" y="526732"/>
                              </a:lnTo>
                              <a:lnTo>
                                <a:pt x="2988945" y="534987"/>
                              </a:lnTo>
                              <a:lnTo>
                                <a:pt x="2986088" y="543242"/>
                              </a:lnTo>
                              <a:lnTo>
                                <a:pt x="2981960" y="551180"/>
                              </a:lnTo>
                              <a:lnTo>
                                <a:pt x="2979738" y="554990"/>
                              </a:lnTo>
                              <a:lnTo>
                                <a:pt x="2976880" y="558800"/>
                              </a:lnTo>
                              <a:lnTo>
                                <a:pt x="2800985" y="801052"/>
                              </a:lnTo>
                              <a:lnTo>
                                <a:pt x="2819082" y="819785"/>
                              </a:lnTo>
                              <a:lnTo>
                                <a:pt x="2837180" y="839470"/>
                              </a:lnTo>
                              <a:lnTo>
                                <a:pt x="2854642" y="858837"/>
                              </a:lnTo>
                              <a:lnTo>
                                <a:pt x="2871788" y="878840"/>
                              </a:lnTo>
                              <a:lnTo>
                                <a:pt x="2888615" y="899160"/>
                              </a:lnTo>
                              <a:lnTo>
                                <a:pt x="2905125" y="919797"/>
                              </a:lnTo>
                              <a:lnTo>
                                <a:pt x="2921318" y="940752"/>
                              </a:lnTo>
                              <a:lnTo>
                                <a:pt x="2937192" y="962025"/>
                              </a:lnTo>
                              <a:lnTo>
                                <a:pt x="2952432" y="983615"/>
                              </a:lnTo>
                              <a:lnTo>
                                <a:pt x="2967672" y="1005205"/>
                              </a:lnTo>
                              <a:lnTo>
                                <a:pt x="2981960" y="1027113"/>
                              </a:lnTo>
                              <a:lnTo>
                                <a:pt x="2996248" y="1049655"/>
                              </a:lnTo>
                              <a:lnTo>
                                <a:pt x="3010218" y="1072198"/>
                              </a:lnTo>
                              <a:lnTo>
                                <a:pt x="3023235" y="1095375"/>
                              </a:lnTo>
                              <a:lnTo>
                                <a:pt x="3036570" y="1118553"/>
                              </a:lnTo>
                              <a:lnTo>
                                <a:pt x="3048952" y="1142048"/>
                              </a:lnTo>
                              <a:lnTo>
                                <a:pt x="3333115" y="1049338"/>
                              </a:lnTo>
                              <a:lnTo>
                                <a:pt x="3337560" y="1048068"/>
                              </a:lnTo>
                              <a:lnTo>
                                <a:pt x="3342005" y="1047115"/>
                              </a:lnTo>
                              <a:lnTo>
                                <a:pt x="3346450" y="1046480"/>
                              </a:lnTo>
                              <a:lnTo>
                                <a:pt x="3350578" y="1045528"/>
                              </a:lnTo>
                              <a:lnTo>
                                <a:pt x="3359785" y="1044893"/>
                              </a:lnTo>
                              <a:lnTo>
                                <a:pt x="3368358" y="1045210"/>
                              </a:lnTo>
                              <a:lnTo>
                                <a:pt x="3376930" y="1046480"/>
                              </a:lnTo>
                              <a:lnTo>
                                <a:pt x="3385185" y="1048068"/>
                              </a:lnTo>
                              <a:lnTo>
                                <a:pt x="3393440" y="1051243"/>
                              </a:lnTo>
                              <a:lnTo>
                                <a:pt x="3401060" y="1054735"/>
                              </a:lnTo>
                              <a:lnTo>
                                <a:pt x="3408680" y="1058863"/>
                              </a:lnTo>
                              <a:lnTo>
                                <a:pt x="3415665" y="1063625"/>
                              </a:lnTo>
                              <a:lnTo>
                                <a:pt x="3422015" y="1069340"/>
                              </a:lnTo>
                              <a:lnTo>
                                <a:pt x="3428048" y="1075690"/>
                              </a:lnTo>
                              <a:lnTo>
                                <a:pt x="3433445" y="1082358"/>
                              </a:lnTo>
                              <a:lnTo>
                                <a:pt x="3438208" y="1089978"/>
                              </a:lnTo>
                              <a:lnTo>
                                <a:pt x="3442335" y="1097915"/>
                              </a:lnTo>
                              <a:lnTo>
                                <a:pt x="3443922" y="1102043"/>
                              </a:lnTo>
                              <a:lnTo>
                                <a:pt x="3445510" y="1106488"/>
                              </a:lnTo>
                              <a:lnTo>
                                <a:pt x="3538855" y="1393508"/>
                              </a:lnTo>
                              <a:lnTo>
                                <a:pt x="3539808" y="1397635"/>
                              </a:lnTo>
                              <a:lnTo>
                                <a:pt x="3541078" y="1402398"/>
                              </a:lnTo>
                              <a:lnTo>
                                <a:pt x="3542030" y="1406843"/>
                              </a:lnTo>
                              <a:lnTo>
                                <a:pt x="3542665" y="1411288"/>
                              </a:lnTo>
                              <a:lnTo>
                                <a:pt x="3543300" y="1419860"/>
                              </a:lnTo>
                              <a:lnTo>
                                <a:pt x="3542982" y="1428750"/>
                              </a:lnTo>
                              <a:lnTo>
                                <a:pt x="3541712" y="1437323"/>
                              </a:lnTo>
                              <a:lnTo>
                                <a:pt x="3539808" y="1445578"/>
                              </a:lnTo>
                              <a:lnTo>
                                <a:pt x="3537268" y="1453833"/>
                              </a:lnTo>
                              <a:lnTo>
                                <a:pt x="3533458" y="1461453"/>
                              </a:lnTo>
                              <a:lnTo>
                                <a:pt x="3529330" y="1468755"/>
                              </a:lnTo>
                              <a:lnTo>
                                <a:pt x="3524568" y="1476058"/>
                              </a:lnTo>
                              <a:lnTo>
                                <a:pt x="3518852" y="1482408"/>
                              </a:lnTo>
                              <a:lnTo>
                                <a:pt x="3512502" y="1488440"/>
                              </a:lnTo>
                              <a:lnTo>
                                <a:pt x="3505518" y="1494155"/>
                              </a:lnTo>
                              <a:lnTo>
                                <a:pt x="3498215" y="1498600"/>
                              </a:lnTo>
                              <a:lnTo>
                                <a:pt x="3490278" y="1502728"/>
                              </a:lnTo>
                              <a:lnTo>
                                <a:pt x="3486150" y="1504633"/>
                              </a:lnTo>
                              <a:lnTo>
                                <a:pt x="3481705" y="1506220"/>
                              </a:lnTo>
                              <a:lnTo>
                                <a:pt x="3197225" y="1598295"/>
                              </a:lnTo>
                              <a:lnTo>
                                <a:pt x="3200400" y="1624330"/>
                              </a:lnTo>
                              <a:lnTo>
                                <a:pt x="3203892" y="1650365"/>
                              </a:lnTo>
                              <a:lnTo>
                                <a:pt x="3206115" y="1676718"/>
                              </a:lnTo>
                              <a:lnTo>
                                <a:pt x="3208338" y="1703070"/>
                              </a:lnTo>
                              <a:lnTo>
                                <a:pt x="3210242" y="1729423"/>
                              </a:lnTo>
                              <a:lnTo>
                                <a:pt x="3211512" y="1755775"/>
                              </a:lnTo>
                              <a:lnTo>
                                <a:pt x="3212148" y="1782445"/>
                              </a:lnTo>
                              <a:lnTo>
                                <a:pt x="3212465" y="1809115"/>
                              </a:lnTo>
                              <a:lnTo>
                                <a:pt x="3212148" y="1835785"/>
                              </a:lnTo>
                              <a:lnTo>
                                <a:pt x="3211512" y="1862455"/>
                              </a:lnTo>
                              <a:lnTo>
                                <a:pt x="3210242" y="1889125"/>
                              </a:lnTo>
                              <a:lnTo>
                                <a:pt x="3208338" y="1915478"/>
                              </a:lnTo>
                              <a:lnTo>
                                <a:pt x="3206115" y="1941830"/>
                              </a:lnTo>
                              <a:lnTo>
                                <a:pt x="3203892" y="1967865"/>
                              </a:lnTo>
                              <a:lnTo>
                                <a:pt x="3200400" y="1993900"/>
                              </a:lnTo>
                              <a:lnTo>
                                <a:pt x="3197225" y="2019618"/>
                              </a:lnTo>
                              <a:lnTo>
                                <a:pt x="3481705" y="2112328"/>
                              </a:lnTo>
                              <a:lnTo>
                                <a:pt x="3486150" y="2113915"/>
                              </a:lnTo>
                              <a:lnTo>
                                <a:pt x="3490278" y="2115820"/>
                              </a:lnTo>
                              <a:lnTo>
                                <a:pt x="3498215" y="2119630"/>
                              </a:lnTo>
                              <a:lnTo>
                                <a:pt x="3505518" y="2124393"/>
                              </a:lnTo>
                              <a:lnTo>
                                <a:pt x="3512502" y="2129790"/>
                              </a:lnTo>
                              <a:lnTo>
                                <a:pt x="3518852" y="2135505"/>
                              </a:lnTo>
                              <a:lnTo>
                                <a:pt x="3524568" y="2142173"/>
                              </a:lnTo>
                              <a:lnTo>
                                <a:pt x="3529330" y="2149158"/>
                              </a:lnTo>
                              <a:lnTo>
                                <a:pt x="3533458" y="2156778"/>
                              </a:lnTo>
                              <a:lnTo>
                                <a:pt x="3537268" y="2164398"/>
                              </a:lnTo>
                              <a:lnTo>
                                <a:pt x="3539808" y="2172653"/>
                              </a:lnTo>
                              <a:lnTo>
                                <a:pt x="3541712" y="2180908"/>
                              </a:lnTo>
                              <a:lnTo>
                                <a:pt x="3542982" y="2189480"/>
                              </a:lnTo>
                              <a:lnTo>
                                <a:pt x="3543300" y="2198053"/>
                              </a:lnTo>
                              <a:lnTo>
                                <a:pt x="3542665" y="2206625"/>
                              </a:lnTo>
                              <a:lnTo>
                                <a:pt x="3542030" y="2211388"/>
                              </a:lnTo>
                              <a:lnTo>
                                <a:pt x="3541078" y="2215833"/>
                              </a:lnTo>
                              <a:lnTo>
                                <a:pt x="3539808" y="2220278"/>
                              </a:lnTo>
                              <a:lnTo>
                                <a:pt x="3538855" y="2224405"/>
                              </a:lnTo>
                              <a:lnTo>
                                <a:pt x="3445510" y="2512060"/>
                              </a:lnTo>
                              <a:lnTo>
                                <a:pt x="3443922" y="2516188"/>
                              </a:lnTo>
                              <a:lnTo>
                                <a:pt x="3442335" y="2520315"/>
                              </a:lnTo>
                              <a:lnTo>
                                <a:pt x="3438208" y="2528253"/>
                              </a:lnTo>
                              <a:lnTo>
                                <a:pt x="3433445" y="2535555"/>
                              </a:lnTo>
                              <a:lnTo>
                                <a:pt x="3428048" y="2542540"/>
                              </a:lnTo>
                              <a:lnTo>
                                <a:pt x="3422015" y="2548890"/>
                              </a:lnTo>
                              <a:lnTo>
                                <a:pt x="3415665" y="2554605"/>
                              </a:lnTo>
                              <a:lnTo>
                                <a:pt x="3408680" y="2559368"/>
                              </a:lnTo>
                              <a:lnTo>
                                <a:pt x="3401060" y="2563495"/>
                              </a:lnTo>
                              <a:lnTo>
                                <a:pt x="3393440" y="2567305"/>
                              </a:lnTo>
                              <a:lnTo>
                                <a:pt x="3385185" y="2569845"/>
                              </a:lnTo>
                              <a:lnTo>
                                <a:pt x="3376930" y="2571750"/>
                              </a:lnTo>
                              <a:lnTo>
                                <a:pt x="3368358" y="2573020"/>
                              </a:lnTo>
                              <a:lnTo>
                                <a:pt x="3359785" y="2573338"/>
                              </a:lnTo>
                              <a:lnTo>
                                <a:pt x="3350578" y="2573020"/>
                              </a:lnTo>
                              <a:lnTo>
                                <a:pt x="3346450" y="2572068"/>
                              </a:lnTo>
                              <a:lnTo>
                                <a:pt x="3342005" y="2571433"/>
                              </a:lnTo>
                              <a:lnTo>
                                <a:pt x="3337560" y="2570163"/>
                              </a:lnTo>
                              <a:lnTo>
                                <a:pt x="3333115" y="2568893"/>
                              </a:lnTo>
                              <a:lnTo>
                                <a:pt x="3048952" y="2476500"/>
                              </a:lnTo>
                              <a:lnTo>
                                <a:pt x="3035935" y="2499995"/>
                              </a:lnTo>
                              <a:lnTo>
                                <a:pt x="3023235" y="2523173"/>
                              </a:lnTo>
                              <a:lnTo>
                                <a:pt x="3009900" y="2546033"/>
                              </a:lnTo>
                              <a:lnTo>
                                <a:pt x="2996248" y="2568893"/>
                              </a:lnTo>
                              <a:lnTo>
                                <a:pt x="2981960" y="2590800"/>
                              </a:lnTo>
                              <a:lnTo>
                                <a:pt x="2967355" y="2613025"/>
                              </a:lnTo>
                              <a:lnTo>
                                <a:pt x="2952115" y="2634933"/>
                              </a:lnTo>
                              <a:lnTo>
                                <a:pt x="2936875" y="2656523"/>
                              </a:lnTo>
                              <a:lnTo>
                                <a:pt x="2921318" y="2677478"/>
                              </a:lnTo>
                              <a:lnTo>
                                <a:pt x="2905125" y="2698115"/>
                              </a:lnTo>
                              <a:lnTo>
                                <a:pt x="2888615" y="2718753"/>
                              </a:lnTo>
                              <a:lnTo>
                                <a:pt x="2871788" y="2739073"/>
                              </a:lnTo>
                              <a:lnTo>
                                <a:pt x="2854325" y="2759076"/>
                              </a:lnTo>
                              <a:lnTo>
                                <a:pt x="2837180" y="2778761"/>
                              </a:lnTo>
                              <a:lnTo>
                                <a:pt x="2819082" y="2797811"/>
                              </a:lnTo>
                              <a:lnTo>
                                <a:pt x="2800985" y="2817178"/>
                              </a:lnTo>
                              <a:lnTo>
                                <a:pt x="2976880" y="3059431"/>
                              </a:lnTo>
                              <a:lnTo>
                                <a:pt x="2979738" y="3063241"/>
                              </a:lnTo>
                              <a:lnTo>
                                <a:pt x="2981960" y="3067368"/>
                              </a:lnTo>
                              <a:lnTo>
                                <a:pt x="2986088" y="3075306"/>
                              </a:lnTo>
                              <a:lnTo>
                                <a:pt x="2988945" y="3083243"/>
                              </a:lnTo>
                              <a:lnTo>
                                <a:pt x="2991802" y="3091816"/>
                              </a:lnTo>
                              <a:lnTo>
                                <a:pt x="2993072" y="3100071"/>
                              </a:lnTo>
                              <a:lnTo>
                                <a:pt x="2994025" y="3108643"/>
                              </a:lnTo>
                              <a:lnTo>
                                <a:pt x="2994025" y="3117216"/>
                              </a:lnTo>
                              <a:lnTo>
                                <a:pt x="2992755" y="3125788"/>
                              </a:lnTo>
                              <a:lnTo>
                                <a:pt x="2991168" y="3134043"/>
                              </a:lnTo>
                              <a:lnTo>
                                <a:pt x="2988628" y="3142298"/>
                              </a:lnTo>
                              <a:lnTo>
                                <a:pt x="2985770" y="3150236"/>
                              </a:lnTo>
                              <a:lnTo>
                                <a:pt x="2981642" y="3157538"/>
                              </a:lnTo>
                              <a:lnTo>
                                <a:pt x="2976562" y="3165158"/>
                              </a:lnTo>
                              <a:lnTo>
                                <a:pt x="2970848" y="3171826"/>
                              </a:lnTo>
                              <a:lnTo>
                                <a:pt x="2967990" y="3175001"/>
                              </a:lnTo>
                              <a:lnTo>
                                <a:pt x="2964498" y="3177858"/>
                              </a:lnTo>
                              <a:lnTo>
                                <a:pt x="2961322" y="3181033"/>
                              </a:lnTo>
                              <a:lnTo>
                                <a:pt x="2957512" y="3183573"/>
                              </a:lnTo>
                              <a:lnTo>
                                <a:pt x="2712720" y="3361056"/>
                              </a:lnTo>
                              <a:lnTo>
                                <a:pt x="2709228" y="3363913"/>
                              </a:lnTo>
                              <a:lnTo>
                                <a:pt x="2705100" y="3366453"/>
                              </a:lnTo>
                              <a:lnTo>
                                <a:pt x="2697162" y="3370581"/>
                              </a:lnTo>
                              <a:lnTo>
                                <a:pt x="2688908" y="3373756"/>
                              </a:lnTo>
                              <a:lnTo>
                                <a:pt x="2680652" y="3376296"/>
                              </a:lnTo>
                              <a:lnTo>
                                <a:pt x="2671762" y="3377883"/>
                              </a:lnTo>
                              <a:lnTo>
                                <a:pt x="2663508" y="3378518"/>
                              </a:lnTo>
                              <a:lnTo>
                                <a:pt x="2654935" y="3378518"/>
                              </a:lnTo>
                              <a:lnTo>
                                <a:pt x="2646362" y="3377248"/>
                              </a:lnTo>
                              <a:lnTo>
                                <a:pt x="2638108" y="3375978"/>
                              </a:lnTo>
                              <a:lnTo>
                                <a:pt x="2629852" y="3373121"/>
                              </a:lnTo>
                              <a:lnTo>
                                <a:pt x="2621915" y="3369946"/>
                              </a:lnTo>
                              <a:lnTo>
                                <a:pt x="2614295" y="3365818"/>
                              </a:lnTo>
                              <a:lnTo>
                                <a:pt x="2606992" y="3360738"/>
                              </a:lnTo>
                              <a:lnTo>
                                <a:pt x="2600325" y="3355023"/>
                              </a:lnTo>
                              <a:lnTo>
                                <a:pt x="2597468" y="3352166"/>
                              </a:lnTo>
                              <a:lnTo>
                                <a:pt x="2593975" y="3348673"/>
                              </a:lnTo>
                              <a:lnTo>
                                <a:pt x="2591435" y="3345498"/>
                              </a:lnTo>
                              <a:lnTo>
                                <a:pt x="2588260" y="3341688"/>
                              </a:lnTo>
                              <a:lnTo>
                                <a:pt x="2412682" y="3099753"/>
                              </a:lnTo>
                              <a:lnTo>
                                <a:pt x="2388870" y="3110866"/>
                              </a:lnTo>
                              <a:lnTo>
                                <a:pt x="2365692" y="3122296"/>
                              </a:lnTo>
                              <a:lnTo>
                                <a:pt x="2341562" y="3132773"/>
                              </a:lnTo>
                              <a:lnTo>
                                <a:pt x="2317432" y="3142933"/>
                              </a:lnTo>
                              <a:lnTo>
                                <a:pt x="2292985" y="3152776"/>
                              </a:lnTo>
                              <a:lnTo>
                                <a:pt x="2268538" y="3161666"/>
                              </a:lnTo>
                              <a:lnTo>
                                <a:pt x="2243772" y="3170873"/>
                              </a:lnTo>
                              <a:lnTo>
                                <a:pt x="2218690" y="3179128"/>
                              </a:lnTo>
                              <a:lnTo>
                                <a:pt x="2193608" y="3187066"/>
                              </a:lnTo>
                              <a:lnTo>
                                <a:pt x="2167890" y="3194368"/>
                              </a:lnTo>
                              <a:lnTo>
                                <a:pt x="2142490" y="3201671"/>
                              </a:lnTo>
                              <a:lnTo>
                                <a:pt x="2116772" y="3208021"/>
                              </a:lnTo>
                              <a:lnTo>
                                <a:pt x="2091055" y="3214371"/>
                              </a:lnTo>
                              <a:lnTo>
                                <a:pt x="2064702" y="3220086"/>
                              </a:lnTo>
                              <a:lnTo>
                                <a:pt x="2038350" y="3225483"/>
                              </a:lnTo>
                              <a:lnTo>
                                <a:pt x="2011998" y="3229928"/>
                              </a:lnTo>
                              <a:lnTo>
                                <a:pt x="2011998" y="3529013"/>
                              </a:lnTo>
                              <a:lnTo>
                                <a:pt x="2011998" y="3533458"/>
                              </a:lnTo>
                              <a:lnTo>
                                <a:pt x="2011362" y="3537903"/>
                              </a:lnTo>
                              <a:lnTo>
                                <a:pt x="2010728" y="3542666"/>
                              </a:lnTo>
                              <a:lnTo>
                                <a:pt x="2010092" y="3547111"/>
                              </a:lnTo>
                              <a:lnTo>
                                <a:pt x="2007870" y="3555366"/>
                              </a:lnTo>
                              <a:lnTo>
                                <a:pt x="2005012" y="3563621"/>
                              </a:lnTo>
                              <a:lnTo>
                                <a:pt x="2001202" y="3571558"/>
                              </a:lnTo>
                              <a:lnTo>
                                <a:pt x="1996758" y="3578543"/>
                              </a:lnTo>
                              <a:lnTo>
                                <a:pt x="1991678" y="3585846"/>
                              </a:lnTo>
                              <a:lnTo>
                                <a:pt x="1985962" y="3591878"/>
                              </a:lnTo>
                              <a:lnTo>
                                <a:pt x="1979612" y="3597911"/>
                              </a:lnTo>
                              <a:lnTo>
                                <a:pt x="1972628" y="3602673"/>
                              </a:lnTo>
                              <a:lnTo>
                                <a:pt x="1965325" y="3607118"/>
                              </a:lnTo>
                              <a:lnTo>
                                <a:pt x="1957705" y="3610928"/>
                              </a:lnTo>
                              <a:lnTo>
                                <a:pt x="1949450" y="3614103"/>
                              </a:lnTo>
                              <a:lnTo>
                                <a:pt x="1940878" y="3616326"/>
                              </a:lnTo>
                              <a:lnTo>
                                <a:pt x="1931670" y="3617278"/>
                              </a:lnTo>
                              <a:lnTo>
                                <a:pt x="1927225" y="3617913"/>
                              </a:lnTo>
                              <a:lnTo>
                                <a:pt x="1922780" y="3617913"/>
                              </a:lnTo>
                              <a:lnTo>
                                <a:pt x="1620520" y="3617913"/>
                              </a:lnTo>
                              <a:lnTo>
                                <a:pt x="1615758" y="3617913"/>
                              </a:lnTo>
                              <a:lnTo>
                                <a:pt x="1611630" y="3617278"/>
                              </a:lnTo>
                              <a:lnTo>
                                <a:pt x="1602422" y="3616326"/>
                              </a:lnTo>
                              <a:lnTo>
                                <a:pt x="1594168" y="3614103"/>
                              </a:lnTo>
                              <a:lnTo>
                                <a:pt x="1585912" y="3610928"/>
                              </a:lnTo>
                              <a:lnTo>
                                <a:pt x="1577975" y="3607118"/>
                              </a:lnTo>
                              <a:lnTo>
                                <a:pt x="1570990" y="3602673"/>
                              </a:lnTo>
                              <a:lnTo>
                                <a:pt x="1563688" y="3597911"/>
                              </a:lnTo>
                              <a:lnTo>
                                <a:pt x="1557655" y="3591878"/>
                              </a:lnTo>
                              <a:lnTo>
                                <a:pt x="1551622" y="3585846"/>
                              </a:lnTo>
                              <a:lnTo>
                                <a:pt x="1546860" y="3578543"/>
                              </a:lnTo>
                              <a:lnTo>
                                <a:pt x="1542415" y="3571558"/>
                              </a:lnTo>
                              <a:lnTo>
                                <a:pt x="1538605" y="3563621"/>
                              </a:lnTo>
                              <a:lnTo>
                                <a:pt x="1535430" y="3555366"/>
                              </a:lnTo>
                              <a:lnTo>
                                <a:pt x="1533208" y="3547111"/>
                              </a:lnTo>
                              <a:lnTo>
                                <a:pt x="1532572" y="3542666"/>
                              </a:lnTo>
                              <a:lnTo>
                                <a:pt x="1531620" y="3537903"/>
                              </a:lnTo>
                              <a:lnTo>
                                <a:pt x="1531302" y="3533458"/>
                              </a:lnTo>
                              <a:lnTo>
                                <a:pt x="1531302" y="3529013"/>
                              </a:lnTo>
                              <a:lnTo>
                                <a:pt x="1531302" y="3229928"/>
                              </a:lnTo>
                              <a:lnTo>
                                <a:pt x="1504950" y="3225483"/>
                              </a:lnTo>
                              <a:lnTo>
                                <a:pt x="1478598" y="3220086"/>
                              </a:lnTo>
                              <a:lnTo>
                                <a:pt x="1452245" y="3214371"/>
                              </a:lnTo>
                              <a:lnTo>
                                <a:pt x="1426845" y="3208021"/>
                              </a:lnTo>
                              <a:lnTo>
                                <a:pt x="1400810" y="3201671"/>
                              </a:lnTo>
                              <a:lnTo>
                                <a:pt x="1375092" y="3194368"/>
                              </a:lnTo>
                              <a:lnTo>
                                <a:pt x="1350010" y="3187066"/>
                              </a:lnTo>
                              <a:lnTo>
                                <a:pt x="1324928" y="3179128"/>
                              </a:lnTo>
                              <a:lnTo>
                                <a:pt x="1299528" y="3170873"/>
                              </a:lnTo>
                              <a:lnTo>
                                <a:pt x="1274762" y="3161666"/>
                              </a:lnTo>
                              <a:lnTo>
                                <a:pt x="1250315" y="3152776"/>
                              </a:lnTo>
                              <a:lnTo>
                                <a:pt x="1225868" y="3142933"/>
                              </a:lnTo>
                              <a:lnTo>
                                <a:pt x="1201738" y="3132773"/>
                              </a:lnTo>
                              <a:lnTo>
                                <a:pt x="1177925" y="3122296"/>
                              </a:lnTo>
                              <a:lnTo>
                                <a:pt x="1154430" y="3110866"/>
                              </a:lnTo>
                              <a:lnTo>
                                <a:pt x="1130618" y="3099753"/>
                              </a:lnTo>
                              <a:lnTo>
                                <a:pt x="955040" y="3342006"/>
                              </a:lnTo>
                              <a:lnTo>
                                <a:pt x="952182" y="3345816"/>
                              </a:lnTo>
                              <a:lnTo>
                                <a:pt x="949325" y="3349308"/>
                              </a:lnTo>
                              <a:lnTo>
                                <a:pt x="946150" y="3352483"/>
                              </a:lnTo>
                              <a:lnTo>
                                <a:pt x="942975" y="3355658"/>
                              </a:lnTo>
                              <a:lnTo>
                                <a:pt x="935990" y="3361056"/>
                              </a:lnTo>
                              <a:lnTo>
                                <a:pt x="929005" y="3366136"/>
                              </a:lnTo>
                              <a:lnTo>
                                <a:pt x="921385" y="3369946"/>
                              </a:lnTo>
                              <a:lnTo>
                                <a:pt x="913448" y="3373121"/>
                              </a:lnTo>
                              <a:lnTo>
                                <a:pt x="905192" y="3375978"/>
                              </a:lnTo>
                              <a:lnTo>
                                <a:pt x="896938" y="3377248"/>
                              </a:lnTo>
                              <a:lnTo>
                                <a:pt x="888365" y="3378518"/>
                              </a:lnTo>
                              <a:lnTo>
                                <a:pt x="879792" y="3378518"/>
                              </a:lnTo>
                              <a:lnTo>
                                <a:pt x="870902" y="3377883"/>
                              </a:lnTo>
                              <a:lnTo>
                                <a:pt x="862648" y="3376296"/>
                              </a:lnTo>
                              <a:lnTo>
                                <a:pt x="854075" y="3373756"/>
                              </a:lnTo>
                              <a:lnTo>
                                <a:pt x="846138" y="3370581"/>
                              </a:lnTo>
                              <a:lnTo>
                                <a:pt x="837882" y="3366453"/>
                              </a:lnTo>
                              <a:lnTo>
                                <a:pt x="834072" y="3363913"/>
                              </a:lnTo>
                              <a:lnTo>
                                <a:pt x="830262" y="3361056"/>
                              </a:lnTo>
                              <a:lnTo>
                                <a:pt x="586105" y="3183573"/>
                              </a:lnTo>
                              <a:lnTo>
                                <a:pt x="582930" y="3181033"/>
                              </a:lnTo>
                              <a:lnTo>
                                <a:pt x="579438" y="3177858"/>
                              </a:lnTo>
                              <a:lnTo>
                                <a:pt x="575945" y="3175001"/>
                              </a:lnTo>
                              <a:lnTo>
                                <a:pt x="573088" y="3171826"/>
                              </a:lnTo>
                              <a:lnTo>
                                <a:pt x="567372" y="3165158"/>
                              </a:lnTo>
                              <a:lnTo>
                                <a:pt x="562610" y="3157538"/>
                              </a:lnTo>
                              <a:lnTo>
                                <a:pt x="558482" y="3150236"/>
                              </a:lnTo>
                              <a:lnTo>
                                <a:pt x="554990" y="3142298"/>
                              </a:lnTo>
                              <a:lnTo>
                                <a:pt x="552450" y="3134043"/>
                              </a:lnTo>
                              <a:lnTo>
                                <a:pt x="550862" y="3125788"/>
                              </a:lnTo>
                              <a:lnTo>
                                <a:pt x="549592" y="3117216"/>
                              </a:lnTo>
                              <a:lnTo>
                                <a:pt x="549592" y="3108643"/>
                              </a:lnTo>
                              <a:lnTo>
                                <a:pt x="550545" y="3100071"/>
                              </a:lnTo>
                              <a:lnTo>
                                <a:pt x="551815" y="3091816"/>
                              </a:lnTo>
                              <a:lnTo>
                                <a:pt x="554355" y="3083243"/>
                              </a:lnTo>
                              <a:lnTo>
                                <a:pt x="557530" y="3075306"/>
                              </a:lnTo>
                              <a:lnTo>
                                <a:pt x="559435" y="3071178"/>
                              </a:lnTo>
                              <a:lnTo>
                                <a:pt x="561340" y="3067368"/>
                              </a:lnTo>
                              <a:lnTo>
                                <a:pt x="563880" y="3063241"/>
                              </a:lnTo>
                              <a:lnTo>
                                <a:pt x="566738" y="3059431"/>
                              </a:lnTo>
                              <a:lnTo>
                                <a:pt x="742632" y="2817178"/>
                              </a:lnTo>
                              <a:lnTo>
                                <a:pt x="724218" y="2797811"/>
                              </a:lnTo>
                              <a:lnTo>
                                <a:pt x="706755" y="2778761"/>
                              </a:lnTo>
                              <a:lnTo>
                                <a:pt x="688975" y="2759076"/>
                              </a:lnTo>
                              <a:lnTo>
                                <a:pt x="671512" y="2739073"/>
                              </a:lnTo>
                              <a:lnTo>
                                <a:pt x="655002" y="2718753"/>
                              </a:lnTo>
                              <a:lnTo>
                                <a:pt x="638492" y="2698115"/>
                              </a:lnTo>
                              <a:lnTo>
                                <a:pt x="622300" y="2677478"/>
                              </a:lnTo>
                              <a:lnTo>
                                <a:pt x="606425" y="2656523"/>
                              </a:lnTo>
                              <a:lnTo>
                                <a:pt x="591185" y="2634933"/>
                              </a:lnTo>
                              <a:lnTo>
                                <a:pt x="576580" y="2613025"/>
                              </a:lnTo>
                              <a:lnTo>
                                <a:pt x="561658" y="2590800"/>
                              </a:lnTo>
                              <a:lnTo>
                                <a:pt x="547370" y="2568893"/>
                              </a:lnTo>
                              <a:lnTo>
                                <a:pt x="534035" y="2546033"/>
                              </a:lnTo>
                              <a:lnTo>
                                <a:pt x="520382" y="2523173"/>
                              </a:lnTo>
                              <a:lnTo>
                                <a:pt x="507682" y="2499995"/>
                              </a:lnTo>
                              <a:lnTo>
                                <a:pt x="494665" y="2476500"/>
                              </a:lnTo>
                              <a:lnTo>
                                <a:pt x="209868" y="2568893"/>
                              </a:lnTo>
                              <a:lnTo>
                                <a:pt x="205740" y="2570163"/>
                              </a:lnTo>
                              <a:lnTo>
                                <a:pt x="201295" y="2571433"/>
                              </a:lnTo>
                              <a:lnTo>
                                <a:pt x="196850" y="2572068"/>
                              </a:lnTo>
                              <a:lnTo>
                                <a:pt x="192722" y="2573020"/>
                              </a:lnTo>
                              <a:lnTo>
                                <a:pt x="183515" y="2573338"/>
                              </a:lnTo>
                              <a:lnTo>
                                <a:pt x="174942" y="2573020"/>
                              </a:lnTo>
                              <a:lnTo>
                                <a:pt x="166688" y="2571750"/>
                              </a:lnTo>
                              <a:lnTo>
                                <a:pt x="158115" y="2569845"/>
                              </a:lnTo>
                              <a:lnTo>
                                <a:pt x="150177" y="2567305"/>
                              </a:lnTo>
                              <a:lnTo>
                                <a:pt x="142240" y="2563495"/>
                              </a:lnTo>
                              <a:lnTo>
                                <a:pt x="134620" y="2559368"/>
                              </a:lnTo>
                              <a:lnTo>
                                <a:pt x="127952" y="2554605"/>
                              </a:lnTo>
                              <a:lnTo>
                                <a:pt x="121602" y="2548890"/>
                              </a:lnTo>
                              <a:lnTo>
                                <a:pt x="115570" y="2542540"/>
                              </a:lnTo>
                              <a:lnTo>
                                <a:pt x="109855" y="2535555"/>
                              </a:lnTo>
                              <a:lnTo>
                                <a:pt x="105410" y="2528253"/>
                              </a:lnTo>
                              <a:lnTo>
                                <a:pt x="101282" y="2520315"/>
                              </a:lnTo>
                              <a:lnTo>
                                <a:pt x="99377" y="2516188"/>
                              </a:lnTo>
                              <a:lnTo>
                                <a:pt x="97790" y="2512060"/>
                              </a:lnTo>
                              <a:lnTo>
                                <a:pt x="4445" y="2224405"/>
                              </a:lnTo>
                              <a:lnTo>
                                <a:pt x="3492" y="2220278"/>
                              </a:lnTo>
                              <a:lnTo>
                                <a:pt x="2222" y="2215833"/>
                              </a:lnTo>
                              <a:lnTo>
                                <a:pt x="1587" y="2211388"/>
                              </a:lnTo>
                              <a:lnTo>
                                <a:pt x="635" y="2206625"/>
                              </a:lnTo>
                              <a:lnTo>
                                <a:pt x="0" y="2198053"/>
                              </a:lnTo>
                              <a:lnTo>
                                <a:pt x="317" y="2189480"/>
                              </a:lnTo>
                              <a:lnTo>
                                <a:pt x="1587" y="2180908"/>
                              </a:lnTo>
                              <a:lnTo>
                                <a:pt x="3810" y="2172653"/>
                              </a:lnTo>
                              <a:lnTo>
                                <a:pt x="6350" y="2164398"/>
                              </a:lnTo>
                              <a:lnTo>
                                <a:pt x="9842" y="2156778"/>
                              </a:lnTo>
                              <a:lnTo>
                                <a:pt x="13970" y="2149158"/>
                              </a:lnTo>
                              <a:lnTo>
                                <a:pt x="19050" y="2142173"/>
                              </a:lnTo>
                              <a:lnTo>
                                <a:pt x="24447" y="2135505"/>
                              </a:lnTo>
                              <a:lnTo>
                                <a:pt x="30797" y="2129790"/>
                              </a:lnTo>
                              <a:lnTo>
                                <a:pt x="37465" y="2124393"/>
                              </a:lnTo>
                              <a:lnTo>
                                <a:pt x="45085" y="2119630"/>
                              </a:lnTo>
                              <a:lnTo>
                                <a:pt x="49212" y="2117725"/>
                              </a:lnTo>
                              <a:lnTo>
                                <a:pt x="53340" y="2115820"/>
                              </a:lnTo>
                              <a:lnTo>
                                <a:pt x="57467" y="2113915"/>
                              </a:lnTo>
                              <a:lnTo>
                                <a:pt x="61595" y="2112328"/>
                              </a:lnTo>
                              <a:lnTo>
                                <a:pt x="346392" y="2019618"/>
                              </a:lnTo>
                              <a:lnTo>
                                <a:pt x="342900" y="1993900"/>
                              </a:lnTo>
                              <a:lnTo>
                                <a:pt x="339725" y="1967865"/>
                              </a:lnTo>
                              <a:lnTo>
                                <a:pt x="337185" y="1941830"/>
                              </a:lnTo>
                              <a:lnTo>
                                <a:pt x="334962" y="1915478"/>
                              </a:lnTo>
                              <a:lnTo>
                                <a:pt x="333375" y="1889125"/>
                              </a:lnTo>
                              <a:lnTo>
                                <a:pt x="331788" y="1862455"/>
                              </a:lnTo>
                              <a:lnTo>
                                <a:pt x="331152" y="1835785"/>
                              </a:lnTo>
                              <a:lnTo>
                                <a:pt x="331152" y="1809115"/>
                              </a:lnTo>
                              <a:lnTo>
                                <a:pt x="331152" y="1782445"/>
                              </a:lnTo>
                              <a:lnTo>
                                <a:pt x="331788" y="1755775"/>
                              </a:lnTo>
                              <a:lnTo>
                                <a:pt x="333375" y="1729423"/>
                              </a:lnTo>
                              <a:lnTo>
                                <a:pt x="334962" y="1703070"/>
                              </a:lnTo>
                              <a:lnTo>
                                <a:pt x="337185" y="1676718"/>
                              </a:lnTo>
                              <a:lnTo>
                                <a:pt x="339725" y="1650365"/>
                              </a:lnTo>
                              <a:lnTo>
                                <a:pt x="342900" y="1624330"/>
                              </a:lnTo>
                              <a:lnTo>
                                <a:pt x="346392" y="1598295"/>
                              </a:lnTo>
                              <a:lnTo>
                                <a:pt x="61595" y="1506220"/>
                              </a:lnTo>
                              <a:lnTo>
                                <a:pt x="57467" y="1504633"/>
                              </a:lnTo>
                              <a:lnTo>
                                <a:pt x="53340" y="1502728"/>
                              </a:lnTo>
                              <a:lnTo>
                                <a:pt x="45085" y="1498600"/>
                              </a:lnTo>
                              <a:lnTo>
                                <a:pt x="37465" y="1494155"/>
                              </a:lnTo>
                              <a:lnTo>
                                <a:pt x="30797" y="1488440"/>
                              </a:lnTo>
                              <a:lnTo>
                                <a:pt x="24447" y="1482408"/>
                              </a:lnTo>
                              <a:lnTo>
                                <a:pt x="19050" y="1476058"/>
                              </a:lnTo>
                              <a:lnTo>
                                <a:pt x="13970" y="1468755"/>
                              </a:lnTo>
                              <a:lnTo>
                                <a:pt x="9842" y="1461453"/>
                              </a:lnTo>
                              <a:lnTo>
                                <a:pt x="6350" y="1453833"/>
                              </a:lnTo>
                              <a:lnTo>
                                <a:pt x="3810" y="1445578"/>
                              </a:lnTo>
                              <a:lnTo>
                                <a:pt x="1587" y="1437323"/>
                              </a:lnTo>
                              <a:lnTo>
                                <a:pt x="317" y="1428750"/>
                              </a:lnTo>
                              <a:lnTo>
                                <a:pt x="0" y="1419860"/>
                              </a:lnTo>
                              <a:lnTo>
                                <a:pt x="635" y="1411288"/>
                              </a:lnTo>
                              <a:lnTo>
                                <a:pt x="1587" y="1406843"/>
                              </a:lnTo>
                              <a:lnTo>
                                <a:pt x="2222" y="1402398"/>
                              </a:lnTo>
                              <a:lnTo>
                                <a:pt x="3492" y="1397635"/>
                              </a:lnTo>
                              <a:lnTo>
                                <a:pt x="4445" y="1393508"/>
                              </a:lnTo>
                              <a:lnTo>
                                <a:pt x="97790" y="1106488"/>
                              </a:lnTo>
                              <a:lnTo>
                                <a:pt x="99377" y="1102043"/>
                              </a:lnTo>
                              <a:lnTo>
                                <a:pt x="101282" y="1097915"/>
                              </a:lnTo>
                              <a:lnTo>
                                <a:pt x="103187" y="1093788"/>
                              </a:lnTo>
                              <a:lnTo>
                                <a:pt x="105410" y="1089978"/>
                              </a:lnTo>
                              <a:lnTo>
                                <a:pt x="109855" y="1082358"/>
                              </a:lnTo>
                              <a:lnTo>
                                <a:pt x="115570" y="1075690"/>
                              </a:lnTo>
                              <a:lnTo>
                                <a:pt x="121602" y="1069340"/>
                              </a:lnTo>
                              <a:lnTo>
                                <a:pt x="127952" y="1063625"/>
                              </a:lnTo>
                              <a:lnTo>
                                <a:pt x="134620" y="1058863"/>
                              </a:lnTo>
                              <a:lnTo>
                                <a:pt x="142240" y="1054735"/>
                              </a:lnTo>
                              <a:lnTo>
                                <a:pt x="150177" y="1051243"/>
                              </a:lnTo>
                              <a:lnTo>
                                <a:pt x="158115" y="1048068"/>
                              </a:lnTo>
                              <a:lnTo>
                                <a:pt x="166688" y="1046480"/>
                              </a:lnTo>
                              <a:lnTo>
                                <a:pt x="174942" y="1045210"/>
                              </a:lnTo>
                              <a:lnTo>
                                <a:pt x="183515" y="1044893"/>
                              </a:lnTo>
                              <a:lnTo>
                                <a:pt x="192722" y="1045528"/>
                              </a:lnTo>
                              <a:lnTo>
                                <a:pt x="196850" y="1046480"/>
                              </a:lnTo>
                              <a:lnTo>
                                <a:pt x="201295" y="1047115"/>
                              </a:lnTo>
                              <a:lnTo>
                                <a:pt x="205740" y="1048068"/>
                              </a:lnTo>
                              <a:lnTo>
                                <a:pt x="209868" y="1049338"/>
                              </a:lnTo>
                              <a:lnTo>
                                <a:pt x="494665" y="1141413"/>
                              </a:lnTo>
                              <a:lnTo>
                                <a:pt x="507682" y="1118235"/>
                              </a:lnTo>
                              <a:lnTo>
                                <a:pt x="520382" y="1095375"/>
                              </a:lnTo>
                              <a:lnTo>
                                <a:pt x="534035" y="1072198"/>
                              </a:lnTo>
                              <a:lnTo>
                                <a:pt x="547370" y="1049655"/>
                              </a:lnTo>
                              <a:lnTo>
                                <a:pt x="561658" y="1027113"/>
                              </a:lnTo>
                              <a:lnTo>
                                <a:pt x="576580" y="1005205"/>
                              </a:lnTo>
                              <a:lnTo>
                                <a:pt x="591185" y="983615"/>
                              </a:lnTo>
                              <a:lnTo>
                                <a:pt x="606425" y="961707"/>
                              </a:lnTo>
                              <a:lnTo>
                                <a:pt x="622300" y="940752"/>
                              </a:lnTo>
                              <a:lnTo>
                                <a:pt x="638492" y="919797"/>
                              </a:lnTo>
                              <a:lnTo>
                                <a:pt x="655002" y="899160"/>
                              </a:lnTo>
                              <a:lnTo>
                                <a:pt x="671512" y="878840"/>
                              </a:lnTo>
                              <a:lnTo>
                                <a:pt x="688975" y="858837"/>
                              </a:lnTo>
                              <a:lnTo>
                                <a:pt x="706755" y="839470"/>
                              </a:lnTo>
                              <a:lnTo>
                                <a:pt x="724218" y="819785"/>
                              </a:lnTo>
                              <a:lnTo>
                                <a:pt x="742632" y="801052"/>
                              </a:lnTo>
                              <a:lnTo>
                                <a:pt x="566420" y="558800"/>
                              </a:lnTo>
                              <a:lnTo>
                                <a:pt x="563562" y="554990"/>
                              </a:lnTo>
                              <a:lnTo>
                                <a:pt x="561340" y="551180"/>
                              </a:lnTo>
                              <a:lnTo>
                                <a:pt x="559118" y="547370"/>
                              </a:lnTo>
                              <a:lnTo>
                                <a:pt x="557212" y="543242"/>
                              </a:lnTo>
                              <a:lnTo>
                                <a:pt x="554355" y="534987"/>
                              </a:lnTo>
                              <a:lnTo>
                                <a:pt x="551498" y="526732"/>
                              </a:lnTo>
                              <a:lnTo>
                                <a:pt x="550228" y="518160"/>
                              </a:lnTo>
                              <a:lnTo>
                                <a:pt x="549592" y="509270"/>
                              </a:lnTo>
                              <a:lnTo>
                                <a:pt x="549592" y="500697"/>
                              </a:lnTo>
                              <a:lnTo>
                                <a:pt x="550862" y="492442"/>
                              </a:lnTo>
                              <a:lnTo>
                                <a:pt x="552450" y="483870"/>
                              </a:lnTo>
                              <a:lnTo>
                                <a:pt x="554990" y="475932"/>
                              </a:lnTo>
                              <a:lnTo>
                                <a:pt x="558482" y="467677"/>
                              </a:lnTo>
                              <a:lnTo>
                                <a:pt x="562610" y="460057"/>
                              </a:lnTo>
                              <a:lnTo>
                                <a:pt x="567372" y="453072"/>
                              </a:lnTo>
                              <a:lnTo>
                                <a:pt x="573088" y="446087"/>
                              </a:lnTo>
                              <a:lnTo>
                                <a:pt x="575945" y="442912"/>
                              </a:lnTo>
                              <a:lnTo>
                                <a:pt x="579438" y="439737"/>
                              </a:lnTo>
                              <a:lnTo>
                                <a:pt x="582930" y="436880"/>
                              </a:lnTo>
                              <a:lnTo>
                                <a:pt x="586105" y="434022"/>
                              </a:lnTo>
                              <a:lnTo>
                                <a:pt x="830898" y="256857"/>
                              </a:lnTo>
                              <a:lnTo>
                                <a:pt x="834708" y="254317"/>
                              </a:lnTo>
                              <a:lnTo>
                                <a:pt x="838200" y="251777"/>
                              </a:lnTo>
                              <a:lnTo>
                                <a:pt x="842328" y="249872"/>
                              </a:lnTo>
                              <a:lnTo>
                                <a:pt x="846138" y="247967"/>
                              </a:lnTo>
                              <a:lnTo>
                                <a:pt x="854392" y="244475"/>
                              </a:lnTo>
                              <a:lnTo>
                                <a:pt x="862648" y="242252"/>
                              </a:lnTo>
                              <a:lnTo>
                                <a:pt x="871538" y="240665"/>
                              </a:lnTo>
                              <a:lnTo>
                                <a:pt x="880110" y="240030"/>
                              </a:lnTo>
                              <a:lnTo>
                                <a:pt x="888365" y="240030"/>
                              </a:lnTo>
                              <a:lnTo>
                                <a:pt x="896938" y="240665"/>
                              </a:lnTo>
                              <a:lnTo>
                                <a:pt x="905192" y="242570"/>
                              </a:lnTo>
                              <a:lnTo>
                                <a:pt x="913448" y="245110"/>
                              </a:lnTo>
                              <a:lnTo>
                                <a:pt x="921385" y="248602"/>
                              </a:lnTo>
                              <a:lnTo>
                                <a:pt x="929005" y="252412"/>
                              </a:lnTo>
                              <a:lnTo>
                                <a:pt x="935990" y="257175"/>
                              </a:lnTo>
                              <a:lnTo>
                                <a:pt x="942975" y="262890"/>
                              </a:lnTo>
                              <a:lnTo>
                                <a:pt x="946150" y="266065"/>
                              </a:lnTo>
                              <a:lnTo>
                                <a:pt x="949325" y="269240"/>
                              </a:lnTo>
                              <a:lnTo>
                                <a:pt x="952182" y="272732"/>
                              </a:lnTo>
                              <a:lnTo>
                                <a:pt x="955040" y="276542"/>
                              </a:lnTo>
                              <a:lnTo>
                                <a:pt x="1130618" y="518477"/>
                              </a:lnTo>
                              <a:lnTo>
                                <a:pt x="1154430" y="507047"/>
                              </a:lnTo>
                              <a:lnTo>
                                <a:pt x="1177925" y="496252"/>
                              </a:lnTo>
                              <a:lnTo>
                                <a:pt x="1201738" y="485457"/>
                              </a:lnTo>
                              <a:lnTo>
                                <a:pt x="1225868" y="475615"/>
                              </a:lnTo>
                              <a:lnTo>
                                <a:pt x="1250315" y="465772"/>
                              </a:lnTo>
                              <a:lnTo>
                                <a:pt x="1274762" y="456247"/>
                              </a:lnTo>
                              <a:lnTo>
                                <a:pt x="1299528" y="447675"/>
                              </a:lnTo>
                              <a:lnTo>
                                <a:pt x="1324928" y="439102"/>
                              </a:lnTo>
                              <a:lnTo>
                                <a:pt x="1350010" y="431165"/>
                              </a:lnTo>
                              <a:lnTo>
                                <a:pt x="1375092" y="423545"/>
                              </a:lnTo>
                              <a:lnTo>
                                <a:pt x="1400810" y="416877"/>
                              </a:lnTo>
                              <a:lnTo>
                                <a:pt x="1426845" y="410210"/>
                              </a:lnTo>
                              <a:lnTo>
                                <a:pt x="1452245" y="404177"/>
                              </a:lnTo>
                              <a:lnTo>
                                <a:pt x="1478598" y="398462"/>
                              </a:lnTo>
                              <a:lnTo>
                                <a:pt x="1504950" y="393065"/>
                              </a:lnTo>
                              <a:lnTo>
                                <a:pt x="1531302" y="388620"/>
                              </a:lnTo>
                              <a:lnTo>
                                <a:pt x="1531302" y="89217"/>
                              </a:lnTo>
                              <a:lnTo>
                                <a:pt x="1531302" y="84455"/>
                              </a:lnTo>
                              <a:lnTo>
                                <a:pt x="1531620" y="80010"/>
                              </a:lnTo>
                              <a:lnTo>
                                <a:pt x="1532572" y="75565"/>
                              </a:lnTo>
                              <a:lnTo>
                                <a:pt x="1533208" y="71120"/>
                              </a:lnTo>
                              <a:lnTo>
                                <a:pt x="1535430" y="62865"/>
                              </a:lnTo>
                              <a:lnTo>
                                <a:pt x="1538605" y="54610"/>
                              </a:lnTo>
                              <a:lnTo>
                                <a:pt x="1542415" y="46672"/>
                              </a:lnTo>
                              <a:lnTo>
                                <a:pt x="1546860" y="39370"/>
                              </a:lnTo>
                              <a:lnTo>
                                <a:pt x="1551622" y="32385"/>
                              </a:lnTo>
                              <a:lnTo>
                                <a:pt x="1557655" y="26352"/>
                              </a:lnTo>
                              <a:lnTo>
                                <a:pt x="1563688" y="20320"/>
                              </a:lnTo>
                              <a:lnTo>
                                <a:pt x="1570990" y="15240"/>
                              </a:lnTo>
                              <a:lnTo>
                                <a:pt x="1577975" y="10795"/>
                              </a:lnTo>
                              <a:lnTo>
                                <a:pt x="1585912" y="6985"/>
                              </a:lnTo>
                              <a:lnTo>
                                <a:pt x="1594168" y="4127"/>
                              </a:lnTo>
                              <a:lnTo>
                                <a:pt x="1602422" y="1905"/>
                              </a:lnTo>
                              <a:lnTo>
                                <a:pt x="1607185" y="952"/>
                              </a:lnTo>
                              <a:lnTo>
                                <a:pt x="1611630" y="317"/>
                              </a:lnTo>
                              <a:lnTo>
                                <a:pt x="161575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86697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05A7ECE7">
                            <w:pPr>
                              <w:jc w:val="center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shape id="任意多边形 218" o:spid="_x0000_s1026" o:spt="100" style="position:absolute;left:0pt;flip:y;margin-left:443.35pt;margin-top:514.35pt;height:16.35pt;width:16.35pt;z-index:251672576;v-text-anchor:middle;mso-width-relative:page;mso-height-relative:page;" fillcolor="#186697" filled="t" stroked="f" coordsize="3543300,3617913" o:gfxdata="UEsDBAoAAAAAAIdO4kAAAAAAAAAAAAAAAAAEAAAAZHJzL1BLAwQUAAAACACHTuJAoBb6P9sAAAAN&#10;AQAADwAAAGRycy9kb3ducmV2LnhtbE2PzU7DMBCE70i8g7VI3KidqAppiNMDFRyQ+CtIiJsbL0lE&#10;vI5iJw1vz/YEt92d0ew35XZxvZhxDJ0nDclKgUCqve2o0fD+dneVgwjRkDW9J9TwgwG21flZaQrr&#10;j/SK8z42gkMoFEZDG+NQSBnqFp0JKz8gsfblR2cir2Mj7WiOHO56mSqVSWc64g+tGfC2xfp7PzkN&#10;NH3O/nlnnx52Znpc0pf0Y8Z7rS8vEnUDIuIS/8xwwmd0qJjp4CeyQfQa8jy7ZisLKs15Yssm2axB&#10;HE6nLFmDrEr5v0X1C1BLAwQUAAAACACHTuJAM2Ok9dAiAABpqgAADgAAAGRycy9lMm9Eb2MueG1s&#10;rZ3NbmZJUob3SNyD5T1d5/+n1NWzoDWzGUFLM7B3u1xVlly2Zbu7avbs2bNE3AQawdUwiMvgiZMR&#10;edKDJt9sCYH4apj40pGZkZERb7yR37e/+vr57uLnm6fn24f7d5f9N93lxc399cP72/uP7y7/4fe/&#10;/pvt8uL55er+/dXdw/3Nu8s/3Dxf/uq7v/6rb788vr0ZHj493L2/ebpgkPvnt18e311+enl5fPvm&#10;zfP1p5vPV8/fPDze3PNffnh4+nz1wn98+vjm/dPVF0b/fPdm6LrlzZeHp/ePTw/XN8/P/H+/T//l&#10;pY/41DLgw4cPt9c33z9c//T55v4ljfp0c3f1wpSeP90+Pl9+d2j74cPN9cvff/jwfPNycffukpm+&#10;HP+XP8K/f7T/++a7b6/efny6evx0e+0qXLWo8Gdz+nx1e88fzUN9f/VydfHT0+3/Gerz7fXTw/PD&#10;h5dvrh8+v0kTOVaEWfTdn63N7z5dPd4cc2Gpnx/zoj///w17/Xc///B0cfv+3eWwsCb3V5/Z8v/6&#10;4x//+5/++U//9i//85///qf/+NeLod9sob48Pr9F/nePPzz5f3rmnzbrrx+ePl98uLt9/Ecs6lgH&#10;Znbx9d3lsq7jPM2XF394d7lO07Lw72PJb76+XFwjMHSr/f8urhHwf/Pfv0lD2tDXPz2//Obm4bP9&#10;++rn3z6/HF//+D7+dfUp/nX99Z5/Ht/5en9xZebcHbo8PjybLmu3zsOhyTws66EHf4dv/eWvLN2+&#10;rOkr27Ctprr6yjwuQ/rKsqzL2PKVaZ+2KS3ROi5T21f6ne1i0bZ9mPqWr8zDNo3HV/qu6/umPzPv&#10;q8+/77Z9bPrOsg/jnv5OP3PeW3TburnD7TCdvl+Xtu/sA6L+naUfDgtVm9N3wzCm3en7bm/bUQT3&#10;KRkO39/WJjNggZe+P9Tbh7ltRn0/T5vvard2Q8vK9f0wzm5v+7w32Vvfzdua/s7STRhFg1lzDnAC&#10;tkPzuI+H31SLvc3LnFaAzW2zt73blvRXxqHJ2PZx3NIXpn7aWyaCIS9bckjDMK9t3xmGbXQL6PvG&#10;RR7XbU+nGr82tZnnuI2Yiq3yMG9908b0496t6VxP2zY0uYJ+XucunVG+sze5wn6ZJtdtmac2V9Av&#10;XPhJt2W31WgwNLax69L+bOu2NLmPfhm3Pq3bvu/cYy1/B9+2Zp+DW2j70jziaZKj2pexbbVH3Lt7&#10;3mGeWs1n2xd3o9M0Y+Qtc8Kg53Sw+3nBAbV9qVt2d6Qz/qDNvXX95v6gnzZcUMtfwm9wux2Lt8xr&#10;23Hlyu7dYS/b0HZrr/3gXqRfuI6bdFuwO/87U6vZcQomn8+8mF00bNG4zXEBNX9nmOfZ7Wea+q3J&#10;ZQ1Yp29qs83tfXylb7Xtae2Si+febjxDC77QbOAXnNQZo7SvbHu3N9n0QOx1fGPZ963pHh3SWVs4&#10;Nk1/YRl8GhPxV9uOTL3vIr637ZRhX+4DxpULocW+hnkf0k3FuSHcbTDJqesmdxocnKbjT9AQbnDY&#10;lqa/sqxT5wdsW/emuWBRu7tArupyKin08Gj/8erFcgCL4u2fF1/eXZJzjGPHpD7x76VfsewjE/j8&#10;8PPN7x8OyRdLCWyJ9vBj3UZUFIqdknf3r78xTjOh2eHFiImXfNuEXHw++l/oFwZ2+b1b8q0ecvHp&#10;8su+7h7aE3gOc0q9mHDIxWfIs5h76LNPU77IQi4+Q34ZiBlDn3Ug4Ew2EnLxGfLsdY59SBzGWKGQ&#10;i8+QH5bZ0yxC7HHJsWLIxWfId0TUrk9PoIQpVvWZd6KKuIKJmPH0dXliL7ME3Effsxdq/ed5JaZ0&#10;+YEtiMAg9I5P13+eOlLDkF+IXoQ+wzSGxfXjMKv9mrt1y7kRt8ccByH0iE/XZ2J9+hQ/kYPMp1MO&#10;ufgM+XWe3GOwmuijxp93shSfL//uxXwxnyXvL04gR8KhR3yGPpamhj2s80r8WN3fqR/7sP9+G/fs&#10;JmPc+PTxRy4ET34slCdCqI9PSL4gc9jP0A2dWv9x2dbIFjlpW3Z1oUd8hj5cbrE+Az5b2f84dZPn&#10;L6R+oABi/cdhJQ13/fEOxLzV9Rz7cULnNN957Mkt6vLcHp60cntMA7pV5UmgJ26MND77i63W5ddp&#10;zfL2XaHPsAxj1mffQT3E+HM3xnkZsQhlz4xuPufQnyR1l+Oz/uFPxpGpKH1IzuK8jwAHCTD7y/4f&#10;ixzwsUkf1l/ZW0/sEf55XNcd26iuv5+pND6xhfL/WHA+vySM0p+QV5L1J/2nAaBA7G9PLExId+gz&#10;cc+r+xEcZmNPkzx7rc4XmzUSZCZ50gfy5Pr6jB05nctvHTss5Ich++dpX8jYhDyJSZzHuR/k/Qu+&#10;MY6eLWD8mJwYv+uXsOeZTJMUoDrfbicF9vWZF6CkiP7Cr8Wn+zeLkWJ/53WV9zXqGyJxrP9MPJNh&#10;sBg3PmN8C+4iq+QGmwNlCLn4zPJTN3tmxGE0+Kg+X1II8vxDH0upcwoa48ZnjL8ARrp9Lguhk1j/&#10;bhmAf338jRBF6W+4RcyX0I/8q64/kEBkj2u/GrYi5Ocx5gt2Twyn5EdOfNJ/nUeMQ8kPa9zXK66x&#10;F+erIwKO9GTd9flC3mKqY78InM5UI/YpPmO/ivGJDLiC2/XfpvlEm2Lc+Mzjn+uzLeYR1fjn+oPn&#10;TRmjjnHjM49/7q8hZ6yt2N/Tfkh9DPqpyxf2uVOd2IR/7gr7x1VwAavxz/O1Y6DUDur6ECHF+d03&#10;0Eu1X6d/sOpjl+HuWMf4jPU8/Q/hXgH3h1x8Zvns34ZuZAZKn9N/cnUDpQp76E//DI4MgibGL/w/&#10;t+luVb3qeuJw4n4h20Edsf44t7i/Bq4jlkiMf96PXF7L3gn/xgUX1bCBkzxlQCLWPT59/XsgKPdv&#10;Q79gPmo953nJCMlGxKrWkyKG+7eh34Fh1HwJUT1fwJdwwMR5wbshdPirAZQD6xPruQNUJiBlGCbS&#10;WaE/RgZg4eODPWb4MNYxPn09WXQQLZen6AMwVrWfYVhJGFx+6wywqsuP5PvpfgfeIb8Q9kDxzDAQ&#10;8+fEuRSu1PgWUoV8zwaL+3cAiHZ/MoAZjSr+wSNEWWsYLWAV+wUMRRjg+hO6qviT/Iu6scsTcEh5&#10;1t/vO5I7LnvhzwmAiWp9fLA7ZW+E2Dvwflr/HXWE/ZP/bo7aYZ7gqUofLN5rNxSyiRDFfpG/I5b0&#10;mci/1PqDDwR+BfJCuCf0twwWnY/5gqaZrVbtmWwn8KWBg4Z6Qp6QwUFd5InPhT2TrWE1ro/B0+K8&#10;gP+scX6ndaAuUdcHfMly3jTfdV9UPIZLptTq8lbiFfqAj6GRy4NNKf8D/jZ5fsHuwh8R/g1xK8kf&#10;+gPM9lIeHTyfsro8AX19fQy99bIIYCwApbDnhdqD11aRRzclbwaU8gUDe7khhT7gt2BQab4Dayvu&#10;9wU42fFJAxsnSvJVe2ZxOmzAx59PokzcE/Hp98UK3JjnS/ys7jtuiznsgfyUYLeujyH0YJKuj22e&#10;kF8pXoU9AO5LecspfsH4llMQA7s+Wn9yCkClkNfrQ04xbFlerz8BBsWhGF/v70aOaYQru0/nBvsB&#10;wIwKSZN9suJLnm+D/cMq4pJzfRrOF4jz4vWXpvNLFZ2owcdv8A/7dsQYx/o0+B9yCq5QtwfD3oV/&#10;g+W3D8TAaXztP8kpSKLa/TPhHphzjK/9/9DhYh1fJdiW9wsBDzUdt8+G+wsLA2IM/fX9SMg84SJ8&#10;ffT9Sw4C4yPuR32/DwTzW/B/GuIHC4dzPtIQnxiCT1Tu+uv4B2olfKSIx3R8NZCULl4Ox/Bk/EYO&#10;YoBR0qchPiQHAZT09SfdV/EnOQguP8bX8S0pjgVAro+On8k2NzyEy+v4nIy9A8RxeR3/M91hjfu3&#10;Ib8gB8FBu/9syF8o0ViRLOmDbio/GgAMDUM+/APJi8q/yFkIn339B53fEQEAr/p5acgfofbshkkm&#10;fXR+OhD/L5EvNOS/VpCiiJvGb8ivsXkoqa6/ba/I3+GiYs6+Pg34AEsy5XykAX8gZ4GV5P6tAd/g&#10;uHSZf9iAnyAPJ9DtuQGfIcexWyutZwP+Y9G85QjH/jbgS8ivMBRcXuNX5DiEtDG+xseQ3wH4fHyN&#10;v3FnMQG3nwZ8D3ngjWTPfQN+iO0QX6X9xTwlPok8Qsk++wb8E4CXGz6tD+Voia8ij3iaL3GlxG+R&#10;h08d89X4sAHOmXjYgD8jv4OoHfuFNhLfJqc7ud4N+DnyVPB8/RvweZM3DMHsuW/A/1+N31BfeKV/&#10;Q/3i1fo01EderX9D/QX5c38b6jvIn/ZjpFxRP0L+tE8qqXYX1PLHV/bfUP96db4a6muvzm9D/a70&#10;D2Sqsj5Y+h8L/RTeVfo3Q69UfbP0n9x7sn5a+mfaA2R9tvT/XF+y/lveL31Dfbm8v6gcyPp1eT+S&#10;Dcr6nd2/sDzT+SUfGakdV+2N+904V8d5N/xN4KUWP0Q+2zfwByw+GaNe2cBPsPgnehh684aCT2Xx&#10;FTBy0p8/hH5ivji44D808DcsPowWCcITyQ+x+NNqiMd6NvBPiG8XCHkur/ktFj8DWLs83lTwYSw+&#10;JyV3ec3PsfifBDvJkxpyBOrrSX4R+CpNRJJfRP5C+cv1YakUf8nyoy3ro/lRln9tHu/1xPOKf0V+&#10;hz4xX83vsvyRgNvXR/PHLD/lmnZ5zU8zidnzC8JbyX+z9DTyhb6BX0f+ziH3+Tbw96g50lfp8VgD&#10;P9Dwh3x+IXso/qHhGycfVfMbDT/J/KsjNazjt4bPADim9cehS38CIQdIyuU1/9PwJQ6hy2t+qeFX&#10;B7P64NNq/qopQxnCxyddU/xYDjsLGvKaf0uw2nu+2cTvNfww69PAH8Y7mw85/GELPxkI0Lq9XF7z&#10;nw1fDf6VNWYK/89x5FD5+B31aMXfJhuHoZz0oe9A8sM57GPw5Vr45xaTn3xyzW/3mPxYnyb+PPh8&#10;3HevGPpRh4jPqEcY/h/zLRn9IRefIf+XOgBC7vru4fmGEOTq7dkT4N/F867u6+IUnzLx/ZA1omby&#10;WyEbEvHpkgQBUL6PHZOSQF3JNytJrmnPYrlSqjeiZaGci+PvS/YOuXr2TiR2YmAanf2qMtRECBNM&#10;Ow5AmqJGJlD0heCMKgoIpya7bHyfKJCCdsDoO5YDZ8kW1sJRIIXsvqDe5L642OL4jK02b5GMlSK+&#10;nCXAjpsbJQFBRMHx2n166A0jBZdX0xvpGflDeoblWJ8l0lxKyUQh04gWD3vYAE9yjA09SqygSePV&#10;kjTIQn3nkSaqTWNThpd6E0B68Xcjl9JjZ2nrNhcreI5NwE3nqxAnLvfDYA3Vcp6A/r6bxoBgyvXt&#10;pC7sUSoJFYhIXZzGmGhCmKB0qWXsrXCSth/w7eyID+uOz2TlRssCZ0iWSL4jGG+wrMZgDNMqoxo0&#10;CIABwXx0mNssUnVlSJDzVOksEPQOKz9EejBBHMt9ezHF+PSpFtkKyav9oaoyRn/yZAieh/Hq6uIU&#10;oNzY6QGZBHWcVHQO6PXI1JUyRPp+qCGFnI3AMcX49KniwunITR4DEpsyMVqYjxdGrO4Mg4qUtzpV&#10;qg5k58foBBiWMQpxoGUXN4BXHD5KYrQFpNGha6jDt9DFHjUfbg4RwjJNOONpZeCiKcY4dEqyctcd&#10;dg1euDpV+B97JkAB/klxriRXBuaFOtrWSe/hIpkr6Y9Qhn4ct0gW3YiPdd0LMhltp+riAD+Md0EY&#10;XYuz1r9Emc3gmWQEtMCp+9R4bXllqIKoqVIsyMoQQggPTKzDLZmUgR+jTtPKheqXJO3dKqSDgsIh&#10;itHxaEKZnbDWgwHKSYriS8GYklY6TThXqiR1IwCwiw6ziVMrGlQYHS+dtsk6i5TN7HRPef4FsYTo&#10;VCiDxTi8QeJD5CHEOR1uBAxuxKGqvXP0yB6PXYXIDBqlxIkbfCFB4ZTT26nMuheDotDLqVLpjpjA&#10;amBqqsT27vQIDTt1N/FGzinOXxKOA9K/LbalgRBWoPSIlQH09PDHHm+SK8NZ9V2drZ1RGQFu1A2Y&#10;w4TfE8pspJjpNM14VJGBDyQQqzM46U6y5u66zawcphidfwlxBCw9soWEuCezAlSnXzmJc1JFykH9&#10;gGd/kjLA4ISgdd0xdyDONDoXvjram5VKk72TRSpq9EB8YiHSMVVsX9oMLtUNeGeq0i0BFTrRHFM2&#10;jK6+Tebp0lTBq8z06+Lc7B7p7TCo5Gk6nR4OB+BADX+aJBEwWVadVWmcKSp7x1L2FFxo2a+qbxgq&#10;cbbLA/gIljOMBTx12iogPGgpanxiVY89QfHocq/rTxGBsnNafQBbCHV1lB8KOJlE6AOhXaBsiBOO&#10;J7tnfQgU1Pjo4GgF8qy/mO/IOQnUHk4Qf6G+/sRB0dXA+DywoPQhwnWvgDyLJdaTqtUYqL0RnESY&#10;yPIsOPCwnwb9N7x8Xv+G9TRaaIzPMRZdWwQpPb1drg8d9QJ4MUh0cb+Gz8SviPWxxIvgNqGWFvKK&#10;/SWetBvT5ZmM2F+KRGbDSR7TE5fESCcD+IXL2/tLwh6MY55RYPozAJ1q7orBKRzG+PhOZc9EZgak&#10;HfrjKlSXnSlvL0e4PPYj9CEHxykkeeASywqq+sOZBWgOed5hFPtFHzmQVpInjlFdHIAYYIGuP3mP&#10;ve9V1weWZNjPBAYm5+vv11iVZcLbirvO9LGHjo71xJaMkSb0oVEi5Mejg6guX6yn7Z2yHzw+6IDr&#10;w+YJlj8cZ8osIU9CrPw/oD3NWj4+CJS6v7h986sNoD7GCK/PlxpL3C+8b2YVFCEPGT3Wk0hGnXfc&#10;OQ7R9d/xLsI+iWGplIY85iD2F3iOIkKSRzEDVKv6U/PMVeSZC0ntFxzJQOf5Hhiw0If4KyoVFD03&#10;wzuq+nCbkvAn/YlUbK+FPK8G+PovFIgFEAGMn2scoJPH25ZifEzY15OSMPCY0Acn6IEw7Vg8Hyr8&#10;A2XnyLjBi4xHpManEB76YJ8CU+XFBohQbj8QJGR8Yq29MT6RgcoTGP/UnxxWQevIn+tjPdzqPrWy&#10;eaw/lxFP9In1KfaX4wWFVsmf9gPgsGn7Oe2TVFa9wgPPIts/gQEFJaF/cb5YWoJpKZ/PL/LA4MJ+&#10;Cv9gW2cMlar9F/4HeRgbQr7wb2Z6XNn18S1Tc/+JPAGHGv/0z6RtM39OjH/6fwybWo7S57xfkGc5&#10;xfoX9xd+mmKKlM/3I+UR1kfK53gG5XliTelPzcfvd/K2zoDL6v4W8QPydLyo9T/jE0sGrQNfjR/x&#10;D3fFIuPnIr6yLnpjsInxc/xmHS8N8ca5nkaJ0vuV408YWlzvwt6K+JauOWYs1rOIn5HHPYj5FvG5&#10;dfHZC1bV9Snif+Q3iGVKPucXyPLonBr/zF/Ao/lfNd8zP0LYkHWhz5l/0UAE9Kr0OfM7azgivRXj&#10;n/kjBD8gQzE+Di3yU+R5lkPJn/kv8hRwlfyZX6cSklifIn9HHvhFyZ/4gMlrPOTEH9rGP/EN5LF/&#10;sf72kgJraPkL8pT+hH0W+AzyPJEi5TP+w/pjb0K+wJeo+RJRivWE6ZFfSQDiVUh/iY9xHiXLE8Yd&#10;uHGKhzkvVB7q+pf4Xst8SR4zpM0Lsp1EnYmR8Appv3jStAX+tJjz2F87XlJ/DJoYOMlDAhHxM2X3&#10;DN5SHuDJwLq9DdBnAhseOI4qHi6hZ9BVVBPrXyDbFK+PF9pr/pk+eNBhny+VH34Uo+qvSlyeJypo&#10;iat39UP5zbA/z2/Rcqfkz6oC3zWYvq4PvxMRRQt84U5FUsnnmgjcF0ouSv60T+T5lQylz1nRIVmj&#10;sCfWk06wKBjRcYA+Yn8pP0Q9ihcCrYAl5nuWu2BXQp9S8z2racjTVyX1ydU3HB0AvdQn1wJHDoJV&#10;Yar2WZQa7YFQhe/hT3IlcyTe5j+L8alJO/5PLAMAp/RnxT2/Rp4NVuPjw70ab0++qnieDCRXkXHO&#10;1mcq9LfqbvLPyHNdqP09a+DIk14r/XGyjq9SpOJdZWUPZwUfeRJ4IV8QBHgBCUhczLfgHyBPvqnG&#10;P+kNyFP7EPK8gh3sCWu/5Mcw6utvV7rjvchb8UbJZ+6H1TIgGQj5k1qCPMdF6X8yV5C34E+MfxJj&#10;2uRP3o3pY7W86vktaD3IW/An5Dmxjn8ij4tQ63+SkthfuABqPU/OE/Jsr9LnpFQhT5+ylM+MLeoY&#10;5lDq8y0IYcjjPoX+RHvBNwO53riR1PiZzmZIt/FfqvtVsOWQh+Uh5AsyHvcRqgl9SKiD68d9wQUj&#10;5ltQCTEG/LmSP5mK3BeEKEqfkwhp94WMDwueJf6f8YU+BY3zaFhT8yUACJYo/hkWkdC/IKEiD54p&#10;9qvguOKfVxCRuj0UFFqwRJ5UV+OfDF2wbr4tzm9BAEae0EbI27tTHv+D5Rrrq64/LeiZvkzqj8EJ&#10;+YIdTeFAvTpqNPCganNPHi9eVc9XKU8tSf0qwKvxHetT4wcvktqW9ZWL+Z6kd6vlLcoegCuCUo88&#10;fAO1/idh39AcrmChz9kOMIKHwDlV8rnZgGCDclbdPtmss5XBqgsivkXeTsCRD1LrniHAV/Up2zDs&#10;ARPrUantl9GDoskDeQ5wfb4G5wdTj+vIGGli/LNBxa4vKC5C/ux+sXBMdcniEnJrDfIUs5U+Z98O&#10;8iRgaj2L/iGezFN4KcyoXO9gfNZT6XP2PDXJw7iKbqo2+bNTq1GeRfF4vmW+2ED8igbj6/UkRQ7q&#10;JvJ6v7B5LpVk/y32gPnk+KTF3sDQcv7SYs/mE4hJDJ9pOi+UNI1j5vL6PFIdj1d6m847mJhxJNL4&#10;Df4EH0uEEvLaX5FgGuacxtf+kF96wqWFPtrfIm/Xro+v/TnyBquGvLwvkGc9Qx99H5k8oJ6Pn7gZ&#10;Vf/5Sl7fp6/Gb7ivgQSA5F3/hniAN+Q4ML6eDfHG8UM5zqdqiWcIUeH8uD00xEu8BMEvW4T+Oh7r&#10;ydHy/d4Q71ECPZrfDvtsiCcJyY+XF5K8jlftkb3ogm6Jh2k3yL/a0hJvW/XXalhJHx3Pk4LM0aXf&#10;ki8QnFDydXtoyEeA0PiRgtBH5zvgx1TwfH8b8ikqmhAUXJ+GfI0nluI32jiMxM/165q9ijdCjrMr&#10;0ECChwCfEQeprAcnJPfBFbJcWcXmkF/yVUTsSbJfDX0oo+SbiKtRIVG8DhKFIwOWaAatj06dwHmo&#10;LTiF/bSI02BaYBCrKjgLqQVlsV/4DKNsAHFI2Y3XdJyRBkyJd27ihzZQRkJQJKFwxmJ0iXAB78La&#10;DHEJoBHhA8OHuMTniO/tIQSfqoT/aDSwd72TuEYXeVAyek8wAgle2vt7gR03WCSOCatNyjRAr3Bv&#10;gkndguzyi8XU8n10DRwDA+e6RgMubaXjCOsaYG+rfEcU0oCqg8CzNK67Bu1JIqFehrisCXhvTbpC&#10;dMkBDn0w8FsqGjhgTN6V0QUTEL54RamlHvNKXJd7jO8U0UdDNcmopnG5NhSrWMio7bbUwgjtqa+l&#10;lWkotcHGiMZeKnNctPXrgKZoI88fu9pQ+CMvOeuQuq4IqT+HBQ1lS16mZ8xDmZaqKLA893ASbyi6&#10;ggJGf15LTddKHlEibygZAwEGw7SlIk22Fs8ItRS8WfZ4Railnn48GpF2taVcby8cRnWcOp5iA9iL&#10;tX7Js1+SbGCpqfeC4J8klwGLtBjGLLKFKmHNKF7ZbGFi0K5or4ak0TXRw7hf7iNbeCT09UfPPgmA&#10;pKkAKmXWXgMLhrewIihvmSoQjv3aZZqq5vAQwp9t8poiBJ9l84zRUmXFQEqIVSiDEdQJP3axB5+l&#10;gT9FdYMwuH108F+/htHd7u1qUEs1O5NrGshlBO/2IEhad/yf4K5Z+T5vk6bG4a4DaWhh3pEpRiNf&#10;C7GPQqS9eODHw4q+9ZUB2cmHT9MSAVqjy6iF9UiYB3LnymhSJT3UCIW45GxCK8+7pBmhvPHu/IMW&#10;vim/W+8+ponMGo9ZNDBlyZV9ig00XAzX7bCB4xuvBKKE5A/7prQwk+O3SBpYz6e6LZTqwHta+NrG&#10;FkiG0UAGhz3qS9zANKcXIA5AA48dllhWRLPk4UHnl9WtyC44rTzM5bvdwvDngRY30Yb+ASL5uPAb&#10;uhOIVDI3Hk8oek+s3BebgwWIi4ErLV5fb+jDAEiJl1+aujxIVn3rm5pIDBs5zIr6me5RwVI8yOLu&#10;1C0w9jJA2iEASt1hQxzm+ZM9X6MImtaw7cEtXHjdHwQo6Rcmr0Hp9iMjA6eFPDJ05lFDt4/e8RBv&#10;aJ4qRuenJWRvVqF7S+tXsTItnWXFurc0rhW72tIXV9hMS9sdUGBYZEtXHySnaOpraBo8DxMRjmxJ&#10;PA+qFRdUw+PpBJCW7ZSnO8Ln6mbN7OqQ1q2g2Y3SoCcbTU8XjbRsYz3dPwUU2SR7Xi32G9uqBTff&#10;WgjL/t58H5qkbOaJm5af9iHcq+MJ+Q430or9cGL14HtwQAjM/OqhpjvahmbtCGQo+8pG8EJd3WWe&#10;Yy/KTbqFPfJ120ZTqbYQOV5EWDbfn6EolRDZ2n+GuUjLhwOKGJpgncJVXW94EFTD0hXYEU9zR9Sm&#10;WQT0cOLkKwlFuoC4fISBOyeSEdg+8o2HItVhGeUTEkUihbh8oaJI05i1fACjSAJtkdT7GkWKibh8&#10;vgMrjwS25bUV2JmRHiMuHx8pkm97O0W9bVKk9i1PpxTAgY2uXmYpYIkW3QvQA3H5rkwBqSAun1kp&#10;ABvE5as4BRzEozv8T917FmCTvelj7wHVDl8BZXGw5JNBBVBm3DlSvfroJwxnU1UPHhUgH16JdRdT&#10;PSHElueaCoCy4TGoAv2EpLZ29cfMCmi14RmrArdteCOrAIXxjuoBrgJxbnjdq4Cz4fepp8MKrLzh&#10;XbICiKePiFpo1VQKlL/hRTVKCBTkjyuGgpVqnKM+EX0oDW/BFcUPajj2EFv1AB1mlTRJ1l6Xzu+2&#10;W+8ZkEJdOteEGh7UQ1ljuBtK1/BaH8hBvGVphSrRKl2UyowiA7hR1fusw1HPoKukLn0W+YiO1AuJ&#10;RQURDoTR6auaoLgjdLwdqt52LGqf4Al0NNbHPgurlAyA1YV0rto2PHlZlIQb3tMs6s0sn1EWq2ty&#10;FrMbXgItKuVGgFen4SzDN7xhSo2fH2I4LNZKF2IFIRDQE+DS8vVVbAPGjkuDN9V3B3DPXvs4EG4O&#10;kXiQtCBK0KcMbFNdb+NZB4Bk2F3dDxYUDyO3ApjU9pKOV+vCS3rLl4DZPcL9kFYv+xbMl4Z3gAta&#10;DdJWwKrpXXB2mKUF6FXpkxAEymRTqEqfbCNoUla4qEtnKhOLrd6BLnhSqUZUH/skYRlxXZRNCoaX&#10;/Zq5WsGTPkbt12pF1Vme3DRwFPWSa0F8a3g1vKTVcZWoN8nJOTJrr+HF85IU2PCeesk5bHitvaQ0&#10;NrwFXzImG16aLwmZDe/Yl3xP/IR6Jb+kk+JhiJirJlCyVRte+C/JsDhH9fsBJde24dcJSiov1TyZ&#10;HZJAcvIPz9XwywqviMj6dxsMisw8Z2hh4uS9olFbx3X96JXivJYmftDilbQha/U9LRjmBMHCMTK2&#10;FeWPVQQ41NPM7HhSMT3LzL3H1emxM7OfJgKp99k3oH9UBfdydiWAPqndKXoe9I/BgCVFRwUkF3E5&#10;UyjM/RoNP2JTdINQJxEO3X71MohIZOLi5RygntzJon/Xp2iT4T6sBzdGDIgeHAOy6+ZqTTFevjL+&#10;Qe3Govh+NgOpQ0MRIn6j58+3O35I6s3V28erl0/ffev/+O3zy/Hv65+eX35z8/DZfmrq+eHu9v2v&#10;b+/ujv/w9PHHv717uvj56s5+1HY505hXYnf3F1/eXTKb+dK+df9g34+J8Re+PD6/fX784em7b+1f&#10;L19//Mp/af/88eH9H354uri6v/708PTu8vrl6fLip8en24+fXvh7x9qY2Jfnx0PPj09Xj59ur7+/&#10;erkq//PxF97eDA+fHu7e3zx99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EJQAAW0NvbnRlbnRfVHlwZXNdLnhtbFBLAQIUAAoAAAAAAIdO4kAA&#10;AAAAAAAAAAAAAAAGAAAAAAAAAAAAEAAAACYkAABfcmVscy9QSwECFAAUAAAACACHTuJAihRmPNEA&#10;AACUAQAACwAAAAAAAAABACAAAABKJAAAX3JlbHMvLnJlbHNQSwECFAAKAAAAAACHTuJAAAAAAAAA&#10;AAAAAAAABAAAAAAAAAAAABAAAAAAAAAAZHJzL1BLAQIUABQAAAAIAIdO4kCgFvo/2wAAAA0BAAAP&#10;AAAAAAAAAAEAIAAAACIAAABkcnMvZG93bnJldi54bWxQSwECFAAUAAAACACHTuJAM2Ok9dAiAABp&#10;qgAADgAAAAAAAAABACAAAAAqAQAAZHJzL2Uyb0RvYy54bWxQSwUGAAAAAAYABgBZAQAAbCYAAAAA&#10;" path="m1752918,1088708l1734502,1089660,1716088,1090613,1697990,1092518,1679892,1094423,1662112,1097280,1644332,1100138,1626552,1103630,1608772,1107440,1591628,1111568,1574800,1116013,1557338,1121093,1540828,1126490,1524318,1132523,1507808,1138555,1491615,1145223,1475422,1152525,1459548,1159510,1443672,1167448,1428432,1175703,1413192,1183958,1398270,1193165,1383665,1202055,1368742,1211898,1354772,1221740,1340485,1231900,1327150,1242378,1313498,1253173,1300480,1264285,1287462,1275715,1274762,1287463,1262380,1299528,1250315,1311910,1238568,1324928,1227138,1337628,1215708,1350645,1205230,1364298,1194752,1377950,1183958,1392238,1174432,1406525,1164908,1420813,1155382,1435418,1146810,1450340,1138391,1465309,1130549,1480376,1122615,1496257,1114998,1512138,1108333,1528337,1101668,1544536,1095321,1561052,1089608,1577568,1083895,1594402,1079134,1611554,1074056,1628388,1069931,1646175,1066122,1663327,1062948,1681114,1059774,1698901,1057553,1717005,1055331,1735110,1053744,1753532,1052792,1771319,1051840,1790376,1051523,1808798,1051840,1827221,1052792,1845960,1053744,1864065,1055331,1882487,1057553,1900592,1059774,1918696,1062948,1936483,1066122,1953952,1069931,1971739,1074056,1988891,1079134,2006043,1083895,2022877,1089608,2039711,1095321,2056545,1101668,2073061,1108333,2089260,1114998,2105459,1122615,2121022,1130549,2136904,1138484,2152467,1147053,2167395,1155622,2182641,1165144,2197252,1174665,2211863,1184186,2225838,1194977,2240131,1205450,2253789,1215924,2267129,1227349,2280469,1238775,2293174,1250518,2305879,1262578,2318267,1274956,2330336,1287651,2342088,1300663,2353840,1313676,2364640,1327323,2375756,1340653,2386238,1354935,2396402,1368899,2406566,1383816,2415777,1398415,2424988,1413332,2433882,1428566,2442775,1443800,2450398,1459669,2458339,1475538,2465644,1491724,2472632,1507910,2479619,1524414,2485654,1540917,2491689,1557421,2496771,1574877,2502171,1591698,2506617,1608836,2510746,1626609,2514876,1644382,2518369,1662155,2520910,1679928,2523451,1698019,2525675,1716109,2527263,1734517,2528533,1752925,2529169,1771967,2529169,1790375,2529169,1808783,2528533,1827191,2527263,1845281,2525675,1863372,2523451,1881145,2520910,1898918,2518369,1916691,2514876,1934464,2510746,1951602,2506617,1969058,2502171,1985879,2496771,2002383,2491689,2019204,2485654,2035390,2479619,2051894,2472632,2067762,2465644,2083631,2458339,2099500,2450398,2114734,2442775,2129968,2433882,2144885,2424988,2159484,2415777,2174401,2406566,2188683,2396402,2202647,2386238,2215977,2375756,2229624,2364640,2242637,2353840,2255966,2342088,2268344,2330336,2280722,2318267,2292782,2305879,2304525,2293174,2315951,2280469,2327376,2267129,2338167,2253789,2348958,2240131,2359114,2225838,2368635,2211863,2378156,2197252,2387678,2182641,2396247,2167395,2404816,2152467,2412750,2136904,2420685,2121022,2428302,2105459,2434967,2089260,2441632,2073061,2447979,2056545,2453692,2039711,2459405,2022877,2464166,2006043,2469244,1988891,2473370,1971739,2477178,1953952,2480352,1936483,2483526,1918696,2486064,1900592,2487969,1882487,2489556,1864065,2490508,1845960,2491460,1827221,2491777,1808798,2491460,1790376,2490508,1771319,2489556,1753532,2487969,1735110,2486064,1717005,2483526,1698901,2480352,1681114,2477178,1663327,2473370,1646175,2469244,1628388,2464166,1611554,2459405,1594402,2453692,1577568,2447979,1561052,2441632,1544536,2434967,1528337,2428302,1512138,2420685,1496257,2412750,1480376,2404909,1465308,2396490,1450340,2387918,1435418,2378392,1420813,2368868,1406525,2359342,1392238,2349182,1377950,2338388,1364298,2327592,1350645,2316162,1337628,2304732,1324928,2292985,1311910,2280920,1299528,2268538,1287463,2256155,1275715,2242820,1264285,2229802,1253173,2216150,1242378,2202815,1231900,2188845,1221740,2174558,1211898,2159635,1202055,2145030,1193165,2130108,1183958,2114868,1175703,2099628,1167448,2083752,1159510,2067878,1152525,2052002,1145223,2035492,1138555,2019300,1132523,2002472,1126490,1985962,1121093,1969135,1116013,1951672,1111568,1934528,1107440,1916748,1103630,1898968,1100138,1881188,1097280,1863408,1094423,1845310,1092518,1827212,1090613,1808798,1089660,1790382,1088708,1771968,1088708,1752918,1088708xm1615758,0l1620520,0,1922780,0,1927225,0,1931670,317,1936115,952,1940878,1905,1949450,4127,1957705,6985,1965325,10795,1972628,14922,1979612,20320,1985962,26035,1991678,32385,1996758,39052,2001202,46672,2005012,54610,2007870,62230,2010092,71120,2010728,75565,2011362,80010,2011998,84455,2011998,89217,2011998,388620,2038350,393065,2064702,398462,2091055,404177,2116772,410210,2142490,416877,2167890,423545,2193608,431165,2218690,439102,2243772,447675,2268538,456247,2292985,465772,2317432,475615,2341562,485457,2365692,496252,2388870,507047,2412682,518477,2588260,276542,2591435,272732,2593975,269240,2597468,266065,2600325,262890,2606992,257175,2614295,252412,2621915,248602,2629852,245110,2638108,242570,2646362,240665,2654935,240030,2663508,240030,2671762,240665,2680652,242252,2688908,244475,2697162,247967,2705100,251777,2709228,254317,2712720,256857,2957512,434022,2960688,437197,2964498,439737,2967672,443230,2970848,446087,2976245,453072,2981008,460375,2985452,467995,2988628,475932,2991168,484187,2992755,492442,2994025,501015,2994025,509270,2993072,518160,2991802,526732,2988945,534987,2986088,543242,2981960,551180,2979738,554990,2976880,558800,2800985,801052,2819082,819785,2837180,839470,2854642,858837,2871788,878840,2888615,899160,2905125,919797,2921318,940752,2937192,962025,2952432,983615,2967672,1005205,2981960,1027113,2996248,1049655,3010218,1072198,3023235,1095375,3036570,1118553,3048952,1142048,3333115,1049338,3337560,1048068,3342005,1047115,3346450,1046480,3350578,1045528,3359785,1044893,3368358,1045210,3376930,1046480,3385185,1048068,3393440,1051243,3401060,1054735,3408680,1058863,3415665,1063625,3422015,1069340,3428048,1075690,3433445,1082358,3438208,1089978,3442335,1097915,3443922,1102043,3445510,1106488,3538855,1393508,3539808,1397635,3541078,1402398,3542030,1406843,3542665,1411288,3543300,1419860,3542982,1428750,3541712,1437323,3539808,1445578,3537268,1453833,3533458,1461453,3529330,1468755,3524568,1476058,3518852,1482408,3512502,1488440,3505518,1494155,3498215,1498600,3490278,1502728,3486150,1504633,3481705,1506220,3197225,1598295,3200400,1624330,3203892,1650365,3206115,1676718,3208338,1703070,3210242,1729423,3211512,1755775,3212148,1782445,3212465,1809115,3212148,1835785,3211512,1862455,3210242,1889125,3208338,1915478,3206115,1941830,3203892,1967865,3200400,1993900,3197225,2019618,3481705,2112328,3486150,2113915,3490278,2115820,3498215,2119630,3505518,2124393,3512502,2129790,3518852,2135505,3524568,2142173,3529330,2149158,3533458,2156778,3537268,2164398,3539808,2172653,3541712,2180908,3542982,2189480,3543300,2198053,3542665,2206625,3542030,2211388,3541078,2215833,3539808,2220278,3538855,2224405,3445510,2512060,3443922,2516188,3442335,2520315,3438208,2528253,3433445,2535555,3428048,2542540,3422015,2548890,3415665,2554605,3408680,2559368,3401060,2563495,3393440,2567305,3385185,2569845,3376930,2571750,3368358,2573020,3359785,2573338,3350578,2573020,3346450,2572068,3342005,2571433,3337560,2570163,3333115,2568893,3048952,2476500,3035935,2499995,3023235,2523173,3009900,2546033,2996248,2568893,2981960,2590800,2967355,2613025,2952115,2634933,2936875,2656523,2921318,2677478,2905125,2698115,2888615,2718753,2871788,2739073,2854325,2759076,2837180,2778761,2819082,2797811,2800985,2817178,2976880,3059431,2979738,3063241,2981960,3067368,2986088,3075306,2988945,3083243,2991802,3091816,2993072,3100071,2994025,3108643,2994025,3117216,2992755,3125788,2991168,3134043,2988628,3142298,2985770,3150236,2981642,3157538,2976562,3165158,2970848,3171826,2967990,3175001,2964498,3177858,2961322,3181033,2957512,3183573,2712720,3361056,2709228,3363913,2705100,3366453,2697162,3370581,2688908,3373756,2680652,3376296,2671762,3377883,2663508,3378518,2654935,3378518,2646362,3377248,2638108,3375978,2629852,3373121,2621915,3369946,2614295,3365818,2606992,3360738,2600325,3355023,2597468,3352166,2593975,3348673,2591435,3345498,2588260,3341688,2412682,3099753,2388870,3110866,2365692,3122296,2341562,3132773,2317432,3142933,2292985,3152776,2268538,3161666,2243772,3170873,2218690,3179128,2193608,3187066,2167890,3194368,2142490,3201671,2116772,3208021,2091055,3214371,2064702,3220086,2038350,3225483,2011998,3229928,2011998,3529013,2011998,3533458,2011362,3537903,2010728,3542666,2010092,3547111,2007870,3555366,2005012,3563621,2001202,3571558,1996758,3578543,1991678,3585846,1985962,3591878,1979612,3597911,1972628,3602673,1965325,3607118,1957705,3610928,1949450,3614103,1940878,3616326,1931670,3617278,1927225,3617913,1922780,3617913,1620520,3617913,1615758,3617913,1611630,3617278,1602422,3616326,1594168,3614103,1585912,3610928,1577975,3607118,1570990,3602673,1563688,3597911,1557655,3591878,1551622,3585846,1546860,3578543,1542415,3571558,1538605,3563621,1535430,3555366,1533208,3547111,1532572,3542666,1531620,3537903,1531302,3533458,1531302,3529013,1531302,3229928,1504950,3225483,1478598,3220086,1452245,3214371,1426845,3208021,1400810,3201671,1375092,3194368,1350010,3187066,1324928,3179128,1299528,3170873,1274762,3161666,1250315,3152776,1225868,3142933,1201738,3132773,1177925,3122296,1154430,3110866,1130618,3099753,955040,3342006,952182,3345816,949325,3349308,946150,3352483,942975,3355658,935990,3361056,929005,3366136,921385,3369946,913448,3373121,905192,3375978,896938,3377248,888365,3378518,879792,3378518,870902,3377883,862648,3376296,854075,3373756,846138,3370581,837882,3366453,834072,3363913,830262,3361056,586105,3183573,582930,3181033,579438,3177858,575945,3175001,573088,3171826,567372,3165158,562610,3157538,558482,3150236,554990,3142298,552450,3134043,550862,3125788,549592,3117216,549592,3108643,550545,3100071,551815,3091816,554355,3083243,557530,3075306,559435,3071178,561340,3067368,563880,3063241,566738,3059431,742632,2817178,724218,2797811,706755,2778761,688975,2759076,671512,2739073,655002,2718753,638492,2698115,622300,2677478,606425,2656523,591185,2634933,576580,2613025,561658,2590800,547370,2568893,534035,2546033,520382,2523173,507682,2499995,494665,2476500,209868,2568893,205740,2570163,201295,2571433,196850,2572068,192722,2573020,183515,2573338,174942,2573020,166688,2571750,158115,2569845,150177,2567305,142240,2563495,134620,2559368,127952,2554605,121602,2548890,115570,2542540,109855,2535555,105410,2528253,101282,2520315,99377,2516188,97790,2512060,4445,2224405,3492,2220278,2222,2215833,1587,2211388,635,2206625,0,2198053,317,2189480,1587,2180908,3810,2172653,6350,2164398,9842,2156778,13970,2149158,19050,2142173,24447,2135505,30797,2129790,37465,2124393,45085,2119630,49212,2117725,53340,2115820,57467,2113915,61595,2112328,346392,2019618,342900,1993900,339725,1967865,337185,1941830,334962,1915478,333375,1889125,331788,1862455,331152,1835785,331152,1809115,331152,1782445,331788,1755775,333375,1729423,334962,1703070,337185,1676718,339725,1650365,342900,1624330,346392,1598295,61595,1506220,57467,1504633,53340,1502728,45085,1498600,37465,1494155,30797,1488440,24447,1482408,19050,1476058,13970,1468755,9842,1461453,6350,1453833,3810,1445578,1587,1437323,317,1428750,0,1419860,635,1411288,1587,1406843,2222,1402398,3492,1397635,4445,1393508,97790,1106488,99377,1102043,101282,1097915,103187,1093788,105410,1089978,109855,1082358,115570,1075690,121602,1069340,127952,1063625,134620,1058863,142240,1054735,150177,1051243,158115,1048068,166688,1046480,174942,1045210,183515,1044893,192722,1045528,196850,1046480,201295,1047115,205740,1048068,209868,1049338,494665,1141413,507682,1118235,520382,1095375,534035,1072198,547370,1049655,561658,1027113,576580,1005205,591185,983615,606425,961707,622300,940752,638492,919797,655002,899160,671512,878840,688975,858837,706755,839470,724218,819785,742632,801052,566420,558800,563562,554990,561340,551180,559118,547370,557212,543242,554355,534987,551498,526732,550228,518160,549592,509270,549592,500697,550862,492442,552450,483870,554990,475932,558482,467677,562610,460057,567372,453072,573088,446087,575945,442912,579438,439737,582930,436880,586105,434022,830898,256857,834708,254317,838200,251777,842328,249872,846138,247967,854392,244475,862648,242252,871538,240665,880110,240030,888365,240030,896938,240665,905192,242570,913448,245110,921385,248602,929005,252412,935990,257175,942975,262890,946150,266065,949325,269240,952182,272732,955040,276542,1130618,518477,1154430,507047,1177925,496252,1201738,485457,1225868,475615,1250315,465772,1274762,456247,1299528,447675,1324928,439102,1350010,431165,1375092,423545,1400810,416877,1426845,410210,1452245,404177,1478598,398462,1504950,393065,1531302,388620,1531302,89217,1531302,84455,1531620,80010,1532572,75565,1533208,71120,1535430,62865,1538605,54610,1542415,46672,1546860,39370,1551622,32385,1557655,26352,1563688,20320,1570990,15240,1577975,10795,1585912,6985,1594168,4127,1602422,1905,1607185,952,1611630,317,1615758,0xe">
                <v:path textboxrect="0,0,3543300,3617913" o:connectlocs="70752,52675;60967,58287;53627,66763;49484,77364;49190,89241;52843,100114;59767,108934;69239,115006;80508,117606;92176,116128;102237,110987;109942,102877;114611,92506;115480,80702;112357,69593;105870,60443;96718,53930;85651,50814;90868,324;93388,4149;108685,22579;122832,11193;137894,20748;138306,25813;139073,48821;157509,48895;164406,65434;162003,69894;149005,87866;163816,99960;159778,117223;155328,119631;134843,125493;138969,144588;125750,156461;120696,156047;101818,148235;93064,165749;75217,168275;71268,165365;61497,147866;43444,156328;38537,156328;25553,144189;29636,125493;9136,119631;4701,117223;648,99960;15547,89091;2667,69982;29,65641;6248,49249;24153,50947;34469,37258;25922,21752;40040,11267;44328,12862;67407,18798;72299,1225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05A7ECE7">
                      <w:pPr>
                        <w:jc w:val="center"/>
                        <w:rPr>
                          <w:rFonts w:hint="eastAsia" w:eastAsiaTheme="minorEastAsia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5643245</wp:posOffset>
                </wp:positionH>
                <wp:positionV relativeFrom="paragraph">
                  <wp:posOffset>8159750</wp:posOffset>
                </wp:positionV>
                <wp:extent cx="178435" cy="178435"/>
                <wp:effectExtent l="0" t="0" r="12065" b="12065"/>
                <wp:wrapNone/>
                <wp:docPr id="259" name="任意多边形 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6786245" y="9074150"/>
                          <a:ext cx="178435" cy="17843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844" y="0"/>
                            </a:cxn>
                            <a:cxn ang="0">
                              <a:pos x="0" y="159105"/>
                            </a:cxn>
                            <a:cxn ang="0">
                              <a:pos x="159105" y="165600"/>
                            </a:cxn>
                            <a:cxn ang="0">
                              <a:pos x="165600" y="5844"/>
                            </a:cxn>
                            <a:cxn ang="0">
                              <a:pos x="42211" y="153261"/>
                            </a:cxn>
                            <a:cxn ang="0">
                              <a:pos x="12338" y="153261"/>
                            </a:cxn>
                            <a:cxn ang="0">
                              <a:pos x="22080" y="140272"/>
                            </a:cxn>
                            <a:cxn ang="0">
                              <a:pos x="22080" y="127934"/>
                            </a:cxn>
                            <a:cxn ang="0">
                              <a:pos x="12338" y="106503"/>
                            </a:cxn>
                            <a:cxn ang="0">
                              <a:pos x="28574" y="100009"/>
                            </a:cxn>
                            <a:cxn ang="0">
                              <a:pos x="12338" y="93515"/>
                            </a:cxn>
                            <a:cxn ang="0">
                              <a:pos x="22080" y="72084"/>
                            </a:cxn>
                            <a:cxn ang="0">
                              <a:pos x="22080" y="59096"/>
                            </a:cxn>
                            <a:cxn ang="0">
                              <a:pos x="12338" y="37665"/>
                            </a:cxn>
                            <a:cxn ang="0">
                              <a:pos x="28574" y="31821"/>
                            </a:cxn>
                            <a:cxn ang="0">
                              <a:pos x="12338" y="25327"/>
                            </a:cxn>
                            <a:cxn ang="0">
                              <a:pos x="42211" y="12338"/>
                            </a:cxn>
                            <a:cxn ang="0">
                              <a:pos x="153261" y="153261"/>
                            </a:cxn>
                            <a:cxn ang="0">
                              <a:pos x="50004" y="153261"/>
                            </a:cxn>
                            <a:cxn ang="0">
                              <a:pos x="153261" y="12338"/>
                            </a:cxn>
                            <a:cxn ang="0">
                              <a:pos x="75331" y="119491"/>
                            </a:cxn>
                            <a:cxn ang="0">
                              <a:pos x="127284" y="119491"/>
                            </a:cxn>
                            <a:cxn ang="0">
                              <a:pos x="131181" y="110400"/>
                            </a:cxn>
                            <a:cxn ang="0">
                              <a:pos x="125336" y="96112"/>
                            </a:cxn>
                            <a:cxn ang="0">
                              <a:pos x="117543" y="90917"/>
                            </a:cxn>
                            <a:cxn ang="0">
                              <a:pos x="125336" y="73383"/>
                            </a:cxn>
                            <a:cxn ang="0">
                              <a:pos x="101308" y="49355"/>
                            </a:cxn>
                            <a:cxn ang="0">
                              <a:pos x="77280" y="73383"/>
                            </a:cxn>
                            <a:cxn ang="0">
                              <a:pos x="85072" y="90917"/>
                            </a:cxn>
                            <a:cxn ang="0">
                              <a:pos x="72734" y="102607"/>
                            </a:cxn>
                            <a:cxn ang="0">
                              <a:pos x="71435" y="116244"/>
                            </a:cxn>
                            <a:cxn ang="0">
                              <a:pos x="89618" y="62343"/>
                            </a:cxn>
                            <a:cxn ang="0">
                              <a:pos x="101308" y="57148"/>
                            </a:cxn>
                            <a:cxn ang="0">
                              <a:pos x="117543" y="73383"/>
                            </a:cxn>
                            <a:cxn ang="0">
                              <a:pos x="101308" y="89618"/>
                            </a:cxn>
                            <a:cxn ang="0">
                              <a:pos x="89618" y="85072"/>
                            </a:cxn>
                            <a:cxn ang="0">
                              <a:pos x="89618" y="62343"/>
                            </a:cxn>
                            <a:cxn ang="0">
                              <a:pos x="79228" y="110400"/>
                            </a:cxn>
                            <a:cxn ang="0">
                              <a:pos x="83124" y="101308"/>
                            </a:cxn>
                            <a:cxn ang="0">
                              <a:pos x="111049" y="97411"/>
                            </a:cxn>
                            <a:cxn ang="0">
                              <a:pos x="120141" y="101308"/>
                            </a:cxn>
                            <a:cxn ang="0">
                              <a:pos x="123388" y="110400"/>
                            </a:cxn>
                            <a:cxn ang="0">
                              <a:pos x="79228" y="112348"/>
                            </a:cxn>
                          </a:cxnLst>
                          <a:pathLst>
                            <a:path w="255" h="255">
                              <a:moveTo>
                                <a:pt x="245" y="0"/>
                              </a:moveTo>
                              <a:cubicBezTo>
                                <a:pt x="9" y="0"/>
                                <a:pt x="9" y="0"/>
                                <a:pt x="9" y="0"/>
                              </a:cubicBezTo>
                              <a:cubicBezTo>
                                <a:pt x="4" y="0"/>
                                <a:pt x="0" y="4"/>
                                <a:pt x="0" y="9"/>
                              </a:cubicBezTo>
                              <a:cubicBezTo>
                                <a:pt x="0" y="245"/>
                                <a:pt x="0" y="245"/>
                                <a:pt x="0" y="245"/>
                              </a:cubicBezTo>
                              <a:cubicBezTo>
                                <a:pt x="0" y="251"/>
                                <a:pt x="4" y="255"/>
                                <a:pt x="9" y="255"/>
                              </a:cubicBezTo>
                              <a:cubicBezTo>
                                <a:pt x="245" y="255"/>
                                <a:pt x="245" y="255"/>
                                <a:pt x="245" y="255"/>
                              </a:cubicBezTo>
                              <a:cubicBezTo>
                                <a:pt x="251" y="255"/>
                                <a:pt x="255" y="251"/>
                                <a:pt x="255" y="245"/>
                              </a:cubicBezTo>
                              <a:cubicBezTo>
                                <a:pt x="255" y="9"/>
                                <a:pt x="255" y="9"/>
                                <a:pt x="255" y="9"/>
                              </a:cubicBezTo>
                              <a:cubicBezTo>
                                <a:pt x="255" y="4"/>
                                <a:pt x="251" y="0"/>
                                <a:pt x="245" y="0"/>
                              </a:cubicBezTo>
                              <a:close/>
                              <a:moveTo>
                                <a:pt x="65" y="236"/>
                              </a:moveTo>
                              <a:cubicBezTo>
                                <a:pt x="65" y="236"/>
                                <a:pt x="65" y="236"/>
                                <a:pt x="65" y="236"/>
                              </a:cubicBezTo>
                              <a:cubicBezTo>
                                <a:pt x="19" y="236"/>
                                <a:pt x="19" y="236"/>
                                <a:pt x="19" y="236"/>
                              </a:cubicBezTo>
                              <a:cubicBezTo>
                                <a:pt x="19" y="216"/>
                                <a:pt x="19" y="216"/>
                                <a:pt x="19" y="216"/>
                              </a:cubicBezTo>
                              <a:cubicBezTo>
                                <a:pt x="34" y="216"/>
                                <a:pt x="34" y="216"/>
                                <a:pt x="34" y="216"/>
                              </a:cubicBezTo>
                              <a:cubicBezTo>
                                <a:pt x="39" y="216"/>
                                <a:pt x="44" y="212"/>
                                <a:pt x="44" y="206"/>
                              </a:cubicBezTo>
                              <a:cubicBezTo>
                                <a:pt x="44" y="201"/>
                                <a:pt x="39" y="197"/>
                                <a:pt x="34" y="197"/>
                              </a:cubicBezTo>
                              <a:cubicBezTo>
                                <a:pt x="19" y="197"/>
                                <a:pt x="19" y="197"/>
                                <a:pt x="19" y="197"/>
                              </a:cubicBezTo>
                              <a:cubicBezTo>
                                <a:pt x="19" y="164"/>
                                <a:pt x="19" y="164"/>
                                <a:pt x="19" y="164"/>
                              </a:cubicBezTo>
                              <a:cubicBezTo>
                                <a:pt x="34" y="164"/>
                                <a:pt x="34" y="164"/>
                                <a:pt x="34" y="164"/>
                              </a:cubicBezTo>
                              <a:cubicBezTo>
                                <a:pt x="39" y="164"/>
                                <a:pt x="44" y="159"/>
                                <a:pt x="44" y="154"/>
                              </a:cubicBezTo>
                              <a:cubicBezTo>
                                <a:pt x="44" y="148"/>
                                <a:pt x="39" y="144"/>
                                <a:pt x="34" y="144"/>
                              </a:cubicBezTo>
                              <a:cubicBezTo>
                                <a:pt x="19" y="144"/>
                                <a:pt x="19" y="144"/>
                                <a:pt x="19" y="144"/>
                              </a:cubicBezTo>
                              <a:cubicBezTo>
                                <a:pt x="19" y="111"/>
                                <a:pt x="19" y="111"/>
                                <a:pt x="19" y="111"/>
                              </a:cubicBezTo>
                              <a:cubicBezTo>
                                <a:pt x="34" y="111"/>
                                <a:pt x="34" y="111"/>
                                <a:pt x="34" y="111"/>
                              </a:cubicBezTo>
                              <a:cubicBezTo>
                                <a:pt x="39" y="111"/>
                                <a:pt x="44" y="107"/>
                                <a:pt x="44" y="101"/>
                              </a:cubicBezTo>
                              <a:cubicBezTo>
                                <a:pt x="44" y="96"/>
                                <a:pt x="39" y="91"/>
                                <a:pt x="34" y="91"/>
                              </a:cubicBezTo>
                              <a:cubicBezTo>
                                <a:pt x="19" y="91"/>
                                <a:pt x="19" y="91"/>
                                <a:pt x="19" y="91"/>
                              </a:cubicBezTo>
                              <a:cubicBezTo>
                                <a:pt x="19" y="58"/>
                                <a:pt x="19" y="58"/>
                                <a:pt x="19" y="58"/>
                              </a:cubicBezTo>
                              <a:cubicBezTo>
                                <a:pt x="34" y="58"/>
                                <a:pt x="34" y="58"/>
                                <a:pt x="34" y="58"/>
                              </a:cubicBezTo>
                              <a:cubicBezTo>
                                <a:pt x="39" y="58"/>
                                <a:pt x="44" y="54"/>
                                <a:pt x="44" y="49"/>
                              </a:cubicBezTo>
                              <a:cubicBezTo>
                                <a:pt x="44" y="43"/>
                                <a:pt x="39" y="39"/>
                                <a:pt x="34" y="39"/>
                              </a:cubicBezTo>
                              <a:cubicBezTo>
                                <a:pt x="19" y="39"/>
                                <a:pt x="19" y="39"/>
                                <a:pt x="19" y="39"/>
                              </a:cubicBezTo>
                              <a:cubicBezTo>
                                <a:pt x="19" y="19"/>
                                <a:pt x="19" y="19"/>
                                <a:pt x="19" y="19"/>
                              </a:cubicBezTo>
                              <a:cubicBezTo>
                                <a:pt x="65" y="19"/>
                                <a:pt x="65" y="19"/>
                                <a:pt x="65" y="19"/>
                              </a:cubicBezTo>
                              <a:cubicBezTo>
                                <a:pt x="65" y="236"/>
                                <a:pt x="65" y="236"/>
                                <a:pt x="65" y="236"/>
                              </a:cubicBezTo>
                              <a:close/>
                              <a:moveTo>
                                <a:pt x="236" y="236"/>
                              </a:moveTo>
                              <a:cubicBezTo>
                                <a:pt x="236" y="236"/>
                                <a:pt x="236" y="236"/>
                                <a:pt x="236" y="236"/>
                              </a:cubicBezTo>
                              <a:cubicBezTo>
                                <a:pt x="77" y="236"/>
                                <a:pt x="77" y="236"/>
                                <a:pt x="77" y="236"/>
                              </a:cubicBezTo>
                              <a:cubicBezTo>
                                <a:pt x="77" y="19"/>
                                <a:pt x="77" y="19"/>
                                <a:pt x="77" y="19"/>
                              </a:cubicBezTo>
                              <a:cubicBezTo>
                                <a:pt x="236" y="19"/>
                                <a:pt x="236" y="19"/>
                                <a:pt x="236" y="19"/>
                              </a:cubicBezTo>
                              <a:cubicBezTo>
                                <a:pt x="236" y="236"/>
                                <a:pt x="236" y="236"/>
                                <a:pt x="236" y="236"/>
                              </a:cubicBezTo>
                              <a:close/>
                              <a:moveTo>
                                <a:pt x="116" y="184"/>
                              </a:moveTo>
                              <a:cubicBezTo>
                                <a:pt x="116" y="184"/>
                                <a:pt x="116" y="184"/>
                                <a:pt x="116" y="184"/>
                              </a:cubicBezTo>
                              <a:cubicBezTo>
                                <a:pt x="196" y="184"/>
                                <a:pt x="196" y="184"/>
                                <a:pt x="196" y="184"/>
                              </a:cubicBezTo>
                              <a:cubicBezTo>
                                <a:pt x="200" y="184"/>
                                <a:pt x="202" y="182"/>
                                <a:pt x="202" y="179"/>
                              </a:cubicBezTo>
                              <a:cubicBezTo>
                                <a:pt x="202" y="170"/>
                                <a:pt x="202" y="170"/>
                                <a:pt x="202" y="170"/>
                              </a:cubicBezTo>
                              <a:cubicBezTo>
                                <a:pt x="202" y="166"/>
                                <a:pt x="201" y="162"/>
                                <a:pt x="200" y="158"/>
                              </a:cubicBezTo>
                              <a:cubicBezTo>
                                <a:pt x="198" y="154"/>
                                <a:pt x="196" y="151"/>
                                <a:pt x="193" y="148"/>
                              </a:cubicBezTo>
                              <a:cubicBezTo>
                                <a:pt x="190" y="145"/>
                                <a:pt x="187" y="142"/>
                                <a:pt x="183" y="141"/>
                              </a:cubicBezTo>
                              <a:cubicBezTo>
                                <a:pt x="181" y="140"/>
                                <a:pt x="181" y="140"/>
                                <a:pt x="181" y="140"/>
                              </a:cubicBezTo>
                              <a:cubicBezTo>
                                <a:pt x="182" y="139"/>
                                <a:pt x="182" y="139"/>
                                <a:pt x="182" y="139"/>
                              </a:cubicBezTo>
                              <a:cubicBezTo>
                                <a:pt x="189" y="133"/>
                                <a:pt x="193" y="124"/>
                                <a:pt x="193" y="113"/>
                              </a:cubicBezTo>
                              <a:cubicBezTo>
                                <a:pt x="193" y="103"/>
                                <a:pt x="189" y="94"/>
                                <a:pt x="182" y="87"/>
                              </a:cubicBezTo>
                              <a:cubicBezTo>
                                <a:pt x="176" y="81"/>
                                <a:pt x="166" y="76"/>
                                <a:pt x="156" y="76"/>
                              </a:cubicBezTo>
                              <a:cubicBezTo>
                                <a:pt x="146" y="76"/>
                                <a:pt x="137" y="81"/>
                                <a:pt x="130" y="87"/>
                              </a:cubicBezTo>
                              <a:cubicBezTo>
                                <a:pt x="123" y="94"/>
                                <a:pt x="119" y="103"/>
                                <a:pt x="119" y="113"/>
                              </a:cubicBezTo>
                              <a:cubicBezTo>
                                <a:pt x="119" y="124"/>
                                <a:pt x="123" y="133"/>
                                <a:pt x="130" y="139"/>
                              </a:cubicBezTo>
                              <a:cubicBezTo>
                                <a:pt x="131" y="140"/>
                                <a:pt x="131" y="140"/>
                                <a:pt x="131" y="140"/>
                              </a:cubicBezTo>
                              <a:cubicBezTo>
                                <a:pt x="127" y="142"/>
                                <a:pt x="123" y="144"/>
                                <a:pt x="119" y="148"/>
                              </a:cubicBezTo>
                              <a:cubicBezTo>
                                <a:pt x="117" y="151"/>
                                <a:pt x="114" y="154"/>
                                <a:pt x="112" y="158"/>
                              </a:cubicBezTo>
                              <a:cubicBezTo>
                                <a:pt x="111" y="162"/>
                                <a:pt x="110" y="166"/>
                                <a:pt x="110" y="170"/>
                              </a:cubicBezTo>
                              <a:cubicBezTo>
                                <a:pt x="110" y="179"/>
                                <a:pt x="110" y="179"/>
                                <a:pt x="110" y="179"/>
                              </a:cubicBezTo>
                              <a:cubicBezTo>
                                <a:pt x="110" y="182"/>
                                <a:pt x="113" y="184"/>
                                <a:pt x="116" y="184"/>
                              </a:cubicBezTo>
                              <a:close/>
                              <a:moveTo>
                                <a:pt x="138" y="96"/>
                              </a:moveTo>
                              <a:cubicBezTo>
                                <a:pt x="138" y="96"/>
                                <a:pt x="138" y="96"/>
                                <a:pt x="138" y="96"/>
                              </a:cubicBezTo>
                              <a:cubicBezTo>
                                <a:pt x="143" y="91"/>
                                <a:pt x="149" y="88"/>
                                <a:pt x="156" y="88"/>
                              </a:cubicBezTo>
                              <a:cubicBezTo>
                                <a:pt x="163" y="88"/>
                                <a:pt x="169" y="91"/>
                                <a:pt x="174" y="96"/>
                              </a:cubicBezTo>
                              <a:cubicBezTo>
                                <a:pt x="178" y="100"/>
                                <a:pt x="181" y="106"/>
                                <a:pt x="181" y="113"/>
                              </a:cubicBezTo>
                              <a:cubicBezTo>
                                <a:pt x="181" y="120"/>
                                <a:pt x="178" y="127"/>
                                <a:pt x="174" y="131"/>
                              </a:cubicBezTo>
                              <a:cubicBezTo>
                                <a:pt x="169" y="135"/>
                                <a:pt x="163" y="138"/>
                                <a:pt x="156" y="138"/>
                              </a:cubicBezTo>
                              <a:cubicBezTo>
                                <a:pt x="156" y="138"/>
                                <a:pt x="156" y="138"/>
                                <a:pt x="156" y="138"/>
                              </a:cubicBezTo>
                              <a:cubicBezTo>
                                <a:pt x="149" y="138"/>
                                <a:pt x="143" y="135"/>
                                <a:pt x="138" y="131"/>
                              </a:cubicBezTo>
                              <a:cubicBezTo>
                                <a:pt x="134" y="127"/>
                                <a:pt x="131" y="120"/>
                                <a:pt x="131" y="113"/>
                              </a:cubicBezTo>
                              <a:cubicBezTo>
                                <a:pt x="131" y="106"/>
                                <a:pt x="134" y="100"/>
                                <a:pt x="138" y="96"/>
                              </a:cubicBezTo>
                              <a:close/>
                              <a:moveTo>
                                <a:pt x="122" y="170"/>
                              </a:moveTo>
                              <a:cubicBezTo>
                                <a:pt x="122" y="170"/>
                                <a:pt x="122" y="170"/>
                                <a:pt x="122" y="170"/>
                              </a:cubicBezTo>
                              <a:cubicBezTo>
                                <a:pt x="122" y="167"/>
                                <a:pt x="122" y="165"/>
                                <a:pt x="123" y="162"/>
                              </a:cubicBezTo>
                              <a:cubicBezTo>
                                <a:pt x="124" y="160"/>
                                <a:pt x="126" y="158"/>
                                <a:pt x="128" y="156"/>
                              </a:cubicBezTo>
                              <a:cubicBezTo>
                                <a:pt x="131" y="152"/>
                                <a:pt x="136" y="150"/>
                                <a:pt x="142" y="150"/>
                              </a:cubicBezTo>
                              <a:cubicBezTo>
                                <a:pt x="171" y="150"/>
                                <a:pt x="171" y="150"/>
                                <a:pt x="171" y="150"/>
                              </a:cubicBezTo>
                              <a:cubicBezTo>
                                <a:pt x="173" y="150"/>
                                <a:pt x="176" y="151"/>
                                <a:pt x="178" y="152"/>
                              </a:cubicBezTo>
                              <a:cubicBezTo>
                                <a:pt x="181" y="153"/>
                                <a:pt x="183" y="154"/>
                                <a:pt x="185" y="156"/>
                              </a:cubicBezTo>
                              <a:cubicBezTo>
                                <a:pt x="186" y="158"/>
                                <a:pt x="188" y="160"/>
                                <a:pt x="189" y="162"/>
                              </a:cubicBezTo>
                              <a:cubicBezTo>
                                <a:pt x="190" y="165"/>
                                <a:pt x="190" y="167"/>
                                <a:pt x="190" y="170"/>
                              </a:cubicBezTo>
                              <a:cubicBezTo>
                                <a:pt x="190" y="173"/>
                                <a:pt x="190" y="173"/>
                                <a:pt x="190" y="173"/>
                              </a:cubicBezTo>
                              <a:cubicBezTo>
                                <a:pt x="122" y="173"/>
                                <a:pt x="122" y="173"/>
                                <a:pt x="122" y="173"/>
                              </a:cubicBezTo>
                              <a:cubicBezTo>
                                <a:pt x="122" y="170"/>
                                <a:pt x="122" y="170"/>
                                <a:pt x="122" y="1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86697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3F66B64C">
                            <w:pPr>
                              <w:jc w:val="center"/>
                              <w:rPr>
                                <w:rFonts w:hint="eastAsia" w:eastAsiaTheme="minorEastAsia"/>
                                <w:color w:val="0D0D0D" w:themeColor="text1" w:themeTint="F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264" o:spid="_x0000_s1026" o:spt="100" style="position:absolute;left:0pt;margin-left:444.35pt;margin-top:642.5pt;height:14.05pt;width:14.05pt;z-index:251671552;mso-width-relative:page;mso-height-relative:page;" fillcolor="#186697" filled="t" stroked="f" coordsize="255,255" o:gfxdata="UEsDBAoAAAAAAIdO4kAAAAAAAAAAAAAAAAAEAAAAZHJzL1BLAwQUAAAACACHTuJA9QDPhtgAAAAN&#10;AQAADwAAAGRycy9kb3ducmV2LnhtbE2PQU/DMAyF70j8h8hI3FjaDUZWmk4CCcG4rUycs8RrKxqn&#10;arJ1/HvMickn+z09f69cn30vTjjGLpCGfJaBQLLBddRo2H2+3ikQMRlypg+EGn4wwrq6vipN4cJE&#10;WzzVqREcQrEwGtqUhkLKaFv0Js7CgMTaIYzeJF7HRrrRTBzueznPsqX0piP+0JoBX1q03/XRa5Bv&#10;diO/Pt7jblJ+s71/poWtSevbmzx7ApHwnP7N8IfP6FAx0z4cyUXRa1BKPbKVhbl64FZsWeVLbrPn&#10;04IHZFXKyxbVL1BLAwQUAAAACACHTuJAbjEtOU4IAAAYLAAADgAAAGRycy9lMm9Eb2MueG1srVrN&#10;juPGEb4H8DsIunvFbop/g501YC+cS2AbsPMAHIoaCZBEgeT8bM65+55j4JcIDPtp7MCP4equqiaL&#10;MyMVg+xhhyp2f/XbVcXufv/F8/GweKzbbt+cbpfmXbRc1Keq2exP97fLv//w9ef5ctH15WlTHppT&#10;fbv8VHfLLz589pf3T+eb2ja75rCp2wWAnLqbp/Ptctf355vVqqt29bHs3jXn+gQvt017LHv42d6v&#10;Nm35BOjHw8pGUbp6atrNuW2quuuA+hFfLgmx1QA22+2+qj821cOxPvWI2taHsgeVut3+3C0/eGm3&#10;27rqv91uu7pfHG6XoGnv/wcm8Hzn/l99eF/e3LflebevSIRSI8JEp2O5PwHTAPWx7MvFQ7t/AXXc&#10;V23TNdv+XdUcV6iItwhoYaKJbb7flefa6wKm7s7B6N3/D7b65vG7drHf3C5tUiwXp/IILv/t55//&#10;+88ff//pX3/8+p/ff/n3wqZrZ6inc3cD478/f9fSrw4endbP2/bo/oI+i+fbZZrlqV0ny8Wn22UR&#10;ZWuTkKHr535RwQCT5esY3lcwgJ4BcTUAVQ9d/9e68aDl49+6Hv204adyx0/V8wkeHXN4WpQuiCPv&#10;iXPTOVmSfL32gngRgAUMe3s0hIUTKSlMlDiVr42nkX5SmqSRionBkW6Sl07BZ22tMSRbbFOjks3G&#10;Maxlr492jrVRTjZYRzazGj6jOTYrYh8qV+02yBalSRSr+ORJhq40EfwrNHNM4FPEiVG5dFAnA2Oo&#10;tBmmJEVUpPMEi7M01QkW9I9NbmeGgE1im2kEG0Wat50iOA1gQ0jOi7QEXEjexOkzGWmFy5I4JtlM&#10;sS6UZssseN4rpJ8UG5Mzp2itTAXglzj1nIrUGNV6MyZL1jHOiQqj8qoZ+GSQFVTrzUQmjjCBrGH1&#10;qGI0A8Nh/lCzyZMI8oyzNawdnTaZzSDNePdENo1UFsiMrzguGxooTqp1nYNP0ACpjcHkmhAdjJYA&#10;y1w1Z3Co2moj56CUCtkGddDms6aoLZAV1lLZMdplkMfGskN90ClEMwbgoWVxgQMthnJhR2ZNaxQd&#10;pWHkUs1cjcZWgNgRcYDFkbqWc9m7Xsa1JO5x8eQ6MWiNdvjX0Y/NY/1D40f0rqXh1oqbjeF99XC3&#10;r76s/zEejSaiBuzsAS6TnHgCR/5CCPSWQMV17xcW6OIZISlU6quoON7pB36RIJeIKokJO/GBwtio&#10;hjP4iCGah4gqbPbIBEhH1nEAuV2oTzm4UPFkoZYb5cloSSUHnOO9xfZhoLeJs7BFcFhSSQQRm4xj&#10;W8ZedWi62ntqiHmMNGihvMJQTOE9CDUMkBCvDWdtJcjrVJW+hkIIpWEgDXUWvPHKTuEvUVXwVFut&#10;BNJQdfBkHAlPX2kWeyDWiakRu1U6U/6izERrOhIrIkampvDNAsNzF4FUlfTkxAmQhjoLHr+4WU6G&#10;v0RVwbPCEkhD1cGTlSU8ORG+lcdZNlBDK3a1PPAULKdsHHYtvB0lcdYJqSrp2coSSEOdBY+tCkvP&#10;8JeoKnhWWAJpqDp4cq2EZ49gD846BWpoyrSuxY9nxiHP4kdbIOL6Hr7krmKTiSXMdaLKLAST+AaP&#10;RbxOVGGT7yT2daIOG90psclviVhIRIRWGwurzLnyl8jA+MHENiFfwp+XixSJKrnJtBLmOnEONqCN&#10;RCTsC0QVNrUWEuY6cQ62ld3G/9bMvNlgOfQ5HdZkPIeBjqxSO8vGAjEDDXUOvPQYoV8gqrDZChJH&#10;Q50F7wBHocz4l8kvObwZE7CT4l1gwjbp5a57Mp5dpiO/lEskfkw9BgqIi1KSKHBQkVUc4AjrNQ42&#10;wj0s2JkVJmdypk+fASqTX0YB6hJZqQMJm8r4gJbZGy+d6EAaY7FQcTAFbZjIWhLcI7/CTYHbmaP9&#10;MuHb14qMKUgquVlgcswKZi10MLDl6VWD3R9tGQu7uWthcB1ZZyUIFi/VpJypyEoO1LbFfvdyWA9k&#10;DitKffCDCXudCj8QFB7iBA45Mi4kA9IMnKT2QoYrGrbWR6nMQOQ6y8HLMTUZU3UGWo+nBOljjKIJ&#10;0xhDbo70Fq0zMQPkfe/3ic2YPMf8PGfiSeJrJn4nDcycjouPTybLQEXW+QBOpnBxyjXLOkAHOnYy&#10;azxsql4PUjhX8Bwmecfgt4SZZCnYg8DRYdtWweHV3Al71AglM20gY4rXWYmhsJSEUFWR53GQNcxA&#10;OHpzYJUfGOPKGYq/TNNv79UZOpYOJ6VXugYxPLBXUHVa81maTDB0tAAb/+PYowSDVB18itabAKWU&#10;HiVTOt8OhplYVEQhNTwZFVo8bwzW4ZNI3Dh7QZ6TYRjKyjLIjPFYOXDgI3pID2A4pYm4SIlteEOW&#10;c+Hyig+IrONAfrsMFXSQo3UcKF6mHCi4DNx2GetAwWvmWIm3ciYG5zw8cQ+T53ia50yChhlPQkws&#10;wJdGevurwVJ6DcnvyvqX44OXVOSXcr22iBgqFbvDJpCl87guYZus5ECVJpWLyFIOlfswhg9QIRDV&#10;i4idl8giSp/t4QoWpQ1oj7HEeXl0OmRU4vg2F2cgDVnJgSrNlANbaZIt+RvDa6zjwMkskf0wfx5M&#10;GoEcT5XMHD/kLKzMWnyCPAkAapPhSoLe0/zlAzs845wSyDKImRxWm6KohDnSSiqyzg+8tDLJQUWe&#10;yWGy4kTyeSOZvORA2QxeuFN6X9jCyb0fPdxX7JrDfvP1/nBwR9hde3/31aFdPJZwAdXkaRqOmsSw&#10;w8kd/BeJTfzdxVPj5uPSP8B1xZW7eomXLd1T/3z3DC/d412z+QQXOB/O7f5+B7dbseq6N3Bh1ItJ&#10;l1vdjdTxbw86XOj98C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/CgAAW0NvbnRlbnRfVHlwZXNdLnhtbFBLAQIUAAoAAAAAAIdO4kAAAAAAAAAA&#10;AAAAAAAGAAAAAAAAAAAAEAAAAKEJAABfcmVscy9QSwECFAAUAAAACACHTuJAihRmPNEAAACUAQAA&#10;CwAAAAAAAAABACAAAADFCQAAX3JlbHMvLnJlbHNQSwECFAAKAAAAAACHTuJAAAAAAAAAAAAAAAAA&#10;BAAAAAAAAAAAABAAAAAAAAAAZHJzL1BLAQIUABQAAAAIAIdO4kD1AM+G2AAAAA0BAAAPAAAAAAAA&#10;AAEAIAAAACIAAABkcnMvZG93bnJldi54bWxQSwECFAAUAAAACACHTuJAbjEtOU4IAAAYLAAADgAA&#10;AAAAAAABACAAAAAnAQAAZHJzL2Uyb0RvYy54bWxQSwUGAAAAAAYABgBZAQAA5wsAAAAA&#10;" path="m245,0c9,0,9,0,9,0c4,0,0,4,0,9c0,245,0,245,0,245c0,251,4,255,9,255c245,255,245,255,245,255c251,255,255,251,255,245c255,9,255,9,255,9c255,4,251,0,245,0xm65,236c65,236,65,236,65,236c19,236,19,236,19,236c19,216,19,216,19,216c34,216,34,216,34,216c39,216,44,212,44,206c44,201,39,197,34,197c19,197,19,197,19,197c19,164,19,164,19,164c34,164,34,164,34,164c39,164,44,159,44,154c44,148,39,144,34,144c19,144,19,144,19,144c19,111,19,111,19,111c34,111,34,111,34,111c39,111,44,107,44,101c44,96,39,91,34,91c19,91,19,91,19,91c19,58,19,58,19,58c34,58,34,58,34,58c39,58,44,54,44,49c44,43,39,39,34,39c19,39,19,39,19,39c19,19,19,19,19,19c65,19,65,19,65,19c65,236,65,236,65,236xm236,236c236,236,236,236,236,236c77,236,77,236,77,236c77,19,77,19,77,19c236,19,236,19,236,19c236,236,236,236,236,236xm116,184c116,184,116,184,116,184c196,184,196,184,196,184c200,184,202,182,202,179c202,170,202,170,202,170c202,166,201,162,200,158c198,154,196,151,193,148c190,145,187,142,183,141c181,140,181,140,181,140c182,139,182,139,182,139c189,133,193,124,193,113c193,103,189,94,182,87c176,81,166,76,156,76c146,76,137,81,130,87c123,94,119,103,119,113c119,124,123,133,130,139c131,140,131,140,131,140c127,142,123,144,119,148c117,151,114,154,112,158c111,162,110,166,110,170c110,179,110,179,110,179c110,182,113,184,116,184xm138,96c138,96,138,96,138,96c143,91,149,88,156,88c163,88,169,91,174,96c178,100,181,106,181,113c181,120,178,127,174,131c169,135,163,138,156,138c156,138,156,138,156,138c149,138,143,135,138,131c134,127,131,120,131,113c131,106,134,100,138,96xm122,170c122,170,122,170,122,170c122,167,122,165,123,162c124,160,126,158,128,156c131,152,136,150,142,150c171,150,171,150,171,150c173,150,176,151,178,152c181,153,183,154,185,156c186,158,188,160,189,162c190,165,190,167,190,170c190,173,190,173,190,173c122,173,122,173,122,173c122,170,122,170,122,170xe">
                <v:path textboxrect="0,0,255,255" o:connectlocs="5844,0;0,159105;159105,165600;165600,5844;42211,153261;12338,153261;22080,140272;22080,127934;12338,106503;28574,100009;12338,93515;22080,72084;22080,59096;12338,37665;28574,31821;12338,25327;42211,12338;153261,153261;50004,153261;153261,12338;75331,119491;127284,119491;131181,110400;125336,96112;117543,90917;125336,73383;101308,49355;77280,73383;85072,90917;72734,102607;71435,116244;89618,62343;101308,57148;117543,73383;101308,89618;89618,85072;89618,62343;79228,110400;83124,101308;111049,97411;120141,101308;123388,110400;79228,112348" o:connectangles="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3F66B64C">
                      <w:pPr>
                        <w:jc w:val="center"/>
                        <w:rPr>
                          <w:rFonts w:hint="eastAsia" w:eastAsiaTheme="minorEastAsia"/>
                          <w:color w:val="0D0D0D" w:themeColor="text1" w:themeTint="F2"/>
                          <w:lang w:val="en-US" w:eastAsia="zh-CN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5617210</wp:posOffset>
                </wp:positionH>
                <wp:positionV relativeFrom="paragraph">
                  <wp:posOffset>1490980</wp:posOffset>
                </wp:positionV>
                <wp:extent cx="254000" cy="181610"/>
                <wp:effectExtent l="0" t="0" r="12700" b="9525"/>
                <wp:wrapNone/>
                <wp:docPr id="253" name="任意多边形 7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6760210" y="2405380"/>
                          <a:ext cx="254000" cy="18161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rgbClr val="186697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76" o:spid="_x0000_s1026" o:spt="100" style="position:absolute;left:0pt;margin-left:442.3pt;margin-top:117.4pt;height:14.3pt;width:20pt;z-index:251670528;mso-width-relative:page;mso-height-relative:page;" fillcolor="#186697" filled="t" stroked="f" coordsize="263,184" o:gfxdata="UEsDBAoAAAAAAIdO4kAAAAAAAAAAAAAAAAAEAAAAZHJzL1BLAwQUAAAACACHTuJAOO2jXdkAAAAL&#10;AQAADwAAAGRycy9kb3ducmV2LnhtbE2PPU/DMBCGdyT+g3VIbNRpGqyQxulQqagTEiULmxsfSUps&#10;p7bTj3/PdaLjvffo/ShXFzOwE/rQOythPkuAoW2c7m0rof7avOTAQlRWq8FZlHDFAKvq8aFUhXZn&#10;+4mnXWwZmdhQKAldjGPBeWg6NCrM3IiWfj/OGxXp9C3XXp3J3Aw8TRLBjeotJXRqxHWHze9uMhKm&#10;j624hvpb1K/v6267iUffHo5SPj/NkyWwiJf4D8OtPlWHijrt3WR1YIOEPM8EoRLSRUYbiHhLb8qe&#10;FLHIgFclv99Q/QFQSwMEFAAAAAgAh07iQEh24uBnBQAAbxkAAA4AAABkcnMvZTJvRG9jLnhtbMVZ&#10;zW7bRhC+F+g7ELzX4vJPP7ActDHSS9AGSPIANLWSiJJcgktbds+9995j0ZcogvZpmiKP0dk/UUNK&#10;4RgI0ItNjofffjM7u/Pt+vrFY1V6D7yVhajXPrsKfI/XudgU9W7tv3/36puF78kuqzdZKWq+9p+4&#10;9F/cfP3V9aFZ8VDsRbnhrQcgtVwdmrW/77pmNZvJfM+rTF6Jhtfwx61oq6yD13Y327TZAdCrchYG&#10;QTo7iHbTtCLnUoL11vzRt4gtBVBst0XOb0V+X/G6M6gtL7MOQpL7opH+jWa73fK8+3G7lbzzyrUP&#10;kXb6JwwCz3fq5+zmOlvt2qzZF7mlkFEoDGKqsqKGQY9Qt1mXefdtMYKqirwVUmy7q1xUMxOIzghE&#10;wYJBbt7us4brWCDVsjkmXX452PyHhzetV2zWfphEvldnFUz5Px8+/PvLrx//+O3T339+/Ot3b56q&#10;PB0auQL3t82bVkUqm9ci/0l6tXi5z+od/1Y2kG2oKOU7Q87qRdrPHrdtpT6H0L3HtZ/O0yBkMBtP&#10;wCAOkmhh54Q/dl4ODmESBwH8PQcHtmAp+Cr8bOWA8nvZfc+FBs0eXsvOTOnGPWV795Q/1vCoBocn&#10;DzirAlCvjZCKS5gkmkcc2iHA7bI3iy1rknM4NyGSnNlzaBjnxKRdh3aZcwRrG/KYkpxDk43lksTZ&#10;xMcYDTrWPFhIyrTJM5tHJCJLA72IKd6RpR2SaENhqPQRg4xS4w3Vayr2s+WUmChTvdSgvD/vbCY9&#10;TSjILDLeES1/tkaAPYE1e6a3XWCkuUlNsc5JU8NC472keccmJTTvMDEzmZCq9Xm7yPO8XZQsIM2O&#10;3c8WJN7WmdHKFbYQsxRIU2kTyGAXJBSVw45I2GFgVzyUOQE8ZKYGGW3JO/cFCZzZuiLOzzOn839x&#10;N1uR7ZtN1qluqnsmPHoHaJopyIa96s2x7qWVeODvhPbozjbV3iG/vyvy7/jPp+6oq0Jn1hjTRsUS&#10;oeE3CwM7oCpaqzCc0fQibBy262lssx6MdDjynjSSeBvWsV4NDtradG92Nui9KrxeCkyyRnrAwUwb&#10;SaxDs2maru2wraZY6MY1MPZCY5J3aCVBoFelw2G2mZvNcWjtlckkvANiepd1QG5Q+A37zNE6kjKT&#10;8KB69N4J4uMECAbTVpDhJ9aR9plEN32QzXFp2CHNNua4s5FWmkR3EmiOq9ECxSiisbiahrfxArOT&#10;JLhBYes+Zz1uzdPwNg24QqyQZ4Huky45Y/k2CW8DXqCyseg4YSO1N4ntvkApgKWuasboQEccGUlL&#10;FStEh0OxEuHNGolQfpnNlpGl/aCmfnv5OZkZrEHPA523Etmb4o5QSbpBY7RaWTQUuJPskcp1NKeN&#10;NOpIFDtwJyOM+D1vpcHbaJdoL2Ag21RRDqwjxT2ZGSy7HU+KlcReCxfgGaN5PVrROhurdAJ7Wwqo&#10;6DFQH9Op75h9KSTXG1+vnax4sRPc683e45wCQgcCN/q0ccwIhW+44PPDANyeKs5bafC2xQSo2NxR&#10;Ac4AJ53BWZn2JcEfP0FAiR00RIOOTzMoHWcTb6VJhLSDg8dboKPSH38m4RlkxYgH1IBZavtdgsxn&#10;TkyTI4TMKE4WogS54xEDYXcyAb2Z3pvdN1iiUKykCR4czVwl0sy0EezxguFidD1haB4tXVw3+O3s&#10;cj/GgKEumMcxfLFtxXUUuw1dIHDBPOAFr+qUqa94j8dN7dNf80pRFptXRVkqGS7b3d3LsvUeMrji&#10;Z4s0Xepih0+QW1mr0+oygUJVX9VCfQ8lC34l3PLqC2tzR61uq+/E5gnuxe+bttjt0aU23MPrj+z/&#10;DNRF/+m7Rur/T3LzH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NkHAABbQ29udGVudF9UeXBlc10ueG1sUEsBAhQACgAAAAAAh07iQAAAAAAAAAAA&#10;AAAAAAYAAAAAAAAAAAAQAAAAuwYAAF9yZWxzL1BLAQIUABQAAAAIAIdO4kCKFGY80QAAAJQBAAAL&#10;AAAAAAAAAAEAIAAAAN8GAABfcmVscy8ucmVsc1BLAQIUAAoAAAAAAIdO4kAAAAAAAAAAAAAAAAAE&#10;AAAAAAAAAAAAEAAAAAAAAABkcnMvUEsBAhQAFAAAAAgAh07iQDjto13ZAAAACwEAAA8AAAAAAAAA&#10;AQAgAAAAIgAAAGRycy9kb3ducmV2LnhtbFBLAQIUABQAAAAIAIdO4kBIduLgZwUAAG8ZAAAOAAAA&#10;AAAAAAEAIAAAACgBAABkcnMvZTJvRG9jLnhtbFBLBQYAAAAABgAGAFkBAAABCQ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-641350</wp:posOffset>
                </wp:positionH>
                <wp:positionV relativeFrom="paragraph">
                  <wp:posOffset>8522970</wp:posOffset>
                </wp:positionV>
                <wp:extent cx="6510655" cy="90424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1650" y="9437370"/>
                          <a:ext cx="6510655" cy="904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2C39C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I am a passionate and aggressive marketing specialist with team leadership and problem-solving skills, strong time management skills, strong analytical thinking and planning skills, and strong resistance to stress and adaptability。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5pt;margin-top:671.1pt;height:71.2pt;width:512.65pt;z-index:251669504;mso-width-relative:page;mso-height-relative:page;" filled="f" stroked="f" coordsize="21600,21600" o:gfxdata="UEsDBAoAAAAAAIdO4kAAAAAAAAAAAAAAAAAEAAAAZHJzL1BLAwQUAAAACACHTuJARSbR3t4AAAAO&#10;AQAADwAAAGRycy9kb3ducmV2LnhtbE2PzU7DMBCE70i8g7VI3Fo7bqjSNE6FIlVICA4tvXDbxG4S&#10;Edshdn/g6VlOcNyZ0ew3xeZqB3Y2U+i9U5DMBTDjGq971yo4vG1nGbAQ0WkcvDMKvkyATXl7U2Cu&#10;/cXtzHkfW0YlLuSooItxzDkPTWcshrkfjSPv6CeLkc6p5XrCC5XbgUshltxi7+hDh6OpOtN87E9W&#10;wXO1fcVdLW32PVRPL8fH8fPw/qDU/V0i1sCiuca/MPziEzqUxFT7k9OBDQpmiUhoTCRnkUoJjDIr&#10;mS6A1SSlWboEXhb8/4zyB1BLAwQUAAAACACHTuJAf45n4UQCAABxBAAADgAAAGRycy9lMm9Eb2Mu&#10;eG1srVTNbhMxEL4j8Q6W72Q3aX5o1E0VWhUhVbRSQZwdr7e7kv+wneyWB4A34MSFO8+V5+Czd9OW&#10;wqEHLs7YM/vNfN/M5OS0U5LshPON0QUdj3JKhOambPRtQT9+uHj1mhIfmC6ZNFoU9E54erp6+eKk&#10;tUsxMbWRpXAEINovW1vQOgS7zDLPa6GYHxkrNJyVcYoFXN1tVjrWAl3JbJLn86w1rrTOcOE9Xs97&#10;Jx0Q3XMATVU1XJwbvlVChx7VCckCKPm6sZ6uUrVVJXi4qiovApEFBdOQTiSBvYlntjphy1vHbN3w&#10;oQT2nBKecFKs0Uh6D3XOAiNb1/wFpRrujDdVGHGjsp5IUgQsxvkTbW5qZkXiAqm9vRfd/z9Y/n53&#10;7UhTFvSYEs0UGr7//m3/49f+51dyHOVprV8i6sYiLnRvTIehObx7PEbWXeVU/AUfAv8sH89nUPgO&#10;qNOjxdFi0Fl0gXD457NxPp/NKOExIp9OpikgewCyzoe3wigSjYI69DHJy3aXPqAohB5CYl5tLhop&#10;Uy+lJi0yHCH/Hx58ITU+jHT6sqMVuk03cNyY8g4UnelnxFt+0SD5JfPhmjkMBQhhbcIVjkoaJDGD&#10;RUlt3Jd/vcd49ApeSloMWUH95y1zghL5TqOLx+MpqJOQLtPZYoKLe+zZPPborTozmOMxFtTyZMb4&#10;IA9m5Yz6hO1ax6xwMc2Ru6DhYJ6FfvSxnVys1ykIc2hZuNQ3lkfoXrT1NpiqSUpHmXptBvUwiakB&#10;w9bEUX98T1EP/xSr3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EUm0d7eAAAADgEAAA8AAAAAAAAA&#10;AQAgAAAAIgAAAGRycy9kb3ducmV2LnhtbFBLAQIUABQAAAAIAIdO4kB/jmfhRAIAAHEEAAAOAAAA&#10;AAAAAAEAIAAAAC0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E2C39C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I am a passionate and aggressive marketing specialist with team leadership and problem-solving skills, strong time management skills, strong analytical thinking and planning skills, and strong resistance to stress and adaptability。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-637540</wp:posOffset>
                </wp:positionH>
                <wp:positionV relativeFrom="paragraph">
                  <wp:posOffset>5058410</wp:posOffset>
                </wp:positionV>
                <wp:extent cx="6668770" cy="110934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5460" y="5972810"/>
                          <a:ext cx="6668770" cy="1109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C28DE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val="en-US" w:eastAsia="zh-CN"/>
                              </w:rPr>
                              <w:t xml:space="preserve">20XX.9-20XX.6  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</w:rPr>
                              <w:t>Bejing Red Panda Co., Ltd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eastAsia="zh-CN"/>
                              </w:rPr>
                              <w:t>Marketing specialist</w:t>
                            </w:r>
                          </w:p>
                          <w:p w14:paraId="1139DA9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main duty：</w:t>
                            </w:r>
                          </w:p>
                          <w:p w14:paraId="6259EE5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Organize the implementation of publicity and promotion work, conduct market research。</w:t>
                            </w:r>
                          </w:p>
                          <w:p w14:paraId="11A0135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Responsible for data and quality records, on-site management and control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14C530B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17197CB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firstLine="1100" w:firstLineChars="50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3C01EBF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</w:rPr>
                            </w:pPr>
                          </w:p>
                          <w:p w14:paraId="634BC55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333333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2pt;margin-top:398.3pt;height:87.35pt;width:525.1pt;z-index:251668480;mso-width-relative:page;mso-height-relative:page;" filled="f" stroked="f" coordsize="21600,21600" o:gfxdata="UEsDBAoAAAAAAIdO4kAAAAAAAAAAAAAAAAAEAAAAZHJzL1BLAwQUAAAACACHTuJAhgO4td0AAAAM&#10;AQAADwAAAGRycy9kb3ducmV2LnhtbE2Py07DMBBF90j8gzVI7Fo7paRNiFOhSBUSgkVLN+yc2E0i&#10;7HGI3Qf9eqYr2M1oju6cW6zOzrKjGUPvUUIyFcAMNl732ErYfawnS2AhKtTKejQSfkyAVXl7U6hc&#10;+xNuzHEbW0YhGHIloYtxyDkPTWecClM/GKTb3o9ORVrHlutRnSjcWT4TIuVO9UgfOjWYqjPN1/bg&#10;JLxW63e1qWduebHVy9v+efjefT5KeX+XiCdg0ZzjHwxXfVKHkpxqf0AdmJUwSYSYEythkaUpMEKy&#10;eUZtahoWyQPwsuD/S5S/UEsDBBQAAAAIAIdO4kBrV44GRwIAAHQEAAAOAAAAZHJzL2Uyb0RvYy54&#10;bWytVEtu2zAQ3RfoHQjuG0mOP7EROXATpCgQNAHSomuaoiIB/JWkI6UHaG/QVTfd91w5Rx8pOQnS&#10;LrLohh5yxm/mvZnR8UmvJLkVzrdGl7Q4yCkRmpuq1Tcl/fTx/M0RJT4wXTFptCjpnfD0ZP361XFn&#10;V2JiGiMr4QhAtF91tqRNCHaVZZ43QjF/YKzQcNbGKRZwdTdZ5VgHdCWzSZ7Ps864yjrDhfd4PRuc&#10;dER0LwE0dd1ycWb4TgkdBlQnJAug5JvWerpO1da14OGyrr0IRJYUTEM6kQT2Np7Z+pitbhyzTcvH&#10;EthLSnjGSbFWI+kD1BkLjOxc+xeUarkz3tThgBuVDUSSImBR5M+0uW6YFYkLpPb2QXT//2D5h9sr&#10;R9qqpJMlJZopdPz+x/f7n7/vf30jeINAnfUrxF1bRIb+rekxNvt3j8fIu6+dir9gROCf5bPpHBrf&#10;wVwuJkfFqLToA+Hwz+fzo8UCARwRRZEvD6ezCJk9IlnnwzthFIlGSR1amRRmtxc+DKH7kJhYm/NW&#10;ytROqUmHFIezPP3hwQNwqZEj8hnqjlbot/1IcmuqO3B0ZhgTb/l5i+QXzIcr5jAXKBibEy5x1NIg&#10;iRktShrjvv7rPcajXfBS0mHOSuq/7JgTlMj3Go1cFtMpYEO6TGeLCS7uqWf71KN36tRglAvsqOXJ&#10;jPFB7s3aGfUZC7aJWeFimiN3ScPePA3D9GNBudhsUhBG0bJwoa8tj9CDnJtdMHWblI4yDdqM6mEY&#10;U6/GxYnT/vSeoh4/Fu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gO4td0AAAAMAQAADwAAAAAA&#10;AAABACAAAAAiAAAAZHJzL2Rvd25yZXYueG1sUEsBAhQAFAAAAAgAh07iQGtXjgZHAgAAdAQAAA4A&#10;AAAAAAAAAQAgAAAALAEAAGRycy9lMm9Eb2MueG1sUEsFBgAAAAAGAAYAWQEAAOU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DC28DE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val="en-US" w:eastAsia="zh-CN"/>
                        </w:rPr>
                        <w:t xml:space="preserve">20XX.9-20XX.6  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186697"/>
                          <w:sz w:val="22"/>
                          <w:szCs w:val="22"/>
                        </w:rPr>
                        <w:t>Bejing Red Panda Co., Ltd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val="en-US" w:eastAsia="zh-CN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eastAsia="zh-CN"/>
                        </w:rPr>
                        <w:t>Marketing specialist</w:t>
                      </w:r>
                    </w:p>
                    <w:p w14:paraId="1139DA9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main duty：</w:t>
                      </w:r>
                    </w:p>
                    <w:p w14:paraId="6259EE5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Organize the implementation of publicity and promotion work, conduct market research。</w:t>
                      </w:r>
                    </w:p>
                    <w:p w14:paraId="11A0135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Responsible for data and quality records, on-site management and control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 w14:paraId="14C530B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 w14:paraId="17197CB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firstLine="1100" w:firstLineChars="50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 w14:paraId="3C01EBF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</w:rPr>
                      </w:pPr>
                    </w:p>
                    <w:p w14:paraId="634BC55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333333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-643890</wp:posOffset>
                </wp:positionH>
                <wp:positionV relativeFrom="paragraph">
                  <wp:posOffset>1811655</wp:posOffset>
                </wp:positionV>
                <wp:extent cx="6539230" cy="122301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9110" y="2726055"/>
                          <a:ext cx="6539230" cy="12230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7E48B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595959" w:themeColor="text1" w:themeTint="A6"/>
                                <w:sz w:val="22"/>
                                <w:szCs w:val="22"/>
                                <w:lang w:val="en-US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val="en-US" w:eastAsia="zh-CN"/>
                              </w:rPr>
                              <w:t>20XX.9-20XX.6         graduted school：Panda University       profession：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val="en-US" w:eastAsia="zh-CN"/>
                              </w:rPr>
                              <w:t>Marketing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F4E79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2E75B6" w:themeColor="accent1" w:themeShade="BF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D7948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B9BD5" w:themeColor="accent1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accent1"/>
                                  </w14:solidFill>
                                </w14:textFill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F4E79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 w:themeColor="text1" w:themeTint="A6"/>
                                <w:sz w:val="22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 w14:paraId="5854C81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major：</w:t>
                            </w:r>
                          </w:p>
                          <w:p w14:paraId="4E10A38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1320" w:hanging="1320" w:hangingChars="60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statistics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International Marketing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Market research and forecast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Business psychology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Currency </w:t>
                            </w:r>
                          </w:p>
                          <w:p w14:paraId="5E8F40F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ind w:left="1320" w:hanging="1320" w:hangingChars="60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banking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international trade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Economic law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university English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Economic Mathematics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7pt;margin-top:142.65pt;height:96.3pt;width:514.9pt;z-index:251667456;mso-width-relative:page;mso-height-relative:page;" filled="f" stroked="f" coordsize="21600,21600" o:gfxdata="UEsDBAoAAAAAAIdO4kAAAAAAAAAAAAAAAAAEAAAAZHJzL1BLAwQUAAAACACHTuJA/EsHpN0AAAAM&#10;AQAADwAAAGRycy9kb3ducmV2LnhtbE2Py07DMBBF90j8gzVI7Fo7oaVpiFOhSBUSgkVLN+wmsZtE&#10;+BFi90G/nukKljNzdOfcYnW2hh31GHrvJCRTAUy7xqvetRJ2H+tJBixEdAqNd1rCjw6wKm9vCsyV&#10;P7mNPm5jyyjEhRwldDEOOeeh6bTFMPWDdnTb+9FipHFsuRrxROHW8FSIR26xd/Shw0FXnW6+tgcr&#10;4bVav+OmTm12MdXL2/55+N59zqW8v0vEE7Coz/EPhqs+qUNJTrU/OBWYkTBJRDIjVkKazR+AEbJM&#10;M9rUEmaLxRJ4WfD/JcpfUEsDBBQAAAAIAIdO4kC/lyjzRgIAAHIEAAAOAAAAZHJzL2Uyb0RvYy54&#10;bWytVEtu2zAU3BfoHQjua1myndRG5MCN4aJA0ARIi65piooE8FeSjpQeoL1BVt1033PlHB1SdhKk&#10;XWTRDf3IN57Hmfeok9NeSXIjnG+NLmk+GlMiNDdVq69L+vnT5s1bSnxgumLSaFHSW+Hp6fL1q5PO&#10;LkRhGiMr4QhItF90tqRNCHaRZZ43QjE/MlZoJGvjFAvYuuuscqwDu5JZMR4fZZ1xlXWGC+9xuh6S&#10;dM/oXkJo6rrlYm34TgkdBlYnJAuQ5JvWerpMt61rwcNFXXsRiCwplIa0ogjibVyz5QlbXDtmm5bv&#10;r8BecoVnmhRrNYo+UK1ZYGTn2r+oVMud8aYOI25UNghJjkBFPn7mzVXDrEhaYLW3D6b7/0fLP95c&#10;OtJWJZ1SoplCw+/vftz//H3/6zuZRns66xdAXVngQv/O9Biaw7nHYVTd107FX+ghyE/n8zyHw7cl&#10;LY6Lo/FsNvgs+kA48kezybyYAMCByAuEQKNU9shknQ/vhVEkBiV1aGTyl92c+zBAD5BYWJtNK2Vq&#10;ptSkQ4nJbJz+8JABudSoEfUM945R6Lf9XuTWVLfQ6MwwJN7yTYvi58yHS+YwFbgw3k24wFJLgyJm&#10;H1HSGPftX+cRj2YhS0mHKSup/7pjTlAiP2i0cZ5Pp6ANaTOdHRfYuKeZ7dOM3qkzg0HO8UItT2HE&#10;B3kIa2fUFzyvVayKFNMctUsaDuFZGGYfz5OL1SqBMIiWhXN9ZXmkHuxc7YKp2+R0tGnwZu8eRjH1&#10;av9s4qw/3SfU46di+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8Swek3QAAAAwBAAAPAAAAAAAA&#10;AAEAIAAAACIAAABkcnMvZG93bnJldi54bWxQSwECFAAUAAAACACHTuJAv5co80YCAAByBAAADgAA&#10;AAAAAAABACAAAAAs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77E48B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ascii="微软雅黑" w:hAnsi="微软雅黑" w:eastAsia="微软雅黑"/>
                          <w:b/>
                          <w:bCs/>
                          <w:color w:val="595959" w:themeColor="text1" w:themeTint="A6"/>
                          <w:sz w:val="22"/>
                          <w:szCs w:val="22"/>
                          <w:lang w:val="en-US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val="en-US" w:eastAsia="zh-CN"/>
                        </w:rPr>
                        <w:t>20XX.9-20XX.6         graduted school：Panda University       profession：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186697"/>
                          <w:sz w:val="22"/>
                          <w:szCs w:val="22"/>
                          <w:lang w:val="en-US" w:eastAsia="zh-CN"/>
                        </w:rPr>
                        <w:t>Marketing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sz w:val="22"/>
                          <w:szCs w:val="22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F4E79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2E75B6" w:themeColor="accent1" w:themeShade="BF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D7948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B9BD5" w:themeColor="accent1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accent1"/>
                            </w14:solidFill>
                          </w14:textFill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F4E79"/>
                          <w:sz w:val="22"/>
                          <w:szCs w:val="22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 w:themeColor="text1" w:themeTint="A6"/>
                          <w:sz w:val="22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</w:p>
                    <w:p w14:paraId="5854C81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major：</w:t>
                      </w:r>
                    </w:p>
                    <w:p w14:paraId="4E10A38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1320" w:hanging="1320" w:hangingChars="60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statistics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International Marketing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Market research and forecast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Business psychology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Currency </w:t>
                      </w:r>
                    </w:p>
                    <w:p w14:paraId="5E8F40F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ind w:left="1320" w:hanging="1320" w:hangingChars="60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banking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international trade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Economic law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university English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Economic Mathematics</w:t>
                      </w:r>
                      <w:r>
                        <w:rPr>
                          <w:rFonts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-636905</wp:posOffset>
                </wp:positionH>
                <wp:positionV relativeFrom="paragraph">
                  <wp:posOffset>3656965</wp:posOffset>
                </wp:positionV>
                <wp:extent cx="6611620" cy="138938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6095" y="4571365"/>
                          <a:ext cx="6611620" cy="1389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67392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 w:line="240" w:lineRule="auto"/>
                              <w:jc w:val="left"/>
                              <w:textAlignment w:val="auto"/>
                              <w:outlineLvl w:val="9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1F4E79" w:themeColor="accent1" w:themeShade="80"/>
                                <w:sz w:val="22"/>
                                <w:szCs w:val="22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val="en-US" w:eastAsia="zh-CN"/>
                              </w:rPr>
                              <w:t xml:space="preserve">20XX.9-Right now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</w:rPr>
                              <w:t>Bejing Red Panda Co., Ltd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eastAsia="zh-CN"/>
                              </w:rPr>
                              <w:t>Marketing executive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86697"/>
                                <w:sz w:val="22"/>
                                <w:szCs w:val="22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0404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1F4E79" w:themeColor="accent1" w:themeShade="80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 w14:paraId="3D1FDCA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The main work：</w:t>
                            </w:r>
                          </w:p>
                          <w:p w14:paraId="48DFB56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1、Mainly responsible for establishing and maintaining the company's brand strategy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7959034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Responsible for statistics on channels, product promotion and customer development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  <w:p w14:paraId="6B6459B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3、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Implement customer care strategies and monitor the effectiveness of implementation。</w:t>
                            </w:r>
                          </w:p>
                          <w:p w14:paraId="3E0E3EF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6A920E1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15pt;margin-top:287.95pt;height:109.4pt;width:520.6pt;z-index:251666432;mso-width-relative:page;mso-height-relative:page;" filled="f" stroked="f" coordsize="21600,21600" o:gfxdata="UEsDBAoAAAAAAIdO4kAAAAAAAAAAAAAAAAAEAAAAZHJzL1BLAwQUAAAACACHTuJAXQVcQt0AAAAM&#10;AQAADwAAAGRycy9kb3ducmV2LnhtbE2Py07DMBBF90j8gzVI7Fo7pSFNiFOhSBUSgkVLN+wmsZtE&#10;2OMQuw/4eswKdjOaozvnluuLNeykJz84kpDMBTBNrVMDdRL2b5vZCpgPSAqNIy3hS3tYV9dXJRbK&#10;nWmrT7vQsRhCvkAJfQhjwblve23Rz92oKd4ObrIY4jp1XE14juHW8IUQ99ziQPFDj6Oue91+7I5W&#10;wnO9ecVts7Crb1M/vRwex8/9eyrl7U0iHoAFfQl/MPzqR3WoolPjjqQ8MxJmiRB3kZWQZmkOLCL5&#10;UsShkZDlywx4VfL/JaofUEsDBBQAAAAIAIdO4kAgJeWHSQIAAHIEAAAOAAAAZHJzL2Uyb0RvYy54&#10;bWytVEtu2zAQ3RfoHQjua0n+1RYiB24MFwWMJoBbdE1TVCSA5LAkbck9QHuDrLrpvufKOTqk7CRI&#10;u8iiG2rIGb6Z92aoi8tOSXIQ1jWgC5oNUkqE5lA2+ragnz+t38wocZ7pkknQoqBH4ejl4vWri9bk&#10;Ygg1yFJYgiDa5a0paO29yZPE8Voo5gZghEZnBVYxj1t7m5SWtYiuZDJM02nSgi2NBS6cw9NV76Qn&#10;RPsSQKiqhosV8L0S2veoVkjmkZKrG+PoIlZbVYL766pywhNZUGTq44pJ0N6FNVlcsPzWMlM3/FQC&#10;e0kJzzgp1mhM+gC1Yp6RvW3+glINt+Cg8gMOKumJREWQRZY+02ZbMyMiF5TamQfR3f+D5R8PN5Y0&#10;ZUEnlGimsOH3dz/uf/6+//WdTII8rXE5Rm0NxvnuHXQ4NOdzh4eBdVdZFb7Ih6B/kk7TOeIdCzqe&#10;vM1G0wjEctF5wtE/nWbZdIgt4BiRjWbz0Sx2InlEMtb59wIUCUZBLTYy6ssOG+exKgw9h4TEGtaN&#10;lLGZUpMWU4wmabzw4MEbUuPFwKevO1i+23Unkjsoj8jRQj8kzvB1g8k3zPkbZnEqsGB8N/4al0oC&#10;JoGTRUkN9tu/zkM8Ngu9lLQ4ZQV1X/fMCkrkB41tnGfjcRjLuEGtgij2qWf31KP36gpwkDN8oYZH&#10;M8R7eTYrC+oLPq9lyIoupjnmLqg/m1e+n318nlwslzEIB9Ewv9FbwwN0L+dy76FqotJBpl6bk3o4&#10;irEBp2cTZv3pPkY9/ioWfw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dBVxC3QAAAAwBAAAPAAAA&#10;AAAAAAEAIAAAACIAAABkcnMvZG93bnJldi54bWxQSwECFAAUAAAACACHTuJAICXlh0kCAAByBAAA&#10;DgAAAAAAAAABACAAAAAs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C67392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 w:line="240" w:lineRule="auto"/>
                        <w:jc w:val="left"/>
                        <w:textAlignment w:val="auto"/>
                        <w:outlineLvl w:val="9"/>
                        <w:rPr>
                          <w:rFonts w:ascii="微软雅黑" w:hAnsi="微软雅黑" w:eastAsia="微软雅黑"/>
                          <w:b/>
                          <w:bCs/>
                          <w:color w:val="1F4E79" w:themeColor="accent1" w:themeShade="80"/>
                          <w:sz w:val="22"/>
                          <w:szCs w:val="22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val="en-US" w:eastAsia="zh-CN"/>
                        </w:rPr>
                        <w:t xml:space="preserve">20XX.9-Right now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186697"/>
                          <w:sz w:val="22"/>
                          <w:szCs w:val="22"/>
                        </w:rPr>
                        <w:t>Bejing Red Panda Co., Ltd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eastAsia="zh-CN"/>
                        </w:rPr>
                        <w:t>Marketing executive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86697"/>
                          <w:sz w:val="22"/>
                          <w:szCs w:val="22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04040"/>
                          <w:sz w:val="22"/>
                          <w:szCs w:val="22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1F4E79" w:themeColor="accent1" w:themeShade="80"/>
                          <w:sz w:val="22"/>
                          <w:szCs w:val="22"/>
                          <w:lang w:val="en-US" w:eastAsia="zh-CN"/>
                        </w:rPr>
                        <w:t xml:space="preserve">              </w:t>
                      </w:r>
                    </w:p>
                    <w:p w14:paraId="3D1FDCA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The main work：</w:t>
                      </w:r>
                    </w:p>
                    <w:p w14:paraId="48DFB56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1、Mainly responsible for establishing and maintaining the company's brand strategy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 w14:paraId="7959034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Responsible for statistics on channels, product promotion and customer development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  <w:p w14:paraId="6B6459B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3、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Implement customer care strategies and monitor the effectiveness of implementation。</w:t>
                      </w:r>
                    </w:p>
                    <w:p w14:paraId="3E0E3EF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 w14:paraId="6A920E1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-636270</wp:posOffset>
                </wp:positionH>
                <wp:positionV relativeFrom="paragraph">
                  <wp:posOffset>6898640</wp:posOffset>
                </wp:positionV>
                <wp:extent cx="6634480" cy="838200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6730" y="7813040"/>
                          <a:ext cx="663448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B840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language skill：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Proficient in English, fluent in oral English, normal communication</w:t>
                            </w:r>
                          </w:p>
                          <w:p w14:paraId="1CF2F20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professional skill：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Take the international marketing certificate, the first place in the profession</w:t>
                            </w:r>
                          </w:p>
                          <w:p w14:paraId="7185C17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line="240" w:lineRule="auto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Office skills：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2"/>
                                <w:szCs w:val="22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Skilled in using Word, Office office software，Beautify PPT，Make a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0.1pt;margin-top:543.2pt;height:66pt;width:522.4pt;z-index:251665408;mso-width-relative:page;mso-height-relative:page;" filled="f" stroked="f" coordsize="21600,21600" o:gfxdata="UEsDBAoAAAAAAIdO4kAAAAAAAAAAAAAAAAAEAAAAZHJzL1BLAwQUAAAACACHTuJAJq+2ZN0AAAAO&#10;AQAADwAAAGRycy9kb3ducmV2LnhtbE2Py07DMBBF90j8gzVI7Fo7UYhCiFOhSBUSgkVLN+yc2E0i&#10;7HGI3Qf9+g4rWM7coztnqtXZWXY0cxg9SkiWApjBzusRewm7j/WiABaiQq2sRyPhxwRY1bc3lSq1&#10;P+HGHLexZ1SCoVQShhinkvPQDcapsPSTQcr2fnYq0jj3XM/qROXO8lSInDs1Il0Y1GSawXRf24OT&#10;8Nqs39WmTV1xsc3L2/55+t59Pkh5f5eIJ2DRnOMfDL/6pA41ObX+gDowK2GRCJESS4ko8gwYMY9Z&#10;lgNraZUmRQa8rvj/N+orUEsDBBQAAAAIAIdO4kAacndGRgIAAHMEAAAOAAAAZHJzL2Uyb0RvYy54&#10;bWytVEtu2zAU3BfoHQjua8mx47hG5MBNkKKA0QRIi65piooE8FeStuQeoL1BVt1033PlHB1SchKk&#10;XWTRDf3IN57Hmfeo07NOSbITzjdGF3Q8yikRmpuy0bcF/fzp8s2cEh+YLpk0WhR0Lzw9W75+ddra&#10;hTgytZGlcAQk2i9aW9A6BLvIMs9roZgfGSs0kpVxigVs3W1WOtaCXcnsKM9nWWtcaZ3hwnucXvRJ&#10;OjC6lxCaqmq4uDB8q4QOPasTkgVI8nVjPV2m21aV4OGqqrwIRBYUSkNaUQTxJq7Z8pQtbh2zdcOH&#10;K7CXXOGZJsUajaIPVBcsMLJ1zV9UquHOeFOFETcq64UkR6BinD/z5qZmViQtsNrbB9P9/6PlH3fX&#10;jjQlJgF910yh4/d3P+5//r7/9Z3gDAa11i+Au7FAhu6d6QA+nHscRt1d5VT8hSKC/HE+O5nA431B&#10;T+bjST4dnBZdIBz52Wwync4B4EDMJ3MMRmTMHoms8+G9MIrEoKAOnUwGs93ahx56gMS62lw2UqZu&#10;Sk1aVJgc5+kPDxmQS40aUU5/7RiFbtMNGjem3EOiM/2UeMsvGxRfMx+umcNY4L54OOEKSyUNipgh&#10;oqQ27tu/ziMe3UKWkhZjVlD/dcucoER+0Ojj2/EU3pCQNtPjkyNs3NPM5mlGb9W5wSSP8UQtT2HE&#10;B3kIK2fUF7yvVayKFNMctQsaDuF56Icf75OL1SqBMImWhbW+sTxS93autsFUTXI62tR7M7iHWUy9&#10;Gt5NHPan+4R6/FYs/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mr7Zk3QAAAA4BAAAPAAAAAAAA&#10;AAEAIAAAACIAAABkcnMvZG93bnJldi54bWxQSwECFAAUAAAACACHTuJAGnJ3RkYCAABzBAAADgAA&#10;AAAAAAABACAAAAAs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70B840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language skill：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Proficient in English, fluent in oral English, normal communication</w:t>
                      </w:r>
                    </w:p>
                    <w:p w14:paraId="1CF2F20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professional skill：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Take the international marketing certificate, the first place in the profession</w:t>
                      </w:r>
                    </w:p>
                    <w:p w14:paraId="7185C17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line="240" w:lineRule="auto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Office skills：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i w:val="0"/>
                          <w:caps w:val="0"/>
                          <w:color w:val="595959" w:themeColor="text1" w:themeTint="A6"/>
                          <w:spacing w:val="0"/>
                          <w:sz w:val="22"/>
                          <w:szCs w:val="22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Skilled in using Word, Office office software，Beautify PPT，Make a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4711065</wp:posOffset>
            </wp:positionH>
            <wp:positionV relativeFrom="paragraph">
              <wp:posOffset>-563245</wp:posOffset>
            </wp:positionV>
            <wp:extent cx="1066800" cy="1600200"/>
            <wp:effectExtent l="0" t="0" r="0" b="0"/>
            <wp:wrapNone/>
            <wp:docPr id="58" name="图片 58" descr="D:\兼职\12月份\简历头像整理\女性\adult-beautiful-close-up-38554.jpgadult-beautiful-close-up-38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D:\兼职\12月份\简历头像整理\女性\adult-beautiful-close-up-38554.jpgadult-beautiful-close-up-38554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-323215</wp:posOffset>
                </wp:positionV>
                <wp:extent cx="2225675" cy="1287780"/>
                <wp:effectExtent l="0" t="0" r="0" b="0"/>
                <wp:wrapNone/>
                <wp:docPr id="21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315970" y="556260"/>
                          <a:ext cx="2225675" cy="1287780"/>
                          <a:chOff x="5124" y="836"/>
                          <a:chExt cx="3505" cy="2028"/>
                        </a:xfrm>
                      </wpg:grpSpPr>
                      <wps:wsp>
                        <wps:cNvPr id="23" name="文本框 87"/>
                        <wps:cNvSpPr txBox="1"/>
                        <wps:spPr>
                          <a:xfrm>
                            <a:off x="5258" y="836"/>
                            <a:ext cx="3371" cy="20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48D452C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88" w:lineRule="auto"/>
                                <w:ind w:firstLine="220" w:firstLineChars="10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Born：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1991-10-01            </w:t>
                              </w:r>
                            </w:p>
                            <w:p w14:paraId="199101B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88" w:lineRule="auto"/>
                                <w:ind w:firstLine="220" w:firstLineChars="100"/>
                                <w:jc w:val="left"/>
                                <w:textAlignment w:val="auto"/>
                                <w:outlineLvl w:val="9"/>
                                <w:rPr>
                                  <w:rFonts w:hint="default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Mobile：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123-4567-7890</w:t>
                              </w:r>
                            </w:p>
                            <w:p w14:paraId="16E6D8A1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88" w:lineRule="auto"/>
                                <w:ind w:firstLine="220" w:firstLineChars="10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Email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2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info@tukppt.com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</w:t>
                              </w:r>
                            </w:p>
                            <w:p w14:paraId="1914C5E4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88" w:lineRule="auto"/>
                                <w:ind w:firstLine="220" w:firstLineChars="10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Address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Shanghai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China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     </w:t>
                              </w:r>
                            </w:p>
                            <w:p w14:paraId="58051654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88" w:lineRule="auto"/>
                                <w:ind w:firstLine="220" w:firstLineChars="10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404040" w:themeColor="text1" w:themeTint="BF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 xml:space="preserve">        </w:t>
                              </w:r>
                            </w:p>
                            <w:p w14:paraId="54FBBA2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88" w:lineRule="auto"/>
                                <w:ind w:firstLine="220" w:firstLineChars="10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现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住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2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址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2"/>
                                  <w:szCs w:val="2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 w:val="0"/>
                                  <w:color w:val="FFFFFF" w:themeColor="background1"/>
                                  <w:sz w:val="22"/>
                                  <w:szCs w:val="22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广东广州市</w:t>
                              </w:r>
                            </w:p>
                            <w:p w14:paraId="7947F492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88" w:lineRule="auto"/>
                                <w:jc w:val="left"/>
                                <w:textAlignment w:val="auto"/>
                                <w:rPr>
                                  <w:rFonts w:ascii="微软雅黑" w:hAnsi="微软雅黑" w:eastAsia="微软雅黑"/>
                                  <w:b w:val="0"/>
                                  <w:bCs w:val="0"/>
                                  <w:color w:val="1F4E79" w:themeColor="accent1" w:themeShade="8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449956F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 w:val="0"/>
                                <w:spacing w:line="288" w:lineRule="auto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/>
                                  <w:color w:val="2F5597" w:themeColor="accent5" w:themeShade="BF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" name="任意多边形 8"/>
                        <wps:cNvSpPr/>
                        <wps:spPr>
                          <a:xfrm flipH="1">
                            <a:off x="5153" y="2321"/>
                            <a:ext cx="203" cy="26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1" y="109"/>
                              </a:cxn>
                              <a:cxn ang="0">
                                <a:pos x="0" y="41"/>
                              </a:cxn>
                              <a:cxn ang="0">
                                <a:pos x="41" y="0"/>
                              </a:cxn>
                              <a:cxn ang="0">
                                <a:pos x="82" y="41"/>
                              </a:cxn>
                              <a:cxn ang="0">
                                <a:pos x="41" y="109"/>
                              </a:cxn>
                              <a:cxn ang="0">
                                <a:pos x="41" y="14"/>
                              </a:cxn>
                              <a:cxn ang="0">
                                <a:pos x="13" y="41"/>
                              </a:cxn>
                              <a:cxn ang="0">
                                <a:pos x="41" y="69"/>
                              </a:cxn>
                              <a:cxn ang="0">
                                <a:pos x="68" y="41"/>
                              </a:cxn>
                              <a:cxn ang="0">
                                <a:pos x="41" y="14"/>
                              </a:cxn>
                              <a:cxn ang="0">
                                <a:pos x="41" y="14"/>
                              </a:cxn>
                              <a:cxn ang="0">
                                <a:pos x="41" y="14"/>
                              </a:cxn>
                            </a:cxnLst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solidFill>
                            <a:srgbClr val="18669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38" name="任意多边形 20"/>
                        <wps:cNvSpPr>
                          <a:spLocks noChangeAspect="1"/>
                        </wps:cNvSpPr>
                        <wps:spPr>
                          <a:xfrm>
                            <a:off x="5144" y="1477"/>
                            <a:ext cx="236" cy="23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4" y="36"/>
                              </a:cxn>
                              <a:cxn ang="0">
                                <a:pos x="36" y="44"/>
                              </a:cxn>
                              <a:cxn ang="0">
                                <a:pos x="24" y="36"/>
                              </a:cxn>
                              <a:cxn ang="0">
                                <a:pos x="16" y="24"/>
                              </a:cxn>
                              <a:cxn ang="0">
                                <a:pos x="24" y="16"/>
                              </a:cxn>
                              <a:cxn ang="0">
                                <a:pos x="12" y="0"/>
                              </a:cxn>
                              <a:cxn ang="0">
                                <a:pos x="0" y="12"/>
                              </a:cxn>
                              <a:cxn ang="0">
                                <a:pos x="16" y="44"/>
                              </a:cxn>
                              <a:cxn ang="0">
                                <a:pos x="48" y="60"/>
                              </a:cxn>
                              <a:cxn ang="0">
                                <a:pos x="60" y="48"/>
                              </a:cxn>
                              <a:cxn ang="0">
                                <a:pos x="44" y="36"/>
                              </a:cxn>
                            </a:cxnLst>
                            <a:pathLst>
                              <a:path w="60" h="60">
                                <a:moveTo>
                                  <a:pt x="44" y="36"/>
                                </a:moveTo>
                                <a:cubicBezTo>
                                  <a:pt x="40" y="40"/>
                                  <a:pt x="40" y="44"/>
                                  <a:pt x="36" y="44"/>
                                </a:cubicBezTo>
                                <a:cubicBezTo>
                                  <a:pt x="32" y="44"/>
                                  <a:pt x="28" y="40"/>
                                  <a:pt x="24" y="36"/>
                                </a:cubicBezTo>
                                <a:cubicBezTo>
                                  <a:pt x="20" y="32"/>
                                  <a:pt x="16" y="28"/>
                                  <a:pt x="16" y="24"/>
                                </a:cubicBezTo>
                                <a:cubicBezTo>
                                  <a:pt x="16" y="20"/>
                                  <a:pt x="20" y="20"/>
                                  <a:pt x="24" y="16"/>
                                </a:cubicBezTo>
                                <a:cubicBezTo>
                                  <a:pt x="28" y="12"/>
                                  <a:pt x="16" y="0"/>
                                  <a:pt x="12" y="0"/>
                                </a:cubicBezTo>
                                <a:cubicBezTo>
                                  <a:pt x="8" y="0"/>
                                  <a:pt x="0" y="12"/>
                                  <a:pt x="0" y="12"/>
                                </a:cubicBezTo>
                                <a:cubicBezTo>
                                  <a:pt x="0" y="20"/>
                                  <a:pt x="8" y="36"/>
                                  <a:pt x="16" y="44"/>
                                </a:cubicBezTo>
                                <a:cubicBezTo>
                                  <a:pt x="24" y="52"/>
                                  <a:pt x="40" y="60"/>
                                  <a:pt x="48" y="60"/>
                                </a:cubicBezTo>
                                <a:cubicBezTo>
                                  <a:pt x="48" y="60"/>
                                  <a:pt x="60" y="52"/>
                                  <a:pt x="60" y="48"/>
                                </a:cubicBezTo>
                                <a:cubicBezTo>
                                  <a:pt x="60" y="44"/>
                                  <a:pt x="48" y="32"/>
                                  <a:pt x="44" y="36"/>
                                </a:cubicBezTo>
                              </a:path>
                            </a:pathLst>
                          </a:custGeom>
                          <a:solidFill>
                            <a:srgbClr val="18669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4" name="任意多边形 21"/>
                        <wps:cNvSpPr>
                          <a:spLocks noChangeAspect="1"/>
                        </wps:cNvSpPr>
                        <wps:spPr>
                          <a:xfrm flipH="1">
                            <a:off x="5124" y="1948"/>
                            <a:ext cx="249" cy="174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0" y="155239615"/>
                              </a:cxn>
                              <a:cxn ang="0">
                                <a:pos x="70554995" y="91800084"/>
                              </a:cxn>
                              <a:cxn ang="0">
                                <a:pos x="113338490" y="126878200"/>
                              </a:cxn>
                              <a:cxn ang="0">
                                <a:pos x="156121986" y="91800084"/>
                              </a:cxn>
                              <a:cxn ang="0">
                                <a:pos x="226676981" y="155239615"/>
                              </a:cxn>
                              <a:cxn ang="0">
                                <a:pos x="0" y="155239615"/>
                              </a:cxn>
                              <a:cxn ang="0">
                                <a:pos x="0" y="155239615"/>
                              </a:cxn>
                              <a:cxn ang="0">
                                <a:pos x="0" y="155239615"/>
                              </a:cxn>
                              <a:cxn ang="0">
                                <a:pos x="162876864" y="85083383"/>
                              </a:cxn>
                              <a:cxn ang="0">
                                <a:pos x="226676981" y="35824128"/>
                              </a:cxn>
                              <a:cxn ang="0">
                                <a:pos x="226676981" y="141059338"/>
                              </a:cxn>
                              <a:cxn ang="0">
                                <a:pos x="162876864" y="85083383"/>
                              </a:cxn>
                              <a:cxn ang="0">
                                <a:pos x="162876864" y="85083383"/>
                              </a:cxn>
                              <a:cxn ang="0">
                                <a:pos x="162876864" y="85083383"/>
                              </a:cxn>
                              <a:cxn ang="0">
                                <a:pos x="0" y="141059338"/>
                              </a:cxn>
                              <a:cxn ang="0">
                                <a:pos x="0" y="35824128"/>
                              </a:cxn>
                              <a:cxn ang="0">
                                <a:pos x="63800117" y="85083383"/>
                              </a:cxn>
                              <a:cxn ang="0">
                                <a:pos x="0" y="141059338"/>
                              </a:cxn>
                              <a:cxn ang="0">
                                <a:pos x="0" y="141059338"/>
                              </a:cxn>
                              <a:cxn ang="0">
                                <a:pos x="0" y="141059338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0" y="21643852"/>
                              </a:cxn>
                              <a:cxn ang="0">
                                <a:pos x="0" y="0"/>
                              </a:cxn>
                              <a:cxn ang="0">
                                <a:pos x="226676981" y="0"/>
                              </a:cxn>
                              <a:cxn ang="0">
                                <a:pos x="226676981" y="21643852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113338490" y="113443936"/>
                              </a:cxn>
                              <a:cxn ang="0">
                                <a:pos x="113338490" y="113443936"/>
                              </a:cxn>
                            </a:cxnLst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</a:path>
                            </a:pathLst>
                          </a:custGeom>
                          <a:solidFill>
                            <a:srgbClr val="186697"/>
                          </a:solidFill>
                          <a:ln w="9525">
                            <a:noFill/>
                          </a:ln>
                        </wps:spPr>
                        <wps:bodyPr upright="1"/>
                      </wps:wsp>
                      <wps:wsp>
                        <wps:cNvPr id="25" name="任意多边形 11"/>
                        <wps:cNvSpPr>
                          <a:spLocks noChangeAspect="1"/>
                        </wps:cNvSpPr>
                        <wps:spPr>
                          <a:xfrm>
                            <a:off x="5146" y="1000"/>
                            <a:ext cx="238" cy="238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07633" y="0"/>
                              </a:cxn>
                              <a:cxn ang="0">
                                <a:pos x="0" y="108266"/>
                              </a:cxn>
                              <a:cxn ang="0">
                                <a:pos x="107633" y="215900"/>
                              </a:cxn>
                              <a:cxn ang="0">
                                <a:pos x="215900" y="108266"/>
                              </a:cxn>
                              <a:cxn ang="0">
                                <a:pos x="107633" y="0"/>
                              </a:cxn>
                              <a:cxn ang="0">
                                <a:pos x="107633" y="200704"/>
                              </a:cxn>
                              <a:cxn ang="0">
                                <a:pos x="15195" y="108266"/>
                              </a:cxn>
                              <a:cxn ang="0">
                                <a:pos x="107633" y="15828"/>
                              </a:cxn>
                              <a:cxn ang="0">
                                <a:pos x="200071" y="108266"/>
                              </a:cxn>
                              <a:cxn ang="0">
                                <a:pos x="107633" y="200704"/>
                              </a:cxn>
                              <a:cxn ang="0">
                                <a:pos x="146254" y="108266"/>
                              </a:cxn>
                              <a:cxn ang="0">
                                <a:pos x="107633" y="108266"/>
                              </a:cxn>
                              <a:cxn ang="0">
                                <a:pos x="107633" y="54449"/>
                              </a:cxn>
                              <a:cxn ang="0">
                                <a:pos x="100035" y="46219"/>
                              </a:cxn>
                              <a:cxn ang="0">
                                <a:pos x="92438" y="54449"/>
                              </a:cxn>
                              <a:cxn ang="0">
                                <a:pos x="92438" y="115864"/>
                              </a:cxn>
                              <a:cxn ang="0">
                                <a:pos x="100035" y="123461"/>
                              </a:cxn>
                              <a:cxn ang="0">
                                <a:pos x="146254" y="123461"/>
                              </a:cxn>
                              <a:cxn ang="0">
                                <a:pos x="153852" y="115864"/>
                              </a:cxn>
                              <a:cxn ang="0">
                                <a:pos x="146254" y="108266"/>
                              </a:cxn>
                              <a:cxn ang="0">
                                <a:pos x="146254" y="108266"/>
                              </a:cxn>
                              <a:cxn ang="0">
                                <a:pos x="146254" y="108266"/>
                              </a:cxn>
                            </a:cxnLst>
                            <a:pathLst>
                              <a:path w="341" h="341">
                                <a:moveTo>
                                  <a:pt x="170" y="0"/>
                                </a:moveTo>
                                <a:cubicBezTo>
                                  <a:pt x="76" y="0"/>
                                  <a:pt x="0" y="77"/>
                                  <a:pt x="0" y="171"/>
                                </a:cubicBezTo>
                                <a:cubicBezTo>
                                  <a:pt x="0" y="265"/>
                                  <a:pt x="76" y="341"/>
                                  <a:pt x="170" y="341"/>
                                </a:cubicBezTo>
                                <a:cubicBezTo>
                                  <a:pt x="264" y="341"/>
                                  <a:pt x="341" y="265"/>
                                  <a:pt x="341" y="171"/>
                                </a:cubicBezTo>
                                <a:cubicBezTo>
                                  <a:pt x="341" y="77"/>
                                  <a:pt x="264" y="0"/>
                                  <a:pt x="170" y="0"/>
                                </a:cubicBezTo>
                                <a:close/>
                                <a:moveTo>
                                  <a:pt x="170" y="317"/>
                                </a:moveTo>
                                <a:cubicBezTo>
                                  <a:pt x="90" y="317"/>
                                  <a:pt x="24" y="251"/>
                                  <a:pt x="24" y="171"/>
                                </a:cubicBezTo>
                                <a:cubicBezTo>
                                  <a:pt x="24" y="90"/>
                                  <a:pt x="90" y="25"/>
                                  <a:pt x="170" y="25"/>
                                </a:cubicBezTo>
                                <a:cubicBezTo>
                                  <a:pt x="251" y="25"/>
                                  <a:pt x="316" y="90"/>
                                  <a:pt x="316" y="171"/>
                                </a:cubicBezTo>
                                <a:cubicBezTo>
                                  <a:pt x="316" y="251"/>
                                  <a:pt x="251" y="317"/>
                                  <a:pt x="170" y="317"/>
                                </a:cubicBezTo>
                                <a:close/>
                                <a:moveTo>
                                  <a:pt x="231" y="171"/>
                                </a:moveTo>
                                <a:cubicBezTo>
                                  <a:pt x="170" y="171"/>
                                  <a:pt x="170" y="171"/>
                                  <a:pt x="170" y="171"/>
                                </a:cubicBezTo>
                                <a:cubicBezTo>
                                  <a:pt x="170" y="86"/>
                                  <a:pt x="170" y="86"/>
                                  <a:pt x="170" y="86"/>
                                </a:cubicBezTo>
                                <a:cubicBezTo>
                                  <a:pt x="170" y="79"/>
                                  <a:pt x="165" y="73"/>
                                  <a:pt x="158" y="73"/>
                                </a:cubicBezTo>
                                <a:cubicBezTo>
                                  <a:pt x="151" y="73"/>
                                  <a:pt x="146" y="79"/>
                                  <a:pt x="146" y="86"/>
                                </a:cubicBezTo>
                                <a:cubicBezTo>
                                  <a:pt x="146" y="183"/>
                                  <a:pt x="146" y="183"/>
                                  <a:pt x="146" y="183"/>
                                </a:cubicBezTo>
                                <a:cubicBezTo>
                                  <a:pt x="146" y="190"/>
                                  <a:pt x="151" y="195"/>
                                  <a:pt x="158" y="195"/>
                                </a:cubicBezTo>
                                <a:cubicBezTo>
                                  <a:pt x="231" y="195"/>
                                  <a:pt x="231" y="195"/>
                                  <a:pt x="231" y="195"/>
                                </a:cubicBezTo>
                                <a:cubicBezTo>
                                  <a:pt x="238" y="195"/>
                                  <a:pt x="243" y="190"/>
                                  <a:pt x="243" y="183"/>
                                </a:cubicBezTo>
                                <a:cubicBezTo>
                                  <a:pt x="243" y="176"/>
                                  <a:pt x="238" y="171"/>
                                  <a:pt x="231" y="171"/>
                                </a:cubicBezTo>
                                <a:close/>
                                <a:moveTo>
                                  <a:pt x="231" y="171"/>
                                </a:moveTo>
                                <a:cubicBezTo>
                                  <a:pt x="231" y="171"/>
                                  <a:pt x="231" y="171"/>
                                  <a:pt x="231" y="171"/>
                                </a:cubicBezTo>
                              </a:path>
                            </a:pathLst>
                          </a:custGeom>
                          <a:solidFill>
                            <a:srgbClr val="18669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167.25pt;margin-top:-25.45pt;height:101.4pt;width:175.25pt;z-index:251661312;mso-width-relative:page;mso-height-relative:page;" coordorigin="5124,836" coordsize="3505,2028" o:gfxdata="UEsDBAoAAAAAAIdO4kAAAAAAAAAAAAAAAAAEAAAAZHJzL1BLAwQUAAAACACHTuJAPbg8ldsAAAAL&#10;AQAADwAAAGRycy9kb3ducmV2LnhtbE2PUUvDMBSF3wX/Q7iCb1sSa8ZWmw4Z6tMQ3ATxLWvu2rIm&#10;KU3Wbv/e65M+Xu7HOd8p1hfXsRGH2AavQc4FMPRVsK2vNXzuX2dLYDEZb00XPGq4YoR1eXtTmNyG&#10;yX/guEs1oxAfc6OhSanPOY9Vg87EeejR0+8YBmcSnUPN7WAmCncdfxBiwZ1pPTU0psdNg9Vpd3Ya&#10;3iYzPWfyZdyejpvr9169f20lan1/J8UTsISX9AfDrz6pQ0lOh3D2NrJOQ5Y9KkI1zJRYASNisVS0&#10;7kCokivgZcH/byh/AFBLAwQUAAAACACHTuJAIvq8j5sJAABeLwAADgAAAGRycy9lMm9Eb2MueG1s&#10;7RrJjtzG9R4g/0DwHg2LW5MNtYyxFCkBhFiAbOTMYbMXhE0yJFs98tlwfLNPPgS5JMgxP2AIyddE&#10;Sj4jr+q9R7LYC8n2RAECX2bYVW/fq8jHn9zvUuNNUlbbPFuY4pFlGkkW58tttl6YX3z+/BeBaVR1&#10;lC2jNM+Shfk2qcxPnvz8Z48PxTyx802eLpPSACJZNT8UC3NT18X85qaKN8kuqh7lRZLB5iovd1EN&#10;P8v1zbKMDkB9l97YluXfHPJyWZR5nFQVrD7DTZMolmMI5qvVNk6e5fF+l2Q1Ui2TNKpBpWqzLSrz&#10;iZJ2tUri+rPVqkpqI12YoGmt/gITeL6Tf2+ePI7m6zIqNtuYRIjGiNDTaRdtM2DakHoW1ZGxL7dH&#10;pHbbuMyrfFU/ivPdDSqiLAJaCKtnmxdlvi+ULuv5YV00RgdH9ax+Ndn4N29elcZ2uTBtYRpZtAOP&#10;/+vdV++/+8YQM2mdQ7GeA9CLsnhdvCppYY2/pML3q3JnlLkyrPwNKhn3C9NxhBfOwMpvF6bn+bZP&#10;pk7uayOGfdu2PX/mmUYMAMIOZrOAIOINeEyS8ITtKvzA8dFP8eaXhO54FuHalh3I3RsUBR6kxI2A&#10;hwKitGpNV/04073eREWiPFJJq7DpHDbdh+//8OFPf/vw56+NgKyn4KTpjPr+0xzUEmjVal7BIluw&#10;YznP9iADwSqN2mwzx5mBj6TBjpSO5kVZ1S+SfGfIh4VZQuSrgIzevKxqtA+DSGZZ/nybprAezdPM&#10;OCxMH0yqEJodsGiaSYBE5RGRkQZFyeVTfX93r2Kimt/ly7egJYWCURXx8y2I8jKq6ldRCUkFwQBl&#10;p/4M/qzSHFjm9GQam7z88tS6hAeHwa5pHCBJF2b1+31UJqaR/joDV4bCdWVWqx+uN7PhR9nduevu&#10;ZPvd0xzqABgRpFOPEr5O+XFV5rvfQnW6lVxhK8pi4L0wa358WmPpgOoWJ7e3CgjyuIjql9nrIpak&#10;0bi3+zpfbZXdpZnQNio2VTjKtPoIcdmE5T/fvfvw1bfv//rHf//jh/d//4uhMkaKADHcpDX7lXJ6&#10;lW6LX7FGlNWe8ICmDEAHyoWKHg5O24IdFZu+ytYmH6N5vMfQlKbhcIRKucSIgrUNP8X3GTxKOHgC&#10;80Ohw6As8kqWBBdcJ+uFFVLKA9h5aPAgAAMOhv9FWKKsahCIfhE2sKcTHikyK+iOkVmgLyYp6I+y&#10;nI8VaBJlMUrmSQqeBEbvUJhA5sngkTEgH2Uhk97ZYIzI5R1Umc9zBVCfDKEWIN7fbeNPky/PgwMX&#10;RQQjy1ca62utyTRip0gjEaEcwkQEGp5aITIjKzShOUjYx7jQiFDM6tyOAnmQNGHomrObMCtZFX1V&#10;ek2nnuZVoipI6wBN3yae2n2dAkLbPpYEzReUGbCnOCDkUbro8mi/NAxPI0MMMZF6yrbZpVE7JTcQ&#10;ldVJJ0N5pzM8SsZB2oShq08M0aw9uRtb65LGD+QjDgXNR8OLvZiBnzLH1ajX5L2CadtLlafbpZxs&#10;ZMJX5fruaVoabyLZ9APfD9VMBigaGM4/IcxdJ+cfmCe5M7at3NgX5Xa9gTEBuwu184/V16FK4Kje&#10;b+wwAEHEdzq7skPxMo9/VxlZ/nQDPTW5rQqYDrui0xiAmOfmUpi1KNVmyo4wGPIwDwM69n6H24s8&#10;FkjeD9j7kTueBaTbL7V+KZDs/aN6kj2FskDKgAOGHhKDKAPOCGCBY0VT5y/pR73DHkV3ii1cbEB4&#10;XBtSD6CUlfkAdtElFD26/5BDp4N3HtWpBDhAMwdGMpjaTkCdoue4dl+vYwRN0mp9UR4fmkDhqngU&#10;PYMV16GRUKtwcDBVtDWGR8E2SFseakBEYNFtZhSGyvQs91FsDtJmDF1EZIi1hGkfhfIgbVIfwvpY&#10;bo1fP/AHKZ8YklBknVd3TQbaIN1TeiMvjFq2BVmtrS6DlMl6nmYLij2+GqEo7SfgIG0tZVlESk2d&#10;4VG+DtJmDC2uiaEekEfp3aENxv+pc+MlG1SsM527uRdqmjHMKdd3buP0+Z3TOAQnqrRsergb0mXc&#10;jFvbw/dwykjPs53QF96Y7jWzPM8NQ7jtgxoYisCyrIAFvNhvhHAcJ3BDrgJ+MAvg/nkMT+H5whZh&#10;gDV2ClPb9v2ZHwZ0TzFF0Sts83FQhA/Xs34AZz7pgsCzArCrM8aOujUcL7BduOqdjilcYXkhcB2D&#10;er24/wtMcuEUBRFlijV9B9JGwH3+VAdeLd0kj13BpZfcwnFdJ9RHS3VCOHGHiNxs4btOgO1xaMxF&#10;jFGVQ4/4K1CmyPUjjPD/iDp0lnAsvBm0reDkaYICA3bxsNaeJtKseyUYYiEUNtdA3ub/dHnkUROA&#10;t2BIkPf5P8JJcWReDtFT4gOchL9Er68Gc2vVIb5UD0Rz+dNCMA5CMmccGcDMvM3/dTAR8CUA7/P/&#10;c4x5vxUAIVGVll67zxhduAHxAhwhWnWZBv/v0mp58m7LG+EEu7epIS0E43Qp2peNotcYJsD/kRD7&#10;4XI8MdQAw2P5mVmrx1RNz9H8af5v3hRDEJ6e/8UDz//yvqR5a+fiJCtgeJa1o3tzB8VHvbVrhquH&#10;n/qFNfOdzjuJcf1WWAEM01TqLk/6LX0bvjoYN+MTpKq813DiJBwtmWXNrHEHF0/QcecqEwgYs7lD&#10;XBQODkOW/KBA9p5rLAD4YzVyfdujrnkNp6vE81wXjrTYKS/aQWaFg80B5MQ3ZEMhGtowPSrTjWbT&#10;oghwEb5BG2LTEQ3GA9cf9SpbdKw9HslT07AKhvHidTiN9+uDI6EVOzfHnUd5iezIV01wiyz/n7pG&#10;FvSdEqd02wD1K0NshzOspVRIuy2eX4t01wRkGMVg50KsfxnZxbB9dS/CF3nETsquKjeCssi0LC0w&#10;SN6mE3yPlPwp3d7jy8tTFGAc3RDMV7MYK8A274l/9sUj4zn4dRooftlbdP1D4GxUugWzYYbrGJVW&#10;p2hMKMClQ4d4wvvEziILjqvjHEYjpk7IodtnnSevThGecfpmILY9m7ECreXH+sx2+CTEuXDZZ8yJ&#10;dGGnjVseZVkmBTd8J1x0aXUS+ZnqP438kNgy0Wbq3Nis0td+uDqOPDmoR4iGvB5TWkWdxpHnaREv&#10;+RpBRy1P46DHcHN8gPGn6xaykJyKYHkUhybkdFLjlkdyoGN7j4OLg67QVYNxAQet9uJ0uF4zDrSA&#10;jjlsGjx62dGodq7hnC2px5iX07MHz/ExbrlnW/j5X3ozJBt9/1PWaZ9yqA+J4bNrFXL0ibj8rrv7&#10;G567n8U/+Q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PDAAAW0NvbnRlbnRfVHlwZXNdLnhtbFBLAQIUAAoAAAAAAIdO4kAAAAAAAAAAAAAAAAAG&#10;AAAAAAAAAAAAEAAAAPEKAABfcmVscy9QSwECFAAUAAAACACHTuJAihRmPNEAAACUAQAACwAAAAAA&#10;AAABACAAAAAVCwAAX3JlbHMvLnJlbHNQSwECFAAKAAAAAACHTuJAAAAAAAAAAAAAAAAABAAAAAAA&#10;AAAAABAAAAAAAAAAZHJzL1BLAQIUABQAAAAIAIdO4kA9uDyV2wAAAAsBAAAPAAAAAAAAAAEAIAAA&#10;ACIAAABkcnMvZG93bnJldi54bWxQSwECFAAUAAAACACHTuJAIvq8j5sJAABeLwAADgAAAAAAAAAB&#10;ACAAAAAqAQAAZHJzL2Uyb0RvYy54bWxQSwUGAAAAAAYABgBZAQAANw0AAAAA&#10;">
                <o:lock v:ext="edit" aspectratio="f"/>
                <v:shape id="文本框 87" o:spid="_x0000_s1026" o:spt="202" type="#_x0000_t202" style="position:absolute;left:5258;top:836;height:2028;width:3371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8D452C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88" w:lineRule="auto"/>
                          <w:ind w:firstLine="220" w:firstLineChars="10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Born：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1991-10-01            </w:t>
                        </w:r>
                      </w:p>
                      <w:p w14:paraId="199101B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88" w:lineRule="auto"/>
                          <w:ind w:firstLine="220" w:firstLineChars="100"/>
                          <w:jc w:val="left"/>
                          <w:textAlignment w:val="auto"/>
                          <w:outlineLvl w:val="9"/>
                          <w:rPr>
                            <w:rFonts w:hint="default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Mobile：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123-4567-7890</w:t>
                        </w:r>
                      </w:p>
                      <w:p w14:paraId="16E6D8A1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88" w:lineRule="auto"/>
                          <w:ind w:firstLine="220" w:firstLineChars="10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Email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2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info@tukppt.com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</w:t>
                        </w:r>
                      </w:p>
                      <w:p w14:paraId="1914C5E4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88" w:lineRule="auto"/>
                          <w:ind w:firstLine="220" w:firstLineChars="10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Address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Shanghai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China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     </w:t>
                        </w:r>
                      </w:p>
                      <w:p w14:paraId="58051654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88" w:lineRule="auto"/>
                          <w:ind w:firstLine="220" w:firstLineChars="10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404040" w:themeColor="text1" w:themeTint="BF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 xml:space="preserve">        </w:t>
                        </w:r>
                      </w:p>
                      <w:p w14:paraId="54FBBA2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88" w:lineRule="auto"/>
                          <w:ind w:firstLine="220" w:firstLineChars="10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现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住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2"/>
                            <w:szCs w:val="22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址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2"/>
                            <w:szCs w:val="2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 w:val="0"/>
                            <w:color w:val="FFFFFF" w:themeColor="background1"/>
                            <w:sz w:val="22"/>
                            <w:szCs w:val="22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广东广州市</w:t>
                        </w:r>
                      </w:p>
                      <w:p w14:paraId="7947F492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88" w:lineRule="auto"/>
                          <w:jc w:val="left"/>
                          <w:textAlignment w:val="auto"/>
                          <w:rPr>
                            <w:rFonts w:ascii="微软雅黑" w:hAnsi="微软雅黑" w:eastAsia="微软雅黑"/>
                            <w:b w:val="0"/>
                            <w:bCs w:val="0"/>
                            <w:color w:val="1F4E79" w:themeColor="accent1" w:themeShade="8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449956FB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 w:val="0"/>
                          <w:spacing w:line="288" w:lineRule="auto"/>
                          <w:jc w:val="left"/>
                          <w:textAlignment w:val="auto"/>
                          <w:rPr>
                            <w:rFonts w:hint="eastAsia" w:ascii="微软雅黑" w:hAnsi="微软雅黑" w:eastAsia="微软雅黑"/>
                            <w:color w:val="2F5597" w:themeColor="accent5" w:themeShade="BF"/>
                            <w:sz w:val="24"/>
                            <w:szCs w:val="24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  <v:shape id="任意多边形 8" o:spid="_x0000_s1026" o:spt="100" style="position:absolute;left:5153;top:2321;flip:x;height:266;width:203;" fillcolor="#186697" filled="t" stroked="f" coordsize="82,109" o:gfxdata="UEsDBAoAAAAAAIdO4kAAAAAAAAAAAAAAAAAEAAAAZHJzL1BLAwQUAAAACACHTuJAOvFtdr0AAADa&#10;AAAADwAAAGRycy9kb3ducmV2LnhtbEWPQWvCQBSE7wX/w/IKvRSzmwgiqatQodCLiNpDj4/sazYk&#10;+zZkVxP7691CweMwM98w6+3kOnGlITSeNeSZAkFcedNwreHr/DFfgQgR2WDnmTTcKMB2M3taY2n8&#10;yEe6nmItEoRDiRpsjH0pZagsOQyZ74mT9+MHhzHJoZZmwDHBXScLpZbSYcNpwWJPO0tVe7o4DfuF&#10;P7zK36VSNp++213+rlRx1PrlOVdvICJN8RH+b38aDQv4u5JugNzc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68W12vQAA&#10;ANoAAAAPAAAAAAAAAAEAIAAAACIAAABkcnMvZG93bnJldi54bWxQSwECFAAUAAAACACHTuJAMy8F&#10;njsAAAA5AAAAEAAAAAAAAAABACAAAAAMAQAAZHJzL3NoYXBleG1sLnhtbFBLBQYAAAAABgAGAFsB&#10;AAC2AwAAAAA=&#10;" path="m41,109c41,109,0,64,0,41c0,19,18,0,41,0c63,0,82,19,82,41c82,64,41,109,41,109xm41,14c26,14,13,26,13,41c13,56,26,69,41,69c56,69,68,56,68,41c68,26,56,14,41,14xm41,14c41,14,41,14,41,14e">
                  <v:path o:connectlocs="41,109;0,41;41,0;82,41;41,109;41,14;13,41;41,69;68,41;41,14;41,14;41,14" o:connectangles="0,0,0,0,0,0,0,0,0,0,0,0"/>
                  <v:fill on="t" focussize="0,0"/>
                  <v:stroke on="f"/>
                  <v:imagedata o:title=""/>
                  <o:lock v:ext="edit" aspectratio="f"/>
                </v:shape>
                <v:shape id="任意多边形 20" o:spid="_x0000_s1026" o:spt="100" style="position:absolute;left:5144;top:1477;height:239;width:236;" fillcolor="#186697" filled="t" stroked="f" coordsize="60,60" o:gfxdata="UEsDBAoAAAAAAIdO4kAAAAAAAAAAAAAAAAAEAAAAZHJzL1BLAwQUAAAACACHTuJA0HlqU7kAAADb&#10;AAAADwAAAGRycy9kb3ducmV2LnhtbEVPzWoCMRC+C32HMIXeNFFpkdXoQWgRpNC6PsCwGTfRzWTZ&#10;xNXt0zcHwePH97/a3H0jeuqiC6xhOlEgiKtgHNcajuXneAEiJmSDTWDSMFCEzfpltMLChBv/Un9I&#10;tcghHAvUYFNqCyljZcljnISWOHOn0HlMGXa1NB3ecrhv5EypD+nRcW6w2NLWUnU5XL2G92Hoy/3X&#10;zpn6/Hf8/rFO0dlp/fY6VUsQie7pKX64d0bDPI/NX/IPkO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B5alO5AAAA2wAA&#10;AA8AAAAAAAAAAQAgAAAAIgAAAGRycy9kb3ducmV2LnhtbFBLAQIUABQAAAAIAIdO4kAzLwWeOwAA&#10;ADkAAAAQAAAAAAAAAAEAIAAAAAgBAABkcnMvc2hhcGV4bWwueG1sUEsFBgAAAAAGAAYAWwEAALID&#10;AAAAAA==&#10;" path="m44,36c40,40,40,44,36,44c32,44,28,40,24,36c20,32,16,28,16,24c16,20,20,20,24,16c28,12,16,0,12,0c8,0,0,12,0,12c0,20,8,36,16,44c24,52,40,60,48,60c48,60,60,52,60,48c60,44,48,32,44,36e">
                  <v:path o:connectlocs="44,36;36,44;24,36;16,24;24,16;12,0;0,12;16,44;48,60;60,48;44,36" o:connectangles="0,0,0,0,0,0,0,0,0,0,0"/>
                  <v:fill on="t" focussize="0,0"/>
                  <v:stroke on="f"/>
                  <v:imagedata o:title=""/>
                  <o:lock v:ext="edit" aspectratio="t"/>
                </v:shape>
                <v:shape id="任意多边形 21" o:spid="_x0000_s1026" o:spt="100" style="position:absolute;left:5124;top:1948;flip:x;height:174;width:249;" fillcolor="#186697" filled="t" stroked="f" coordsize="302,208" o:gfxdata="UEsDBAoAAAAAAIdO4kAAAAAAAAAAAAAAAAAEAAAAZHJzL1BLAwQUAAAACACHTuJAtl5CHr0AAADb&#10;AAAADwAAAGRycy9kb3ducmV2LnhtbEWPzWrDMBCE74W8g9hCb7WctITUiexDSKDNpcRNc16srWwi&#10;rYyl/D59VQj0OMzMN8yiujgrTjSEzrOCcZaDIG687tgo2H2tn2cgQkTWaD2TgisFqMrRwwIL7c+8&#10;pVMdjUgQDgUqaGPsCylD05LDkPmeOHk/fnAYkxyM1AOeE9xZOcnzqXTYcVposadlS82hPjoFut4c&#10;vu2HW922L2zf9t6sr59GqafHcT4HEekS/8P39rtWMHmFvy/pB8jy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XkIevQAA&#10;ANsAAAAPAAAAAAAAAAEAIAAAACIAAABkcnMvZG93bnJldi54bWxQSwECFAAUAAAACACHTuJAMy8F&#10;njsAAAA5AAAAEAAAAAAAAAABACAAAAAMAQAAZHJzL3NoYXBleG1sLnhtbFBLBQYAAAAABgAGAFsB&#10;AAC2AwAAAAA=&#10;" path="m0,208l94,123,151,170,208,123,302,208,0,208m217,114l302,48,302,189,217,114m0,189l0,48,85,114,0,189m151,152l0,29,0,0,302,0,302,29,151,152m151,152l151,152e">
                  <v:path o:connectlocs="0,155239615;70554995,91800084;113338490,126878200;156121986,91800084;226676981,155239615;0,155239615;0,155239615;0,155239615;162876864,85083383;226676981,35824128;226676981,141059338;162876864,85083383;162876864,85083383;162876864,85083383;0,141059338;0,35824128;63800117,85083383;0,141059338;0,141059338;0,141059338;113338490,113443936;0,21643852;0,0;226676981,0;226676981,21643852;113338490,113443936;113338490,113443936;113338490,113443936;113338490,113443936;113338490,113443936" o:connectangles="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  <v:shape id="任意多边形 11" o:spid="_x0000_s1026" o:spt="100" style="position:absolute;left:5146;top:1000;height:238;width:238;" fillcolor="#186697" filled="t" stroked="f" coordsize="341,341" o:gfxdata="UEsDBAoAAAAAAIdO4kAAAAAAAAAAAAAAAAAEAAAAZHJzL1BLAwQUAAAACACHTuJAV2OUFb0AAADb&#10;AAAADwAAAGRycy9kb3ducmV2LnhtbEWPzW7CMBCE75V4B2uReisOUUEoxXCgQuqJipDet/E2DsTr&#10;YLv8vD1GQuI4mplvNPPlxXbiRD60jhWMRxkI4trplhsF1W79NgMRIrLGzjEpuFKA5WLwMsdCuzNv&#10;6VTGRiQIhwIVmBj7QspQG7IYRq4nTt6f8xZjkr6R2uM5wW0n8yybSostpwWDPa0M1Yfy3yrQx/K4&#10;X39uvg87O6veN73/yc2vUq/DcfYBItIlPsOP9pdWkE/g/iX9ALm4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Y5QVvQAA&#10;ANsAAAAPAAAAAAAAAAEAIAAAACIAAABkcnMvZG93bnJldi54bWxQSwECFAAUAAAACACHTuJAMy8F&#10;njsAAAA5AAAAEAAAAAAAAAABACAAAAAMAQAAZHJzL3NoYXBleG1sLnhtbFBLBQYAAAAABgAGAFsB&#10;AAC2AwAAAAA=&#10;" path="m170,0c76,0,0,77,0,171c0,265,76,341,170,341c264,341,341,265,341,171c341,77,264,0,170,0xm170,317c90,317,24,251,24,171c24,90,90,25,170,25c251,25,316,90,316,171c316,251,251,317,170,317xm231,171c170,171,170,171,170,171c170,86,170,86,170,86c170,79,165,73,158,73c151,73,146,79,146,86c146,183,146,183,146,183c146,190,151,195,158,195c231,195,231,195,231,195c238,195,243,190,243,183c243,176,238,171,231,171xm231,171c231,171,231,171,231,171e">
                  <v:path o:connectlocs="107633,0;0,108266;107633,215900;215900,108266;107633,0;107633,200704;15195,108266;107633,15828;200071,108266;107633,200704;146254,108266;107633,108266;107633,54449;100035,46219;92438,54449;92438,115864;100035,123461;146254,123461;153852,115864;146254,108266;146254,108266;146254,108266" o:connectangles="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-1348105</wp:posOffset>
                </wp:positionH>
                <wp:positionV relativeFrom="paragraph">
                  <wp:posOffset>-574040</wp:posOffset>
                </wp:positionV>
                <wp:extent cx="3272790" cy="1627505"/>
                <wp:effectExtent l="0" t="0" r="3810" b="1079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53715" y="478790"/>
                          <a:ext cx="3272790" cy="1627505"/>
                        </a:xfrm>
                        <a:prstGeom prst="rect">
                          <a:avLst/>
                        </a:prstGeom>
                        <a:solidFill>
                          <a:srgbClr val="186697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AA72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06.15pt;margin-top:-45.2pt;height:128.15pt;width:257.7pt;z-index:251660288;v-text-anchor:middle;mso-width-relative:page;mso-height-relative:page;" fillcolor="#186697" filled="t" stroked="f" coordsize="21600,21600" o:gfxdata="UEsDBAoAAAAAAIdO4kAAAAAAAAAAAAAAAAAEAAAAZHJzL1BLAwQUAAAACACHTuJAxwe9k9gAAAAM&#10;AQAADwAAAGRycy9kb3ducmV2LnhtbE2PsU7DMBCGdyTewbpKLKi1nZSqSeN0QGKuCB0YndgkEfY5&#10;it208PQcE2x3uk//fX91vHnHFjvHMaACuRHALHbBjNgrOL+9rPfAYtJotAtoFXzZCMf6/q7SpQlX&#10;fLVLk3pGIRhLrWBIaSo5j91gvY6bMFmk20eYvU60zj03s75SuHc8E2LHvR6RPgx6ss+D7T6bi1fw&#10;vXjX74v3xpzax+QnubhtcVLqYSXFAViyt/QHw68+qUNNTm24oInMKVhnMsuJpakQW2CE5CKXwFpi&#10;d08F8Lri/0vUP1BLAwQUAAAACACHTuJAFq0KuH8CAADiBAAADgAAAGRycy9lMm9Eb2MueG1srVRL&#10;btswEN0X6B0I7hvJim05QuTAiJGiQNAYSIuuaYqyCJAclqQtp5cp0F0P0eMUvUaHlPJp2kUW9YKe&#10;4Yze4zzO8PziqBU5COclmJpOTnJKhOHQSLOr6ccPV28WlPjATMMUGFHTO+HpxfL1q/PeVqKADlQj&#10;HEEQ46ve1rQLwVZZ5nknNPMnYIXBYAtOs4Cu22WNYz2ia5UVeT7PenCNdcCF97i7HoJ0RHQvAYS2&#10;lVysge+1MGFAdUKxgCX5TlpPl+m0bSt4uGlbLwJRNcVKQ1qRBO1tXLPlOat2jtlO8vEI7CVHeFaT&#10;ZtIg6QPUmgVG9k7+BaUld+ChDSccdDYUkhTBKib5M21uO2ZFqgWl9vZBdP//YPn7w8YR2dS0oMQw&#10;jRf+6+v3nz++kSJq01tfYcqt3bjR82jGQo+t0/EfSyDHmp7ms9NyMqPkrqbTclGejdKKYyA8xouy&#10;iJuEY8JkXpSzfBYJskck63x4K0CTaNTU4d0lSdnh2och9T4lEntQsrmSSiXH7baXypEDw3ueLObz&#10;s3JE/yNNGdJjvCjzeBKG3dti16CpLSrgzY4SpnY4Fjy4xG0gMiA5qyL3mvlu4EiwkYJVWgYcCCV1&#10;TRd5/I3MymB5UcBBsmiF4/aI30RzC80dKu9gaElv+ZVEhmvmw4Y57EE8IU5puMGlVYDHhtGipAP3&#10;5V/7MR9bA6OU9NjTWNLnPXOCEvXOYNOcTaZThA3Jmc7KAh33NLJ9GjF7fQlRTnwPLE9mzA/q3mwd&#10;6E84zKvIiiFmOHIP4o3OZRhmDZ8DLlarlIaNb1m4NreWR/AooYHVPkAr0zU/qjPqh62fGmUc0zhb&#10;T/2U9fg0LX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xwe9k9gAAAAMAQAADwAAAAAAAAABACAA&#10;AAAiAAAAZHJzL2Rvd25yZXYueG1sUEsBAhQAFAAAAAgAh07iQBatCrh/AgAA4gQAAA4AAAAAAAAA&#10;AQAgAAAAJwEAAGRycy9lMm9Eb2MueG1sUEsFBgAAAAAGAAYAWQEAABg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0AAA726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>
                <wp:simplePos x="0" y="0"/>
                <wp:positionH relativeFrom="column">
                  <wp:posOffset>-1202690</wp:posOffset>
                </wp:positionH>
                <wp:positionV relativeFrom="paragraph">
                  <wp:posOffset>-1027430</wp:posOffset>
                </wp:positionV>
                <wp:extent cx="7715250" cy="10886440"/>
                <wp:effectExtent l="0" t="0" r="0" b="1016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0" cy="108864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7154C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4.7pt;margin-top:-80.9pt;height:857.2pt;width:607.5pt;z-index:-251633664;v-text-anchor:middle;mso-width-relative:page;mso-height-relative:page;" fillcolor="#FFFFFF [3212]" filled="t" stroked="f" coordsize="21600,21600" o:gfxdata="UEsDBAoAAAAAAIdO4kAAAAAAAAAAAAAAAAAEAAAAZHJzL1BLAwQUAAAACACHTuJAa3BnetwAAAAP&#10;AQAADwAAAGRycy9kb3ducmV2LnhtbE2PP0/DMBTEdyS+g/WQ2Fo7gYQ2xOlQiSEDErQMjG7sJiHx&#10;c2Q7f/rtcSbY7vR+uneXHxbdk0lZ1xrkEG0ZEIWVkS3WHL7Ob5sdEOcFStEbVBxuysGhuL/LRSbN&#10;jJ9qOvmahBB0meDQeD9klLqqUVq4rRkUhtvVWC18sLam0oo5hOuexoylVIsWw4dGDOrYqKo7jZpD&#10;V5Z6XJJqKj/eX36e7Hzrzt9Hzh8fIvYKxKvF/8Gw1g/VoQidLmZE6UjPYRPt9s+BXVUahRUrw+Ik&#10;BXIJKkniFGiR0/87il9QSwMEFAAAAAgAh07iQIwt+DJzAgAA2AQAAA4AAABkcnMvZTJvRG9jLnht&#10;bK1UzW4TMRC+I/EOlu90N1GbhKibKmoUhFTRSgVxdrzerCX/YTvZlJdB4sZD8DgVr8Fn7zYthUMP&#10;7ME74xnPN/N5xucXB63IXvggrano6KSkRBhua2m2Ff30cf1mRkmIzNRMWSMqeicCvVi8fnXeubkY&#10;29aqWniCICbMO1fRNkY3L4rAW6FZOLFOGBgb6zWLUP22qD3rEF2rYlyWk6KzvnbechECdle9kQ4R&#10;/UsC2qaRXKws32lhYh/VC8UiSgqtdIEucrZNI3i8bpogIlEVRaUxrwCBvElrsThn861nrpV8SIG9&#10;JIVnNWkmDUCPoVYsMrLz8q9QWnJvg23iCbe66AvJjKCKUfmMm9uWOZFrAdXBHUkP/y8s/7C/8UTW&#10;FZ1QYpjGhf/69uP+53cySdx0Lszhcutu/KAFiKnQQ+N1+qMEcsh83h35FIdIODan09HZ+AxUc9hG&#10;5Ww2OT3NlBeP550P8Z2wmiShoh43lolk+6sQgQnXB5cEF6yS9VoqlRW/3VwqT/YMt7vOX0oaR/5w&#10;U4Z0wB9Py5QKQ8826BWI2qHuYLaUMLXFMPDoM7axCQGReuwVC22PkcP2PaNlxBgoqSs6K9M3ICuD&#10;BBJtPVFJiofNYWBvY+s78O1t34jB8bVE3VcsxBvm0XnIELMZr7E0yiJtO0iUtNZ//dd+8kdDwEpJ&#10;h05GSV92zAtK1HuDVnk7SqyTmJXTs+kYin9q2Ty1mJ2+tKBzhFfA8Swm/6gexMZb/RkjvEyoMDHD&#10;gd2TNyiXsZ8wPAJcLJfZDe3uWLwyt46n4IlbY5e7aBuZrzkR1bMz8IeGz1c5DGeaqKd69np8kB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GtwZ3rcAAAADwEAAA8AAAAAAAAAAQAgAAAAIgAAAGRy&#10;cy9kb3ducmV2LnhtbFBLAQIUABQAAAAIAIdO4kCMLfgycwIAANgEAAAOAAAAAAAAAAEAIAAAACs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3B7154C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创艺简粗黑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mJjZWYwNTBmYWZkNWE0Y2JkYWEzOTU4NTU1MTc5YzU5IiwidXNlckNvdW50IjoxfQ=="/>
  </w:docVars>
  <w:rsids>
    <w:rsidRoot w:val="2B7D5F2D"/>
    <w:rsid w:val="001142AF"/>
    <w:rsid w:val="002560E1"/>
    <w:rsid w:val="002732C2"/>
    <w:rsid w:val="00414CE6"/>
    <w:rsid w:val="00C92AAA"/>
    <w:rsid w:val="00D036C3"/>
    <w:rsid w:val="00E6068F"/>
    <w:rsid w:val="01701FD7"/>
    <w:rsid w:val="01894E35"/>
    <w:rsid w:val="02353540"/>
    <w:rsid w:val="023772EA"/>
    <w:rsid w:val="02491B6D"/>
    <w:rsid w:val="026B1029"/>
    <w:rsid w:val="026C4797"/>
    <w:rsid w:val="02A1157D"/>
    <w:rsid w:val="031D5ED8"/>
    <w:rsid w:val="0353306A"/>
    <w:rsid w:val="035D76AB"/>
    <w:rsid w:val="03746426"/>
    <w:rsid w:val="037B532E"/>
    <w:rsid w:val="0384091E"/>
    <w:rsid w:val="03AE6DD7"/>
    <w:rsid w:val="03BC2831"/>
    <w:rsid w:val="04237D89"/>
    <w:rsid w:val="042C3E7C"/>
    <w:rsid w:val="043158F8"/>
    <w:rsid w:val="04395400"/>
    <w:rsid w:val="0489456D"/>
    <w:rsid w:val="049F4EAB"/>
    <w:rsid w:val="04C03FF9"/>
    <w:rsid w:val="04C437E6"/>
    <w:rsid w:val="04DE3E15"/>
    <w:rsid w:val="04E36635"/>
    <w:rsid w:val="04FB005D"/>
    <w:rsid w:val="05726074"/>
    <w:rsid w:val="05924FA8"/>
    <w:rsid w:val="05A3343E"/>
    <w:rsid w:val="05B11293"/>
    <w:rsid w:val="05B32A20"/>
    <w:rsid w:val="05C44922"/>
    <w:rsid w:val="060E53C9"/>
    <w:rsid w:val="064C3473"/>
    <w:rsid w:val="064E667D"/>
    <w:rsid w:val="06546D16"/>
    <w:rsid w:val="073D5688"/>
    <w:rsid w:val="076D2A28"/>
    <w:rsid w:val="07820B94"/>
    <w:rsid w:val="07FC091D"/>
    <w:rsid w:val="08575FFD"/>
    <w:rsid w:val="08B10699"/>
    <w:rsid w:val="08D74B38"/>
    <w:rsid w:val="08DC243F"/>
    <w:rsid w:val="090E1192"/>
    <w:rsid w:val="09302F2B"/>
    <w:rsid w:val="09425845"/>
    <w:rsid w:val="0969178C"/>
    <w:rsid w:val="09931565"/>
    <w:rsid w:val="0A273913"/>
    <w:rsid w:val="0A476236"/>
    <w:rsid w:val="0A4A640F"/>
    <w:rsid w:val="0A5F0CEF"/>
    <w:rsid w:val="0AC60DB6"/>
    <w:rsid w:val="0AC6218B"/>
    <w:rsid w:val="0AD05B39"/>
    <w:rsid w:val="0B1F59B1"/>
    <w:rsid w:val="0B492593"/>
    <w:rsid w:val="0B6F6730"/>
    <w:rsid w:val="0BA61BD1"/>
    <w:rsid w:val="0C653676"/>
    <w:rsid w:val="0C6725E8"/>
    <w:rsid w:val="0C851D03"/>
    <w:rsid w:val="0CAC4B4C"/>
    <w:rsid w:val="0CCE2B10"/>
    <w:rsid w:val="0CFA5AB9"/>
    <w:rsid w:val="0DC52185"/>
    <w:rsid w:val="0DF071A2"/>
    <w:rsid w:val="0E1513DE"/>
    <w:rsid w:val="0E642DE5"/>
    <w:rsid w:val="0E6E7B0F"/>
    <w:rsid w:val="0E7200BB"/>
    <w:rsid w:val="0F2C51F5"/>
    <w:rsid w:val="0F377A67"/>
    <w:rsid w:val="0F580654"/>
    <w:rsid w:val="0F9A5C31"/>
    <w:rsid w:val="0FAF0F65"/>
    <w:rsid w:val="11136D56"/>
    <w:rsid w:val="11765EE8"/>
    <w:rsid w:val="118E2678"/>
    <w:rsid w:val="11A449DB"/>
    <w:rsid w:val="11D7588F"/>
    <w:rsid w:val="11DA2096"/>
    <w:rsid w:val="11E240F5"/>
    <w:rsid w:val="11FC6864"/>
    <w:rsid w:val="1231672F"/>
    <w:rsid w:val="12435A12"/>
    <w:rsid w:val="128F4427"/>
    <w:rsid w:val="12BA18EA"/>
    <w:rsid w:val="12F80EE3"/>
    <w:rsid w:val="130540FB"/>
    <w:rsid w:val="130B091F"/>
    <w:rsid w:val="134955D0"/>
    <w:rsid w:val="13504F46"/>
    <w:rsid w:val="13665E1A"/>
    <w:rsid w:val="13846FD5"/>
    <w:rsid w:val="13A00711"/>
    <w:rsid w:val="13BD50C3"/>
    <w:rsid w:val="13C750AF"/>
    <w:rsid w:val="14440E04"/>
    <w:rsid w:val="14784523"/>
    <w:rsid w:val="14A2445B"/>
    <w:rsid w:val="152B0805"/>
    <w:rsid w:val="152C2D85"/>
    <w:rsid w:val="15CE099A"/>
    <w:rsid w:val="162E6712"/>
    <w:rsid w:val="163A376E"/>
    <w:rsid w:val="164374CD"/>
    <w:rsid w:val="165750CB"/>
    <w:rsid w:val="16B7108E"/>
    <w:rsid w:val="16BA53EF"/>
    <w:rsid w:val="172F50E9"/>
    <w:rsid w:val="175E0287"/>
    <w:rsid w:val="17667BAA"/>
    <w:rsid w:val="17C72C5B"/>
    <w:rsid w:val="181B31B5"/>
    <w:rsid w:val="18420CED"/>
    <w:rsid w:val="185D7493"/>
    <w:rsid w:val="186079A3"/>
    <w:rsid w:val="188A0D17"/>
    <w:rsid w:val="18B25AF6"/>
    <w:rsid w:val="18B74A50"/>
    <w:rsid w:val="18DA394F"/>
    <w:rsid w:val="18F72A28"/>
    <w:rsid w:val="18FC11D9"/>
    <w:rsid w:val="198163B3"/>
    <w:rsid w:val="19AA2992"/>
    <w:rsid w:val="1A8C17C0"/>
    <w:rsid w:val="1A920B66"/>
    <w:rsid w:val="1AB5423B"/>
    <w:rsid w:val="1AC2035B"/>
    <w:rsid w:val="1ACC4CC5"/>
    <w:rsid w:val="1AD40C4E"/>
    <w:rsid w:val="1B003E05"/>
    <w:rsid w:val="1B7D2CDE"/>
    <w:rsid w:val="1BE869C8"/>
    <w:rsid w:val="1BE86F08"/>
    <w:rsid w:val="1C393BCD"/>
    <w:rsid w:val="1C4F04A0"/>
    <w:rsid w:val="1C6534D5"/>
    <w:rsid w:val="1CC14CD6"/>
    <w:rsid w:val="1D1E1D0B"/>
    <w:rsid w:val="1D3922D9"/>
    <w:rsid w:val="1D9E609E"/>
    <w:rsid w:val="1DBD39A9"/>
    <w:rsid w:val="1DC076F7"/>
    <w:rsid w:val="1DE212EF"/>
    <w:rsid w:val="1DE76BA3"/>
    <w:rsid w:val="1DEE64BF"/>
    <w:rsid w:val="1E3434A5"/>
    <w:rsid w:val="1E430297"/>
    <w:rsid w:val="1E467101"/>
    <w:rsid w:val="1E70600C"/>
    <w:rsid w:val="1EBC1EF4"/>
    <w:rsid w:val="1EBC2096"/>
    <w:rsid w:val="1ED41662"/>
    <w:rsid w:val="1F2A443D"/>
    <w:rsid w:val="1F903A73"/>
    <w:rsid w:val="1FA40790"/>
    <w:rsid w:val="1FD75C38"/>
    <w:rsid w:val="204E4BD9"/>
    <w:rsid w:val="205276F9"/>
    <w:rsid w:val="20864DB8"/>
    <w:rsid w:val="208B431E"/>
    <w:rsid w:val="209A6896"/>
    <w:rsid w:val="20AF2650"/>
    <w:rsid w:val="20CD3575"/>
    <w:rsid w:val="210274E9"/>
    <w:rsid w:val="210340D6"/>
    <w:rsid w:val="213E065A"/>
    <w:rsid w:val="21790FFE"/>
    <w:rsid w:val="222F27FB"/>
    <w:rsid w:val="225919EB"/>
    <w:rsid w:val="22830324"/>
    <w:rsid w:val="228A78F1"/>
    <w:rsid w:val="228D434D"/>
    <w:rsid w:val="22A11895"/>
    <w:rsid w:val="22EA57D7"/>
    <w:rsid w:val="22F63329"/>
    <w:rsid w:val="231B494E"/>
    <w:rsid w:val="23586583"/>
    <w:rsid w:val="23BC11FA"/>
    <w:rsid w:val="23BE2423"/>
    <w:rsid w:val="24145847"/>
    <w:rsid w:val="24225F77"/>
    <w:rsid w:val="245B5D30"/>
    <w:rsid w:val="247C6B1D"/>
    <w:rsid w:val="24AB6C23"/>
    <w:rsid w:val="24C611D6"/>
    <w:rsid w:val="2513099B"/>
    <w:rsid w:val="2564604E"/>
    <w:rsid w:val="25DB23F1"/>
    <w:rsid w:val="2622585A"/>
    <w:rsid w:val="26405140"/>
    <w:rsid w:val="266A65CC"/>
    <w:rsid w:val="266C4583"/>
    <w:rsid w:val="268714FF"/>
    <w:rsid w:val="27530B9C"/>
    <w:rsid w:val="2754104E"/>
    <w:rsid w:val="27637208"/>
    <w:rsid w:val="27987F0B"/>
    <w:rsid w:val="279A2070"/>
    <w:rsid w:val="27A665C8"/>
    <w:rsid w:val="27AE362C"/>
    <w:rsid w:val="27E65A8A"/>
    <w:rsid w:val="28476FE9"/>
    <w:rsid w:val="285B4B90"/>
    <w:rsid w:val="287F4463"/>
    <w:rsid w:val="289D2958"/>
    <w:rsid w:val="28B615CC"/>
    <w:rsid w:val="28C6526E"/>
    <w:rsid w:val="28E3255D"/>
    <w:rsid w:val="290106E0"/>
    <w:rsid w:val="292C2C40"/>
    <w:rsid w:val="29564034"/>
    <w:rsid w:val="29772F35"/>
    <w:rsid w:val="298B05D7"/>
    <w:rsid w:val="29FC1EA0"/>
    <w:rsid w:val="2A1771DF"/>
    <w:rsid w:val="2A795E61"/>
    <w:rsid w:val="2A8621E4"/>
    <w:rsid w:val="2A8A4B47"/>
    <w:rsid w:val="2B070C22"/>
    <w:rsid w:val="2B106417"/>
    <w:rsid w:val="2B3449E5"/>
    <w:rsid w:val="2B5F5760"/>
    <w:rsid w:val="2B7D5F2D"/>
    <w:rsid w:val="2BD273E5"/>
    <w:rsid w:val="2BEF06F8"/>
    <w:rsid w:val="2C10394A"/>
    <w:rsid w:val="2C2B4D4A"/>
    <w:rsid w:val="2C6C7899"/>
    <w:rsid w:val="2C926286"/>
    <w:rsid w:val="2C9E4EE2"/>
    <w:rsid w:val="2CD91894"/>
    <w:rsid w:val="2D0D6D7A"/>
    <w:rsid w:val="2D6A48E8"/>
    <w:rsid w:val="2D8F6BF2"/>
    <w:rsid w:val="2D9049E7"/>
    <w:rsid w:val="2DC21AD1"/>
    <w:rsid w:val="2DC3461C"/>
    <w:rsid w:val="2E01406E"/>
    <w:rsid w:val="2E0E59B7"/>
    <w:rsid w:val="2E6B5FB9"/>
    <w:rsid w:val="2E7653DA"/>
    <w:rsid w:val="2E824F6F"/>
    <w:rsid w:val="2EEA406D"/>
    <w:rsid w:val="2F0D4596"/>
    <w:rsid w:val="2F255DE2"/>
    <w:rsid w:val="2F552474"/>
    <w:rsid w:val="2F6D2DF6"/>
    <w:rsid w:val="2F6D372F"/>
    <w:rsid w:val="2FB1324F"/>
    <w:rsid w:val="2FC57D55"/>
    <w:rsid w:val="30013F99"/>
    <w:rsid w:val="301C491F"/>
    <w:rsid w:val="30C80FB3"/>
    <w:rsid w:val="30EF2188"/>
    <w:rsid w:val="30F679A2"/>
    <w:rsid w:val="313B752E"/>
    <w:rsid w:val="314900E1"/>
    <w:rsid w:val="31BD4BAF"/>
    <w:rsid w:val="321441E4"/>
    <w:rsid w:val="322504AE"/>
    <w:rsid w:val="325A1469"/>
    <w:rsid w:val="329B3304"/>
    <w:rsid w:val="32A17336"/>
    <w:rsid w:val="32A27C71"/>
    <w:rsid w:val="32AF3948"/>
    <w:rsid w:val="32BF1A24"/>
    <w:rsid w:val="32E761C4"/>
    <w:rsid w:val="338F6883"/>
    <w:rsid w:val="33AA0345"/>
    <w:rsid w:val="33AF78C9"/>
    <w:rsid w:val="33BA1E63"/>
    <w:rsid w:val="33F74B00"/>
    <w:rsid w:val="34357349"/>
    <w:rsid w:val="34481AFC"/>
    <w:rsid w:val="34484F30"/>
    <w:rsid w:val="347474FF"/>
    <w:rsid w:val="34843D93"/>
    <w:rsid w:val="34A76F77"/>
    <w:rsid w:val="34CD147F"/>
    <w:rsid w:val="35883204"/>
    <w:rsid w:val="35AE6E11"/>
    <w:rsid w:val="35CA4F85"/>
    <w:rsid w:val="35F9161E"/>
    <w:rsid w:val="3647586B"/>
    <w:rsid w:val="365031FF"/>
    <w:rsid w:val="36763B2E"/>
    <w:rsid w:val="36833557"/>
    <w:rsid w:val="36F95FF3"/>
    <w:rsid w:val="37DB0ECC"/>
    <w:rsid w:val="38330051"/>
    <w:rsid w:val="384F7445"/>
    <w:rsid w:val="385F0C77"/>
    <w:rsid w:val="3879584B"/>
    <w:rsid w:val="38A67788"/>
    <w:rsid w:val="38FF429D"/>
    <w:rsid w:val="392A2DC2"/>
    <w:rsid w:val="392C0473"/>
    <w:rsid w:val="396C17B1"/>
    <w:rsid w:val="398306DC"/>
    <w:rsid w:val="39BA50A4"/>
    <w:rsid w:val="3A140BA9"/>
    <w:rsid w:val="3A2D3996"/>
    <w:rsid w:val="3A3B1957"/>
    <w:rsid w:val="3A6046F2"/>
    <w:rsid w:val="3A79139C"/>
    <w:rsid w:val="3ABE0451"/>
    <w:rsid w:val="3B6960BF"/>
    <w:rsid w:val="3B8C1BE2"/>
    <w:rsid w:val="3BCC57B1"/>
    <w:rsid w:val="3C037A1A"/>
    <w:rsid w:val="3C2454C2"/>
    <w:rsid w:val="3C375B96"/>
    <w:rsid w:val="3CB93D65"/>
    <w:rsid w:val="3D383DBA"/>
    <w:rsid w:val="3D4637E1"/>
    <w:rsid w:val="3DF61F78"/>
    <w:rsid w:val="3E32349B"/>
    <w:rsid w:val="3E4E4053"/>
    <w:rsid w:val="3E7B12F8"/>
    <w:rsid w:val="3ECF1C51"/>
    <w:rsid w:val="3EEB161B"/>
    <w:rsid w:val="3F4674F1"/>
    <w:rsid w:val="40185D56"/>
    <w:rsid w:val="403A69F2"/>
    <w:rsid w:val="40486C8E"/>
    <w:rsid w:val="414046AA"/>
    <w:rsid w:val="41561554"/>
    <w:rsid w:val="41572D65"/>
    <w:rsid w:val="41712063"/>
    <w:rsid w:val="41754D1F"/>
    <w:rsid w:val="41955490"/>
    <w:rsid w:val="41B73A62"/>
    <w:rsid w:val="41D6397F"/>
    <w:rsid w:val="423B4745"/>
    <w:rsid w:val="423C1A41"/>
    <w:rsid w:val="428622B0"/>
    <w:rsid w:val="43010085"/>
    <w:rsid w:val="43076151"/>
    <w:rsid w:val="4322086C"/>
    <w:rsid w:val="434E7431"/>
    <w:rsid w:val="435940F8"/>
    <w:rsid w:val="43797EC0"/>
    <w:rsid w:val="43BE5D24"/>
    <w:rsid w:val="441279FF"/>
    <w:rsid w:val="4418479D"/>
    <w:rsid w:val="44453DDE"/>
    <w:rsid w:val="44946D5F"/>
    <w:rsid w:val="44D35CD8"/>
    <w:rsid w:val="44DF66BC"/>
    <w:rsid w:val="45927D48"/>
    <w:rsid w:val="45B14780"/>
    <w:rsid w:val="45C2203C"/>
    <w:rsid w:val="45CE5548"/>
    <w:rsid w:val="45D2293C"/>
    <w:rsid w:val="460126F5"/>
    <w:rsid w:val="46351951"/>
    <w:rsid w:val="464A7F94"/>
    <w:rsid w:val="464E2802"/>
    <w:rsid w:val="468D25D9"/>
    <w:rsid w:val="469A5ED6"/>
    <w:rsid w:val="469F52BB"/>
    <w:rsid w:val="477052EA"/>
    <w:rsid w:val="479730E4"/>
    <w:rsid w:val="47DD14A5"/>
    <w:rsid w:val="47F606D6"/>
    <w:rsid w:val="481B4975"/>
    <w:rsid w:val="486C312C"/>
    <w:rsid w:val="486D0FEC"/>
    <w:rsid w:val="48C9031A"/>
    <w:rsid w:val="49235724"/>
    <w:rsid w:val="49395942"/>
    <w:rsid w:val="495B5813"/>
    <w:rsid w:val="49E81B9B"/>
    <w:rsid w:val="4A3D4188"/>
    <w:rsid w:val="4A795210"/>
    <w:rsid w:val="4A9345DE"/>
    <w:rsid w:val="4ACA2718"/>
    <w:rsid w:val="4AD9780F"/>
    <w:rsid w:val="4B387A70"/>
    <w:rsid w:val="4B7340AE"/>
    <w:rsid w:val="4B8D7BA1"/>
    <w:rsid w:val="4BA87F43"/>
    <w:rsid w:val="4BBC5FA5"/>
    <w:rsid w:val="4BF24C6A"/>
    <w:rsid w:val="4C5F6EB9"/>
    <w:rsid w:val="4C604586"/>
    <w:rsid w:val="4C62274E"/>
    <w:rsid w:val="4C841607"/>
    <w:rsid w:val="4C8B4705"/>
    <w:rsid w:val="4CE409DD"/>
    <w:rsid w:val="4CE640FE"/>
    <w:rsid w:val="4D146BC3"/>
    <w:rsid w:val="4DC63704"/>
    <w:rsid w:val="4E323AFF"/>
    <w:rsid w:val="4E3C1A0A"/>
    <w:rsid w:val="4E777A24"/>
    <w:rsid w:val="4EAE77CF"/>
    <w:rsid w:val="4FF67BBA"/>
    <w:rsid w:val="503C43F9"/>
    <w:rsid w:val="505D5184"/>
    <w:rsid w:val="50CC56A2"/>
    <w:rsid w:val="50CC5E28"/>
    <w:rsid w:val="50E631AF"/>
    <w:rsid w:val="515A15AA"/>
    <w:rsid w:val="51B44F9E"/>
    <w:rsid w:val="51C16550"/>
    <w:rsid w:val="522B4A59"/>
    <w:rsid w:val="522D1A84"/>
    <w:rsid w:val="52547F2A"/>
    <w:rsid w:val="52DE645B"/>
    <w:rsid w:val="52ED65B5"/>
    <w:rsid w:val="53606524"/>
    <w:rsid w:val="5393041A"/>
    <w:rsid w:val="53D23D42"/>
    <w:rsid w:val="541B187A"/>
    <w:rsid w:val="54350C7B"/>
    <w:rsid w:val="54433EFC"/>
    <w:rsid w:val="547C2C41"/>
    <w:rsid w:val="54FE4287"/>
    <w:rsid w:val="55A4094D"/>
    <w:rsid w:val="560B0BE3"/>
    <w:rsid w:val="560E1F74"/>
    <w:rsid w:val="56311E06"/>
    <w:rsid w:val="56480272"/>
    <w:rsid w:val="569B60FF"/>
    <w:rsid w:val="56D00224"/>
    <w:rsid w:val="573D3E09"/>
    <w:rsid w:val="5785222F"/>
    <w:rsid w:val="57942026"/>
    <w:rsid w:val="57A37E54"/>
    <w:rsid w:val="583E4329"/>
    <w:rsid w:val="585303BA"/>
    <w:rsid w:val="58D93E38"/>
    <w:rsid w:val="58E37794"/>
    <w:rsid w:val="590F7087"/>
    <w:rsid w:val="593D2D3F"/>
    <w:rsid w:val="598705F0"/>
    <w:rsid w:val="59963B53"/>
    <w:rsid w:val="59A93B20"/>
    <w:rsid w:val="59D83A01"/>
    <w:rsid w:val="5A5F3294"/>
    <w:rsid w:val="5A671054"/>
    <w:rsid w:val="5A7F38A9"/>
    <w:rsid w:val="5B184203"/>
    <w:rsid w:val="5B6D2BB9"/>
    <w:rsid w:val="5BA03966"/>
    <w:rsid w:val="5BA1789E"/>
    <w:rsid w:val="5BBF00D8"/>
    <w:rsid w:val="5BC934AE"/>
    <w:rsid w:val="5C3A27C4"/>
    <w:rsid w:val="5C631D82"/>
    <w:rsid w:val="5D553153"/>
    <w:rsid w:val="5DAE1A5C"/>
    <w:rsid w:val="5DB61475"/>
    <w:rsid w:val="5DFB1B8B"/>
    <w:rsid w:val="5E002816"/>
    <w:rsid w:val="5E147D54"/>
    <w:rsid w:val="5E2A4A80"/>
    <w:rsid w:val="5E597D54"/>
    <w:rsid w:val="5E7F4605"/>
    <w:rsid w:val="5EA217F0"/>
    <w:rsid w:val="5F244F3A"/>
    <w:rsid w:val="5F7028EC"/>
    <w:rsid w:val="5F90691B"/>
    <w:rsid w:val="5F9B2CCF"/>
    <w:rsid w:val="5FA44497"/>
    <w:rsid w:val="5FB375DD"/>
    <w:rsid w:val="600C14F4"/>
    <w:rsid w:val="609A10A0"/>
    <w:rsid w:val="60D86DCD"/>
    <w:rsid w:val="612018A5"/>
    <w:rsid w:val="613F2803"/>
    <w:rsid w:val="613F636B"/>
    <w:rsid w:val="61463B9B"/>
    <w:rsid w:val="61B31912"/>
    <w:rsid w:val="61FC203F"/>
    <w:rsid w:val="621D3918"/>
    <w:rsid w:val="621E21B5"/>
    <w:rsid w:val="629038A5"/>
    <w:rsid w:val="62976268"/>
    <w:rsid w:val="62DE0FC5"/>
    <w:rsid w:val="62E46882"/>
    <w:rsid w:val="630948A4"/>
    <w:rsid w:val="630D4CDB"/>
    <w:rsid w:val="631018F4"/>
    <w:rsid w:val="635D4115"/>
    <w:rsid w:val="63701DA1"/>
    <w:rsid w:val="637552C3"/>
    <w:rsid w:val="63827FAD"/>
    <w:rsid w:val="644C54F8"/>
    <w:rsid w:val="645F2AF4"/>
    <w:rsid w:val="648A0F80"/>
    <w:rsid w:val="648E2F70"/>
    <w:rsid w:val="64B818DE"/>
    <w:rsid w:val="64EA5102"/>
    <w:rsid w:val="654B280B"/>
    <w:rsid w:val="65681BDD"/>
    <w:rsid w:val="65A44FB7"/>
    <w:rsid w:val="65C5024C"/>
    <w:rsid w:val="662329DD"/>
    <w:rsid w:val="66A31EBB"/>
    <w:rsid w:val="66D109C6"/>
    <w:rsid w:val="66E12268"/>
    <w:rsid w:val="675B7BA5"/>
    <w:rsid w:val="67D71200"/>
    <w:rsid w:val="6873416A"/>
    <w:rsid w:val="68BC3EA2"/>
    <w:rsid w:val="68C356C6"/>
    <w:rsid w:val="68C92469"/>
    <w:rsid w:val="68CE2F67"/>
    <w:rsid w:val="69067B6A"/>
    <w:rsid w:val="69877F2E"/>
    <w:rsid w:val="69EC2C7E"/>
    <w:rsid w:val="69F1312B"/>
    <w:rsid w:val="6A9D14BF"/>
    <w:rsid w:val="6AA37957"/>
    <w:rsid w:val="6ACA59B0"/>
    <w:rsid w:val="6AD432D5"/>
    <w:rsid w:val="6AD56E0B"/>
    <w:rsid w:val="6ADB3225"/>
    <w:rsid w:val="6B712F81"/>
    <w:rsid w:val="6B825E60"/>
    <w:rsid w:val="6B940BA3"/>
    <w:rsid w:val="6BBF5098"/>
    <w:rsid w:val="6BC61F64"/>
    <w:rsid w:val="6BF9731D"/>
    <w:rsid w:val="6C367327"/>
    <w:rsid w:val="6C452FC1"/>
    <w:rsid w:val="6C630073"/>
    <w:rsid w:val="6C7D27B5"/>
    <w:rsid w:val="6C843175"/>
    <w:rsid w:val="6CE6228B"/>
    <w:rsid w:val="6D535020"/>
    <w:rsid w:val="6D7E6881"/>
    <w:rsid w:val="6DA56A0C"/>
    <w:rsid w:val="6DC7036B"/>
    <w:rsid w:val="6DE756AC"/>
    <w:rsid w:val="6E8971F7"/>
    <w:rsid w:val="6E9A21D9"/>
    <w:rsid w:val="6EF42AB9"/>
    <w:rsid w:val="6F106739"/>
    <w:rsid w:val="6F15482A"/>
    <w:rsid w:val="6F5E6FA0"/>
    <w:rsid w:val="6FA42641"/>
    <w:rsid w:val="6FB45C2C"/>
    <w:rsid w:val="6FC851A3"/>
    <w:rsid w:val="6FD53C37"/>
    <w:rsid w:val="6FDB390B"/>
    <w:rsid w:val="6FE21C8C"/>
    <w:rsid w:val="6FE7780C"/>
    <w:rsid w:val="6FF1787F"/>
    <w:rsid w:val="6FF62952"/>
    <w:rsid w:val="7024009B"/>
    <w:rsid w:val="706B74A1"/>
    <w:rsid w:val="70B07A9B"/>
    <w:rsid w:val="70C56C78"/>
    <w:rsid w:val="70F467DE"/>
    <w:rsid w:val="712B0468"/>
    <w:rsid w:val="71404768"/>
    <w:rsid w:val="71424559"/>
    <w:rsid w:val="714820BB"/>
    <w:rsid w:val="71620EC6"/>
    <w:rsid w:val="71785FE9"/>
    <w:rsid w:val="719A7E52"/>
    <w:rsid w:val="71FC7C4F"/>
    <w:rsid w:val="72162418"/>
    <w:rsid w:val="722B7343"/>
    <w:rsid w:val="724215F5"/>
    <w:rsid w:val="72643751"/>
    <w:rsid w:val="728328AA"/>
    <w:rsid w:val="72884A0C"/>
    <w:rsid w:val="72F50EBB"/>
    <w:rsid w:val="732022A5"/>
    <w:rsid w:val="737030BA"/>
    <w:rsid w:val="73A57940"/>
    <w:rsid w:val="73FA0F56"/>
    <w:rsid w:val="742720C3"/>
    <w:rsid w:val="74535840"/>
    <w:rsid w:val="74C019A6"/>
    <w:rsid w:val="74D626D4"/>
    <w:rsid w:val="74DD2969"/>
    <w:rsid w:val="75626467"/>
    <w:rsid w:val="759432AE"/>
    <w:rsid w:val="76004DC0"/>
    <w:rsid w:val="768A4D12"/>
    <w:rsid w:val="772F60A3"/>
    <w:rsid w:val="778C7FC9"/>
    <w:rsid w:val="77C05673"/>
    <w:rsid w:val="78052087"/>
    <w:rsid w:val="782E4DD1"/>
    <w:rsid w:val="783D2A16"/>
    <w:rsid w:val="786945CD"/>
    <w:rsid w:val="795B528B"/>
    <w:rsid w:val="79C220D6"/>
    <w:rsid w:val="79C96961"/>
    <w:rsid w:val="79DE5B8E"/>
    <w:rsid w:val="79FF7F7D"/>
    <w:rsid w:val="7A122CA7"/>
    <w:rsid w:val="7A275147"/>
    <w:rsid w:val="7A393EDC"/>
    <w:rsid w:val="7A5A209C"/>
    <w:rsid w:val="7A650972"/>
    <w:rsid w:val="7A700C65"/>
    <w:rsid w:val="7AEF523A"/>
    <w:rsid w:val="7B12724C"/>
    <w:rsid w:val="7B1E35AB"/>
    <w:rsid w:val="7B830405"/>
    <w:rsid w:val="7B932B38"/>
    <w:rsid w:val="7BA63594"/>
    <w:rsid w:val="7C3C7759"/>
    <w:rsid w:val="7C730D9C"/>
    <w:rsid w:val="7C766462"/>
    <w:rsid w:val="7CED5FAC"/>
    <w:rsid w:val="7D0079C6"/>
    <w:rsid w:val="7D5C0E39"/>
    <w:rsid w:val="7E263FB5"/>
    <w:rsid w:val="7E486EB2"/>
    <w:rsid w:val="7E742D92"/>
    <w:rsid w:val="7E851F07"/>
    <w:rsid w:val="7E934D87"/>
    <w:rsid w:val="7E9A0D84"/>
    <w:rsid w:val="7EA637B6"/>
    <w:rsid w:val="7F266B17"/>
    <w:rsid w:val="7F663224"/>
    <w:rsid w:val="7F8263BD"/>
    <w:rsid w:val="7FD37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2018-06-05T16:12:00Z</dcterms:created>
  <dc:creator>裸奔的蚂蚁</dc:creator>
  <cp:lastModifiedBy>8237477260</cp:lastModifiedBy>
  <dcterms:modified xsi:type="dcterms:W3CDTF">2024-09-27T02:24:37Z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RubyTemplateID" linkTarget="0">
    <vt:lpwstr>4</vt:lpwstr>
  </property>
  <property fmtid="{D5CDD505-2E9C-101B-9397-08002B2CF9AE}" pid="4" name="KSOTemplateUUID">
    <vt:lpwstr>v1.0_mb_8uUYU+dOlZCkW2G+JIGclw==</vt:lpwstr>
  </property>
  <property fmtid="{D5CDD505-2E9C-101B-9397-08002B2CF9AE}" pid="5" name="ICV">
    <vt:lpwstr>F2885856D36B453B8AE5336597E246A6</vt:lpwstr>
  </property>
</Properties>
</file>