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AAA971">
      <w:pPr>
        <w:bidi w:val="0"/>
        <w:ind w:firstLine="420" w:firstLineChars="0"/>
      </w:pPr>
      <w: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4411345</wp:posOffset>
            </wp:positionH>
            <wp:positionV relativeFrom="paragraph">
              <wp:posOffset>181610</wp:posOffset>
            </wp:positionV>
            <wp:extent cx="1145540" cy="1492885"/>
            <wp:effectExtent l="15875" t="635" r="57785" b="76200"/>
            <wp:wrapNone/>
            <wp:docPr id="5" name="图片 5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6447" r="6447"/>
                    <a:stretch>
                      <a:fillRect/>
                    </a:stretch>
                  </pic:blipFill>
                  <pic:spPr>
                    <a:xfrm>
                      <a:off x="0" y="0"/>
                      <a:ext cx="1145540" cy="1492885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  <a:effectLst>
                      <a:outerShdw blurRad="50800" dist="38100" dir="2700000" algn="tl" rotWithShape="0">
                        <a:prstClr val="black">
                          <a:alpha val="5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5337175</wp:posOffset>
                </wp:positionV>
                <wp:extent cx="6435725" cy="1243965"/>
                <wp:effectExtent l="0" t="0" r="0" b="0"/>
                <wp:wrapNone/>
                <wp:docPr id="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7778115"/>
                          <a:ext cx="6435725" cy="1243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197CFC14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行政助理                       一路网络科技有限公司                          2015.03-2016.01</w:t>
                            </w:r>
                          </w:p>
                          <w:p w14:paraId="3BB0BE34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负责中心的接待工作；</w:t>
                            </w:r>
                          </w:p>
                          <w:p w14:paraId="544DCEE0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负责中心的行政事务及前台管理；</w:t>
                            </w:r>
                          </w:p>
                          <w:p w14:paraId="49F3B150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协助处理客户服务及简单客诉；</w:t>
                            </w:r>
                          </w:p>
                          <w:p w14:paraId="4C7B8117"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ind w:leftChars="0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42pt;margin-top:420.25pt;height:97.95pt;width:506.75pt;z-index:251666432;mso-width-relative:page;mso-height-relative:page;" filled="f" stroked="f" coordsize="21600,21600" o:gfxdata="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2Cta9oAAAAMAQAADwAAAAAAAAABACAAAAAiAAAAZHJzL2Rvd25yZXYueG1sUEsB&#10;AhQAFAAAAAgAh07iQJXNvU/zAQAA2AMAAA4AAAAAAAAAAQAgAAAAKQEAAGRycy9lMm9Eb2MueG1s&#10;UEsFBgAAAAAGAAYAWQEAAI4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97CFC14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行政助理                       一路网络科技有限公司                          2015.03-2016.01</w:t>
                      </w:r>
                    </w:p>
                    <w:p w14:paraId="3BB0BE34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负责中心的接待工作；</w:t>
                      </w:r>
                    </w:p>
                    <w:p w14:paraId="544DCEE0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负责中心的行政事务及前台管理；</w:t>
                      </w:r>
                    </w:p>
                    <w:p w14:paraId="49F3B150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协助处理客户服务及简单客诉；</w:t>
                      </w:r>
                    </w:p>
                    <w:p w14:paraId="4C7B8117">
                      <w:pPr>
                        <w:pStyle w:val="5"/>
                        <w:numPr>
                          <w:ilvl w:val="0"/>
                          <w:numId w:val="0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ind w:leftChars="0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2150745</wp:posOffset>
                </wp:positionV>
                <wp:extent cx="6435725" cy="1003300"/>
                <wp:effectExtent l="0" t="0" r="0" b="0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5725" cy="1003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69944766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607A9D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工商管理                        上海大学（本科）                          2012.09-2016.07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C064FB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2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beforeAutospacing="0" w:afterAutospacing="0" w:line="400" w:lineRule="exact"/>
                              <w:ind w:left="420" w:leftChars="0" w:hanging="420" w:firstLineChars="0"/>
                              <w:textAlignment w:val="auto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sz w:val="22"/>
                                <w:szCs w:val="2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公司组织与管理、人力资源会计、人力资源招聘与录用、开发管理、会计学、劳动关系管理、员工关系管理、人力资源信息化管理。</w:t>
                            </w:r>
                          </w:p>
                          <w:p w14:paraId="439D5330">
                            <w:pPr>
                              <w:pStyle w:val="5"/>
                              <w:numPr>
                                <w:ilvl w:val="0"/>
                                <w:numId w:val="0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ind w:leftChars="0"/>
                              <w:textAlignment w:val="baseline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3.55pt;margin-top:169.35pt;height:79pt;width:506.75pt;z-index:251679744;mso-width-relative:page;mso-height-relative:page;" filled="f" stroked="f" coordsize="21600,21600" o:gfxdata="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Bg2w133QAAAAsBAAAPAAAAAAAAAAEAIAAA&#10;ACIAAABkcnMvZG93bnJldi54bWxQSwECFAAUAAAACACHTuJA8H+/Xc4BAACOAwAADgAAAAAAAAAB&#10;ACAAAAAsAQAAZHJzL2Uyb0RvYy54bWxQSwUGAAAAAAYABgBZAQAAbA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69944766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607A9D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工商管理                        上海大学（本科）                          2012.09-2016.07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C064FB3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2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beforeAutospacing="0" w:afterAutospacing="0" w:line="400" w:lineRule="exact"/>
                        <w:ind w:left="420" w:leftChars="0" w:hanging="420" w:firstLineChars="0"/>
                        <w:textAlignment w:val="auto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sz w:val="22"/>
                          <w:szCs w:val="2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公司组织与管理、人力资源会计、人力资源招聘与录用、开发管理、会计学、劳动关系管理、员工关系管理、人力资源信息化管理。</w:t>
                      </w:r>
                    </w:p>
                    <w:p w14:paraId="439D5330">
                      <w:pPr>
                        <w:pStyle w:val="5"/>
                        <w:numPr>
                          <w:ilvl w:val="0"/>
                          <w:numId w:val="0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ind w:leftChars="0"/>
                        <w:textAlignment w:val="baseline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-744220</wp:posOffset>
                </wp:positionH>
                <wp:positionV relativeFrom="paragraph">
                  <wp:posOffset>8220710</wp:posOffset>
                </wp:positionV>
                <wp:extent cx="6659245" cy="1469390"/>
                <wp:effectExtent l="0" t="0" r="0" b="0"/>
                <wp:wrapNone/>
                <wp:docPr id="53" name="文本框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9245" cy="1469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845EC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auto"/>
                              <w:ind w:leftChars="0" w:right="0" w:rightChars="0"/>
                              <w:jc w:val="both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color w:val="4F535E"/>
                                <w:sz w:val="21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F535E"/>
                                <w:sz w:val="21"/>
                                <w:szCs w:val="24"/>
                                <w:lang w:val="en-US" w:eastAsia="zh-CN"/>
                              </w:rPr>
                              <w:t>工作积极认真，细心负责，熟练运用办公自动化软件，善于在工作中提出问题，发现问题， 解决问题，有较强的分析能力，勤奋好学，踏实肯干，动手能力强，认真负责，有很强的社会责任感，坚毅不拔，吃苦耐劳，下哈和善于迎接新挑战。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8.6pt;margin-top:647.3pt;height:115.7pt;width:524.35pt;z-index:251678720;mso-width-relative:page;mso-height-relative:page;" filled="f" stroked="f" coordsize="21600,21600" o:gfxdata="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Kx69CXZAAAADgEAAA8AAAAAAAAAAQAgAAAA&#10;IgAAAGRycy9kb3ducmV2LnhtbFBLAQIUABQAAAAIAIdO4kC11eX0QwIAAHUEAAAOAAAAAAAAAAEA&#10;IAAAACg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 style="mso-fit-shape-to-text:t;">
                  <w:txbxContent>
                    <w:p w14:paraId="2D845EC9">
                      <w:pPr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40" w:lineRule="auto"/>
                        <w:ind w:leftChars="0" w:right="0" w:rightChars="0"/>
                        <w:jc w:val="both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color w:val="4F535E"/>
                          <w:sz w:val="21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F535E"/>
                          <w:sz w:val="21"/>
                          <w:szCs w:val="24"/>
                          <w:lang w:val="en-US" w:eastAsia="zh-CN"/>
                        </w:rPr>
                        <w:t>工作积极认真，细心负责，熟练运用办公自动化软件，善于在工作中提出问题，发现问题， 解决问题，有较强的分析能力，勤奋好学，踏实肯干，动手能力强，认真负责，有很强的社会责任感，坚毅不拔，吃苦耐劳，下哈和善于迎接新挑战。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3194685</wp:posOffset>
                </wp:positionV>
                <wp:extent cx="6571615" cy="294640"/>
                <wp:effectExtent l="19050" t="12700" r="635" b="3556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16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17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26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28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5E4BEDA6"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工作经验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3.75pt;margin-top:251.55pt;height:23.2pt;width:517.45pt;z-index:251665408;mso-width-relative:page;mso-height-relative:page;" coordorigin="1000,3618" coordsize="10349,464" o:gfxdata="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MG84M7cAAADb&#10;AAAADwAAAGRycy9kb3ducmV2LnhtbEVPy6rCMBDdC/5DGMGdpl5QpBoFBcGl1/dySMam2ExKE633&#10;728Ewd0cznPmy5erxJOaUHpWMBpmIIi1NyUXCo6HzWAKIkRkg5VnUvBHAZaLbmeOufEt/9JzHwuR&#10;QjjkqMDGWOdSBm3JYRj6mjhxN984jAk2hTQNtincVfInyybSYcmpwWJNa0v6vn84Bfqye/BuZevN&#10;aRXakz1fdTW+KtXvjbIZiEiv+BV/3FuT5k/g/Us6QC7+A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bzgz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qox7Or0AAADb&#10;AAAADwAAAGRycy9kb3ducmV2LnhtbEWPUWvCMBSF3wf+h3AHvs2kpcjsjMIKkyHzYeoPuDTXpqy5&#10;qU20+u/NYLDHwznnO5zl+uY6caUhtJ41ZDMFgrj2puVGw/Hw8fIKIkRkg51n0nCnAOvV5GmJpfEj&#10;f9N1HxuRIBxK1GBj7EspQ23JYZj5njh5Jz84jEkOjTQDjgnuOpkrNZcOW04LFnuqLNU/+4vTILPd&#10;xVbbxea9PW3sV7Y7F4VCrafPmXoDEekW/8N/7U+jIZ/D75f0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jHs6vQAA&#10;ANsAAAAPAAAAAAAAAAEAIAAAACIAAABkcnMvZG93bnJldi54bWxQSwECFAAUAAAACACHTuJAMy8F&#10;njsAAAA5AAAAEAAAAAAAAAABACAAAAAMAQAAZHJzL3NoYXBleG1sLnhtbFBLBQYAAAAABgAGAFsB&#10;AAC2AwAAAAA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M/2B3LgAAADb&#10;AAAADwAAAGRycy9kb3ducmV2LnhtbEVPy4rCMBTdC/MP4Q6401QXIh1TQWEYxYX4mP2d5PbBNDcl&#10;ia3+vVkILg/nvVrfbSt68qFxrGA2zUAQa2carhRcL9+TJYgQkQ22jknBgwKsi4/RCnPjBj5Rf46V&#10;SCEcclRQx9jlUgZdk8UwdR1x4krnLcYEfSWNxyGF21bOs2whLTacGmrsaFuT/j/frIJfV24Gq/94&#10;3z+Oze3n4LVeHpQaf86yLxCR7vEtfrl3RsE8jU1f0g+QxR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/2B3LgAAADbAAAA&#10;DwAAAAAAAAABACAAAAAiAAAAZHJzL2Rvd25yZXYueG1sUEsBAhQAFAAAAAgAh07iQDMvBZ47AAAA&#10;OQAAABAAAAAAAAAAAQAgAAAABwEAAGRycy9zaGFwZXhtbC54bWxQSwUGAAAAAAYABgBbAQAAsQMA&#10;AAAA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 w14:paraId="5E4BEDA6"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工作经验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3061970</wp:posOffset>
                </wp:positionH>
                <wp:positionV relativeFrom="paragraph">
                  <wp:posOffset>5267325</wp:posOffset>
                </wp:positionV>
                <wp:extent cx="0" cy="5400040"/>
                <wp:effectExtent l="0" t="9525" r="10160" b="15875"/>
                <wp:wrapNone/>
                <wp:docPr id="47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6200000">
                          <a:off x="0" y="0"/>
                          <a:ext cx="0" cy="540004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241.1pt;margin-top:414.75pt;height:425.2pt;width:0pt;rotation:-5898240f;z-index:251677696;mso-width-relative:page;mso-height-relative:page;" filled="f" stroked="t" coordsize="21600,21600" o:gfxdata="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baEy2dcAAAAMAQAADwAAAAAAAAABACAAAAAiAAAAZHJz&#10;L2Rvd25yZXYueG1sUEsBAhQAFAAAAAgAh07iQGi5PCgFAgAA8gMAAA4AAAAAAAAAAQAgAAAAJgEA&#10;AGRycy9lMm9Eb2MueG1sUEsFBgAAAAAGAAYAWQEAAJ0FAAAAAA==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7828915</wp:posOffset>
                </wp:positionV>
                <wp:extent cx="1249045" cy="288925"/>
                <wp:effectExtent l="19050" t="19050" r="27305" b="22225"/>
                <wp:wrapNone/>
                <wp:docPr id="48" name="矩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9045" cy="28892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607A9D"/>
                        </a:solidFill>
                        <a:ln w="38100">
                          <a:solidFill>
                            <a:srgbClr val="F5F6FB"/>
                          </a:solidFill>
                        </a:ln>
                      </wps:spPr>
                      <wps:bodyPr vert="horz" wrap="square" anchor="ctr" upright="1"/>
                    </wps:wsp>
                  </a:graphicData>
                </a:graphic>
              </wp:anchor>
            </w:drawing>
          </mc:Choice>
          <mc:Fallback>
            <w:pict>
              <v:roundrect id="矩形 17" o:spid="_x0000_s1026" o:spt="2" style="position:absolute;left:0pt;margin-left:-63.75pt;margin-top:616.45pt;height:22.75pt;width:98.35pt;z-index:251677696;v-text-anchor:middle;mso-width-relative:page;mso-height-relative:page;" fillcolor="#607A9D" filled="t" stroked="t" coordsize="21600,21600" arcsize="0.5" o:gfxdata="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KRbyXbAAAADQEAAA8AAAAAAAAAAQAgAAAAIgAAAGRycy9kb3ducmV2&#10;LnhtbFBLAQIUABQAAAAIAIdO4kDvQ/ia+QEAAOwDAAAOAAAAAAAAAAEAIAAAACoBAABkcnMvZTJv&#10;RG9jLnhtbFBLBQYAAAAABgAGAFkBAACVBQAAAAA=&#10;">
                <v:fill on="t" focussize="0,0"/>
                <v:stroke weight="3pt" color="#F5F6FB" joinstyle="round"/>
                <v:imagedata o:title=""/>
                <o:lock v:ext="edit" aspectratio="f"/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-574675</wp:posOffset>
                </wp:positionH>
                <wp:positionV relativeFrom="paragraph">
                  <wp:posOffset>7822565</wp:posOffset>
                </wp:positionV>
                <wp:extent cx="989330" cy="288925"/>
                <wp:effectExtent l="0" t="0" r="0" b="0"/>
                <wp:wrapNone/>
                <wp:docPr id="49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30" cy="288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006EB1D">
                            <w:pPr>
                              <w:pStyle w:val="5"/>
                              <w:spacing w:before="0" w:beforeAutospacing="0" w:after="0" w:afterAutospacing="0" w:line="312" w:lineRule="exact"/>
                              <w:jc w:val="center"/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FFFFFF"/>
                                <w:kern w:val="24"/>
                              </w:rPr>
                              <w:t>职业技能</w:t>
                            </w:r>
                          </w:p>
                        </w:txbxContent>
                      </wps:txbx>
                      <wps:bodyPr vert="horz" wrap="square" rtlCol="0" anchor="ctr"/>
                    </wps:wsp>
                  </a:graphicData>
                </a:graphic>
              </wp:anchor>
            </w:drawing>
          </mc:Choice>
          <mc:Fallback>
            <w:pict>
              <v:rect id="矩形 27" o:spid="_x0000_s1026" o:spt="1" style="position:absolute;left:0pt;margin-left:-45.25pt;margin-top:615.95pt;height:22.75pt;width:77.9pt;z-index:251677696;v-text-anchor:middle;mso-width-relative:page;mso-height-relative:page;" filled="f" stroked="f" coordsize="21600,21600" o:gfxdata="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8RjAY2gAAAAwBAAAPAAAAAAAAAAEAIAAAACIAAABkcnMvZG93bnJldi54bWxQ&#10;SwECFAAUAAAACACHTuJAqTl9g/UBAADRAwAADgAAAAAAAAABACAAAAApAQAAZHJzL2Uyb0RvYy54&#10;bWxQSwUGAAAAAAYABgBZAQAAkAUAAAAA&#10;">
                <v:fill on="f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3006EB1D">
                      <w:pPr>
                        <w:pStyle w:val="5"/>
                        <w:spacing w:before="0" w:beforeAutospacing="0" w:after="0" w:afterAutospacing="0" w:line="312" w:lineRule="exact"/>
                        <w:jc w:val="center"/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FFFFFF"/>
                          <w:kern w:val="24"/>
                        </w:rPr>
                        <w:t>职业技能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3578225</wp:posOffset>
                </wp:positionV>
                <wp:extent cx="6435725" cy="1701165"/>
                <wp:effectExtent l="0" t="0" r="0" b="0"/>
                <wp:wrapNone/>
                <wp:docPr id="2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6110605"/>
                          <a:ext cx="6435725" cy="170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0F4B77C9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607A9D"/>
                                <w:kern w:val="24"/>
                                <w:sz w:val="21"/>
                                <w:szCs w:val="21"/>
                              </w:rPr>
                              <w:t>行政主管                       贵泽实业有限公司                                 2016.03-至今</w:t>
                            </w:r>
                          </w:p>
                          <w:p w14:paraId="38006F32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color w:val="595959" w:themeColor="text1" w:themeTint="A6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本部的行政人事管理和日常事务，协助总监搞好各部门之间的综合协调，落实公司规章制度，沟通内外联系，保证上情下达和下情上报，负责对会议文件决定的事项进行催办、查办和落实，负责全公司组织系统及工作职责研讨和修订。</w:t>
                            </w:r>
                          </w:p>
                          <w:p w14:paraId="283F2627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编制公司人事管理制度，规避各项人事风险。</w:t>
                            </w:r>
                          </w:p>
                          <w:p w14:paraId="5C99985E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负责招聘工作，制定公司的人力资源发展计划，确保人才梯队发展和人才储备及培养。</w:t>
                            </w:r>
                          </w:p>
                          <w:p w14:paraId="56093938">
                            <w:pPr>
                              <w:pStyle w:val="5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督导公司各项行政、人事制度的执行，以及各项行政人事工作的进展情况，并采取必要的措施。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42pt;margin-top:281.75pt;height:133.95pt;width:506.75pt;z-index:251664384;mso-width-relative:page;mso-height-relative:page;" filled="f" stroked="f" coordsize="21600,21600" o:gfxdata="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I3Sb5vcAAAACwEAAA8AAAAAAAAAAQAgAAAAIgAAAGRycy9kb3ducmV2LnhtbFBL&#10;AQIUABQAAAAIAIdO4kBoDWDo8gEAANkDAAAOAAAAAAAAAAEAIAAAACsBAABkcnMvZTJvRG9jLnht&#10;bFBLBQYAAAAABgAGAFkBAACP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0F4B77C9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607A9D"/>
                          <w:kern w:val="24"/>
                          <w:sz w:val="21"/>
                          <w:szCs w:val="21"/>
                        </w:rPr>
                        <w:t>行政主管                       贵泽实业有限公司                                 2016.03-至今</w:t>
                      </w:r>
                    </w:p>
                    <w:p w14:paraId="38006F32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color w:val="595959" w:themeColor="text1" w:themeTint="A6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本部的行政人事管理和日常事务，协助总监搞好各部门之间的综合协调，落实公司规章制度，沟通内外联系，保证上情下达和下情上报，负责对会议文件决定的事项进行催办、查办和落实，负责全公司组织系统及工作职责研讨和修订。</w:t>
                      </w:r>
                    </w:p>
                    <w:p w14:paraId="283F2627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编制公司人事管理制度，规避各项人事风险。</w:t>
                      </w:r>
                    </w:p>
                    <w:p w14:paraId="5C99985E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负责招聘工作，制定公司的人力资源发展计划，确保人才梯队发展和人才储备及培养。</w:t>
                      </w:r>
                    </w:p>
                    <w:p w14:paraId="56093938">
                      <w:pPr>
                        <w:pStyle w:val="5"/>
                        <w:numPr>
                          <w:ilvl w:val="0"/>
                          <w:numId w:val="1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督导公司各项行政、人事制度的执行，以及各项行政人事工作的进展情况，并采取必要的措施。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1773555</wp:posOffset>
                </wp:positionV>
                <wp:extent cx="6571615" cy="294640"/>
                <wp:effectExtent l="19050" t="12700" r="635" b="3556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4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6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2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27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6556A590"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3.75pt;margin-top:139.65pt;height:23.2pt;width:517.45pt;z-index:251660288;mso-width-relative:page;mso-height-relative:page;" coordorigin="1000,3618" coordsize="10349,464" o:gfxdata="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">
                <o:lock v:ext="edit" aspectratio="f"/>
                <v:line id="_x0000_s1026" o:spid="_x0000_s1026" o:spt="20" style="position:absolute;left:7097;top:-406;height:8504;width:0;rotation:-5898240f;" filled="f" stroked="t" coordsize="21600,21600" o:gfxdata="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BoIeLsAAADa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_x0000_s1026" o:spid="_x0000_s1026" o:spt="203" style="position:absolute;left:1000;top:3618;height:464;width:1966;" coordorigin="1000,3618" coordsize="1966,464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dNwEFbwAAADa&#10;AAAADwAAAGRycy9kb3ducmV2LnhtbEWPUWvCMBSF3wf+h3CFvc2kUmTrjIKCMmR9mNsPuDTXptjc&#10;1Cba+u8XYbDHwznnO5zlenStuFEfGs8aspkCQVx503Ct4ed79/IKIkRkg61n0nCnAOvV5GmJhfED&#10;f9HtGGuRIBwK1GBj7AopQ2XJYZj5jjh5J987jEn2tTQ9DgnuWjlXaiEdNpwWLHa0tVSdj1enQWbl&#10;1W4Pb/tNc9rbz6y85LlCrZ+nmXoHEWmM/+G/9ofRMIfHlXQD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TcBBW8AAAA&#10;2gAAAA8AAAAAAAAAAQAgAAAAIgAAAGRycy9kb3ducmV2LnhtbFBLAQIUABQAAAAIAIdO4kAzLwWe&#10;OwAAADkAAAAQAAAAAAAAAAEAIAAAAAsBAABkcnMvc2hhcGV4bWwueG1sUEsFBgAAAAAGAAYAWwEA&#10;ALUD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_x0000_s1026" o:spid="_x0000_s1026" o:spt="1" style="position:absolute;left:1370;top:3618;height:455;width:1558;v-text-anchor:middle;" filled="f" stroked="f" coordsize="21600,21600" o:gfxdata="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JiFa6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 w14:paraId="6556A590"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教育背景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-809625</wp:posOffset>
                </wp:positionH>
                <wp:positionV relativeFrom="paragraph">
                  <wp:posOffset>6613525</wp:posOffset>
                </wp:positionV>
                <wp:extent cx="6571615" cy="294640"/>
                <wp:effectExtent l="19050" t="12700" r="635" b="35560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1615" cy="294640"/>
                          <a:chOff x="1000" y="3618"/>
                          <a:chExt cx="10349" cy="464"/>
                        </a:xfrm>
                      </wpg:grpSpPr>
                      <wps:wsp>
                        <wps:cNvPr id="36" name="直接连接符 4"/>
                        <wps:cNvCnPr/>
                        <wps:spPr>
                          <a:xfrm rot="16200000">
                            <a:off x="7097" y="-406"/>
                            <a:ext cx="0" cy="8504"/>
                          </a:xfrm>
                          <a:prstGeom prst="line">
                            <a:avLst/>
                          </a:prstGeom>
                          <a:noFill/>
                          <a:ln w="19050" cap="flat" cmpd="sng" algn="ctr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g:grpSp>
                        <wpg:cNvPr id="37" name="组合 6"/>
                        <wpg:cNvGrpSpPr/>
                        <wpg:grpSpPr>
                          <a:xfrm>
                            <a:off x="1000" y="3618"/>
                            <a:ext cx="1966" cy="464"/>
                            <a:chOff x="1000" y="3618"/>
                            <a:chExt cx="1966" cy="464"/>
                          </a:xfrm>
                        </wpg:grpSpPr>
                        <wps:wsp>
                          <wps:cNvPr id="38" name="矩形 17"/>
                          <wps:cNvSpPr/>
                          <wps:spPr>
                            <a:xfrm>
                              <a:off x="1000" y="3628"/>
                              <a:ext cx="1967" cy="455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607A9D"/>
                            </a:solidFill>
                            <a:ln w="38100">
                              <a:solidFill>
                                <a:srgbClr val="F5F6FB"/>
                              </a:solidFill>
                            </a:ln>
                          </wps:spPr>
                          <wps:bodyPr vert="horz" wrap="square" anchor="ctr" upright="1"/>
                        </wps:wsp>
                        <wps:wsp>
                          <wps:cNvPr id="39" name="矩形 27"/>
                          <wps:cNvSpPr/>
                          <wps:spPr>
                            <a:xfrm>
                              <a:off x="1370" y="3618"/>
                              <a:ext cx="1558" cy="45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noFill/>
                              <a:prstDash val="solid"/>
                              <a:miter lim="800000"/>
                            </a:ln>
                            <a:effectLst/>
                          </wps:spPr>
                          <wps:txbx>
                            <w:txbxContent>
                              <w:p w14:paraId="04E9B54C">
                                <w:pPr>
                                  <w:pStyle w:val="5"/>
                                  <w:spacing w:before="0" w:beforeAutospacing="0" w:after="0" w:afterAutospacing="0" w:line="312" w:lineRule="exact"/>
                                  <w:jc w:val="center"/>
                                </w:pPr>
                                <w:r>
                                  <w:rPr>
                                    <w:rFonts w:hint="eastAsia" w:ascii="微软雅黑" w:hAnsi="微软雅黑" w:eastAsia="微软雅黑" w:cs="Times New Roman"/>
                                    <w:b/>
                                    <w:bCs/>
                                    <w:color w:val="FFFFFF"/>
                                    <w:kern w:val="24"/>
                                  </w:rPr>
                                  <w:t>职业技能</w:t>
                                </w:r>
                              </w:p>
                            </w:txbxContent>
                          </wps:txbx>
                          <wps:bodyPr vert="horz" wrap="square" rtlCol="0" anchor="ctr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3.75pt;margin-top:520.75pt;height:23.2pt;width:517.45pt;z-index:251661312;mso-width-relative:page;mso-height-relative:page;" coordorigin="1000,3618" coordsize="10349,464" o:gfxdata="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">
                <o:lock v:ext="edit" aspectratio="f"/>
                <v:line id="直接连接符 4" o:spid="_x0000_s1026" o:spt="20" style="position:absolute;left:7097;top:-406;height:8504;width:0;rotation:-5898240f;" filled="f" stroked="t" coordsize="21600,21600" o:gfxdata="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9pkU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D9D9D9 [2732]" miterlimit="8" joinstyle="miter"/>
                  <v:imagedata o:title=""/>
                  <o:lock v:ext="edit" aspectratio="f"/>
                </v:line>
                <v:group id="组合 6" o:spid="_x0000_s1026" o:spt="203" style="position:absolute;left:1000;top:3618;height:464;width:1966;" coordorigin="1000,3618" coordsize="1966,464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roundrect id="矩形 17" o:spid="_x0000_s1026" o:spt="2" style="position:absolute;left:1000;top:3628;height:455;width:1967;v-text-anchor:middle;" fillcolor="#607A9D" filled="t" stroked="t" coordsize="21600,21600" arcsize="0.5" o:gfxdata="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QEfb65AAAA2wAA&#10;AA8AAAAAAAAAAQAgAAAAIgAAAGRycy9kb3ducmV2LnhtbFBLAQIUABQAAAAIAIdO4kAzLwWeOwAA&#10;ADkAAAAQAAAAAAAAAAEAIAAAAAgBAABkcnMvc2hhcGV4bWwueG1sUEsFBgAAAAAGAAYAWwEAALID&#10;AAAAAA==&#10;">
                    <v:fill on="t" focussize="0,0"/>
                    <v:stroke weight="3pt" color="#F5F6FB" joinstyle="round"/>
                    <v:imagedata o:title=""/>
                    <o:lock v:ext="edit" aspectratio="f"/>
                  </v:roundrect>
                  <v:rect id="矩形 27" o:spid="_x0000_s1026" o:spt="1" style="position:absolute;left:1370;top:3618;height:455;width:1558;v-text-anchor:middle;" filled="f" stroked="f" coordsize="21600,21600" o:gfxdata="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aLKa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1pt" miterlimit="8" joinstyle="miter"/>
                    <v:imagedata o:title=""/>
                    <o:lock v:ext="edit" aspectratio="f"/>
                    <v:textbox>
                      <w:txbxContent>
                        <w:p w14:paraId="04E9B54C">
                          <w:pPr>
                            <w:pStyle w:val="5"/>
                            <w:spacing w:before="0" w:beforeAutospacing="0" w:after="0" w:afterAutospacing="0" w:line="312" w:lineRule="exact"/>
                            <w:jc w:val="center"/>
                          </w:pPr>
                          <w:r>
                            <w:rPr>
                              <w:rFonts w:hint="eastAsia" w:ascii="微软雅黑" w:hAnsi="微软雅黑" w:eastAsia="微软雅黑" w:cs="Times New Roman"/>
                              <w:b/>
                              <w:bCs/>
                              <w:color w:val="FFFFFF"/>
                              <w:kern w:val="24"/>
                            </w:rPr>
                            <w:t>职业技能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6946265</wp:posOffset>
                </wp:positionV>
                <wp:extent cx="6435725" cy="786765"/>
                <wp:effectExtent l="0" t="0" r="0" b="0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1520" y="9478645"/>
                          <a:ext cx="6435725" cy="7867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22C5EB25"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语言能力：大学英语6级证书，荣获全国大学生英语竞赛一等奖，能够熟练的进行听、说、读、写。</w:t>
                            </w:r>
                          </w:p>
                          <w:p w14:paraId="6D31A566"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计算机：计算机二级证书，熟练操作windows平台上的各类应用软件，如Word、Excel、Power Point。</w:t>
                            </w:r>
                          </w:p>
                          <w:p w14:paraId="535827B1">
                            <w:pPr>
                              <w:pStyle w:val="5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360" w:lineRule="exact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团队能力：具有丰富的团队组建与扩充经验和项目管理与协调经验，能够独挡一面。</w:t>
                            </w:r>
                          </w:p>
                        </w:txbxContent>
                      </wps:txbx>
                      <wps:bodyPr vert="horz" wrap="square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42pt;margin-top:546.95pt;height:61.95pt;width:506.75pt;z-index:251659264;mso-width-relative:page;mso-height-relative:page;" filled="f" stroked="f" coordsize="21600,21600" o:gfxdata="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zRD9ydwAAAANAQAADwAA&#10;AAAAAAABACAAAAAiAAAAZHJzL2Rvd25yZXYueG1sUEsBAhQAFAAAAAgAh07iQNAHB7/ZAQAAmAMA&#10;AA4AAAAAAAAAAQAgAAAAKwEAAGRycy9lMm9Eb2MueG1sUEsFBgAAAAAGAAYAWQEAAH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2C5EB25">
                      <w:pPr>
                        <w:pStyle w:val="5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语言能力：大学英语6级证书，荣获全国大学生英语竞赛一等奖，能够熟练的进行听、说、读、写。</w:t>
                      </w:r>
                    </w:p>
                    <w:p w14:paraId="6D31A566">
                      <w:pPr>
                        <w:pStyle w:val="5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计算机：计算机二级证书，熟练操作windows平台上的各类应用软件，如Word、Excel、Power Point。</w:t>
                      </w:r>
                    </w:p>
                    <w:p w14:paraId="535827B1">
                      <w:pPr>
                        <w:pStyle w:val="5"/>
                        <w:numPr>
                          <w:ilvl w:val="0"/>
                          <w:numId w:val="3"/>
                        </w:numPr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360" w:lineRule="exact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团队能力：具有丰富的团队组建与扩充经验和项目管理与协调经验，能够独挡一面。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5369560</wp:posOffset>
                </wp:positionH>
                <wp:positionV relativeFrom="paragraph">
                  <wp:posOffset>-782320</wp:posOffset>
                </wp:positionV>
                <wp:extent cx="190500" cy="327025"/>
                <wp:effectExtent l="0" t="0" r="0" b="3175"/>
                <wp:wrapNone/>
                <wp:docPr id="25" name="燕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27025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422.8pt;margin-top:-61.6pt;height:25.75pt;width:15pt;z-index:251671552;v-text-anchor:middle;mso-width-relative:page;mso-height-relative:page;" fillcolor="#FFFFFF [3212]" filled="t" stroked="f" coordsize="21600,21600" o:gfxdata="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TeaxRtcAAAAMAQAADwAAAAAAAAABACAAAAAiAAAAZHJzL2Rvd25yZXYueG1s&#10;UEsBAhQAFAAAAAgAh07iQJ3W7UhrAgAAwQQAAA4AAAAAAAAAAQAgAAAAJgEAAGRycy9lMm9Eb2Mu&#10;eG1sUEsFBgAAAAAGAAYAWQEAAAMGAAAAAA==&#10;" adj="10800">
                <v:fill on="t" focussize="0,0"/>
                <v:stroke on="f" weight="3.77952755905512pt" linestyle="thickThi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5613400</wp:posOffset>
                </wp:positionH>
                <wp:positionV relativeFrom="paragraph">
                  <wp:posOffset>-782320</wp:posOffset>
                </wp:positionV>
                <wp:extent cx="190500" cy="327025"/>
                <wp:effectExtent l="0" t="0" r="0" b="3175"/>
                <wp:wrapNone/>
                <wp:docPr id="30" name="燕尾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27025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442pt;margin-top:-61.6pt;height:25.75pt;width:15pt;z-index:251672576;v-text-anchor:middle;mso-width-relative:page;mso-height-relative:page;" fillcolor="#FFFFFF [3212]" filled="t" stroked="f" coordsize="21600,21600" o:gfxdata="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lJltx9cAAAAMAQAADwAAAAAAAAABACAAAAAiAAAAZHJzL2Rvd25yZXYueG1s&#10;UEsBAhQAFAAAAAgAh07iQL4U+ytrAgAAwQQAAA4AAAAAAAAAAQAgAAAAJgEAAGRycy9lMm9Eb2Mu&#10;eG1sUEsFBgAAAAAGAAYAWQEAAAMGAAAAAA==&#10;" adj="10800">
                <v:fill on="t" focussize="0,0"/>
                <v:stroke on="f" weight="3.77952755905512pt" linestyle="thickThi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-893445</wp:posOffset>
                </wp:positionH>
                <wp:positionV relativeFrom="paragraph">
                  <wp:posOffset>-753110</wp:posOffset>
                </wp:positionV>
                <wp:extent cx="3883660" cy="654050"/>
                <wp:effectExtent l="0" t="0" r="0" b="0"/>
                <wp:wrapNone/>
                <wp:docPr id="46" name="矩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3660" cy="654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0747C97">
                            <w:pPr>
                              <w:pStyle w:val="5"/>
                              <w:spacing w:before="0" w:beforeAutospacing="0" w:after="0" w:afterAutospacing="0" w:line="500" w:lineRule="exact"/>
                              <w:rPr>
                                <w:color w:val="FFFFFF" w:themeColor="background1"/>
                                <w:sz w:val="44"/>
                                <w:szCs w:val="4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Impact" w:hAnsi="Impact" w:eastAsia="方正宋刻本秀楷简体" w:cs="Times New Roman"/>
                                <w:color w:val="FFFFFF" w:themeColor="background1"/>
                                <w:kern w:val="24"/>
                                <w:sz w:val="52"/>
                                <w:szCs w:val="5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70.35pt;margin-top:-59.3pt;height:51.5pt;width:305.8pt;z-index:251669504;mso-width-relative:page;mso-height-relative:page;" filled="f" stroked="f" coordsize="21600,21600" o:gfxdata="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wPX6IdwA&#10;AAANAQAADwAAAAAAAAABACAAAAAiAAAAZHJzL2Rvd25yZXYueG1sUEsBAhQAFAAAAAgAh07iQLgK&#10;vripAQAARwMAAA4AAAAAAAAAAQAgAAAAKwEAAGRycy9lMm9Eb2MueG1sUEsFBgAAAAAGAAYAWQEA&#10;AE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0747C97">
                      <w:pPr>
                        <w:pStyle w:val="5"/>
                        <w:spacing w:before="0" w:beforeAutospacing="0" w:after="0" w:afterAutospacing="0" w:line="500" w:lineRule="exact"/>
                        <w:rPr>
                          <w:color w:val="FFFFFF" w:themeColor="background1"/>
                          <w:sz w:val="44"/>
                          <w:szCs w:val="44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ascii="Impact" w:hAnsi="Impact" w:eastAsia="方正宋刻本秀楷简体" w:cs="Times New Roman"/>
                          <w:color w:val="FFFFFF" w:themeColor="background1"/>
                          <w:kern w:val="24"/>
                          <w:sz w:val="52"/>
                          <w:szCs w:val="5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PERSONAL RESUME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5857240</wp:posOffset>
                </wp:positionH>
                <wp:positionV relativeFrom="paragraph">
                  <wp:posOffset>-784225</wp:posOffset>
                </wp:positionV>
                <wp:extent cx="190500" cy="327025"/>
                <wp:effectExtent l="0" t="0" r="0" b="3175"/>
                <wp:wrapNone/>
                <wp:docPr id="31" name="燕尾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27025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461.2pt;margin-top:-61.75pt;height:25.75pt;width:15pt;z-index:251673600;v-text-anchor:middle;mso-width-relative:page;mso-height-relative:page;" fillcolor="#FFFFFF [3212]" filled="t" stroked="f" coordsize="21600,21600" o:gfxdata="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kvPbY9cAAAAMAQAADwAAAAAAAAABACAAAAAiAAAAZHJzL2Rvd25yZXYueG1s&#10;UEsBAhQAFAAAAAgAh07iQP0TNW9rAgAAwQQAAA4AAAAAAAAAAQAgAAAAJgEAAGRycy9lMm9Eb2Mu&#10;eG1sUEsFBgAAAAAGAAYAWQEAAAMGAAAAAA==&#10;" adj="10800">
                <v:fill on="t" focussize="0,0"/>
                <v:stroke on="f" weight="3.77952755905512pt" linestyle="thickThi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5086350</wp:posOffset>
                </wp:positionH>
                <wp:positionV relativeFrom="paragraph">
                  <wp:posOffset>-779145</wp:posOffset>
                </wp:positionV>
                <wp:extent cx="190500" cy="327025"/>
                <wp:effectExtent l="0" t="0" r="0" b="3175"/>
                <wp:wrapNone/>
                <wp:docPr id="23" name="燕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82795" y="826770"/>
                          <a:ext cx="190500" cy="327025"/>
                        </a:xfrm>
                        <a:prstGeom prst="chevron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400.5pt;margin-top:-61.35pt;height:25.75pt;width:15pt;z-index:251670528;v-text-anchor:middle;mso-width-relative:page;mso-height-relative:page;" fillcolor="#FFFFFF [3212]" filled="t" stroked="f" coordsize="21600,21600" o:gfxdata="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6g8SstYAAAAMAQAADwAAAAAAAAABACAAAAAiAAAAZHJz&#10;L2Rvd25yZXYueG1sUEsBAhQAFAAAAAgAh07iQNowB354AgAAzAQAAA4AAAAAAAAAAQAgAAAAJQEA&#10;AGRycy9lMm9Eb2MueG1sUEsFBgAAAAAGAAYAWQEAAA8GAAAAAA==&#10;" adj="10800">
                <v:fill on="t" focussize="0,0"/>
                <v:stroke on="f" weight="3.77952755905512pt" linestyle="thickThin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-570865</wp:posOffset>
                </wp:positionH>
                <wp:positionV relativeFrom="paragraph">
                  <wp:posOffset>487680</wp:posOffset>
                </wp:positionV>
                <wp:extent cx="2244725" cy="1263015"/>
                <wp:effectExtent l="0" t="0" r="0" b="0"/>
                <wp:wrapNone/>
                <wp:docPr id="2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731520" y="1774825"/>
                          <a:ext cx="2244725" cy="1263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621C8D7B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民族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汉族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 w14:paraId="71FD307D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年龄：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23</w:t>
                            </w:r>
                          </w:p>
                          <w:p w14:paraId="5CE6CAD6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学历：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大学本科</w:t>
                            </w:r>
                          </w:p>
                          <w:p w14:paraId="60E3DCB4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hint="default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现居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上海XXX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-44.95pt;margin-top:38.4pt;height:99.45pt;width:176.75pt;z-index:251662336;mso-width-relative:page;mso-height-relative:page;" filled="f" stroked="f" coordsize="21600,21600" o:gfxdata="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BpkV9dsAAAAKAQAADwAAAAAAAAABACAAAAAiAAAAZHJzL2Rvd25yZXYueG1sUEsB&#10;AhQAFAAAAAgAh07iQFmh7k/yAQAA2QMAAA4AAAAAAAAAAQAgAAAAKgEAAGRycy9lMm9Eb2MueG1s&#10;UEsFBgAAAAAGAAYAWQEAAI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621C8D7B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民族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汉族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 w14:paraId="71FD307D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年龄：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23</w:t>
                      </w:r>
                    </w:p>
                    <w:p w14:paraId="5CE6CAD6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学历：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大学本科</w:t>
                      </w:r>
                    </w:p>
                    <w:p w14:paraId="60E3DCB4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hint="default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现居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上海XXX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1946910</wp:posOffset>
                </wp:positionH>
                <wp:positionV relativeFrom="paragraph">
                  <wp:posOffset>487680</wp:posOffset>
                </wp:positionV>
                <wp:extent cx="2278380" cy="1263015"/>
                <wp:effectExtent l="0" t="0" r="0" b="0"/>
                <wp:wrapNone/>
                <wp:docPr id="6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3249295" y="1774825"/>
                          <a:ext cx="2278380" cy="12630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 w14:paraId="3D6636C3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联系电话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188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00000000</w:t>
                            </w:r>
                          </w:p>
                          <w:p w14:paraId="05C998CE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电子邮箱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kadian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  <w:p w14:paraId="230BC0F2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hint="default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政治面貌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党员</w:t>
                            </w:r>
                          </w:p>
                          <w:p w14:paraId="02281D0D">
                            <w:pPr>
                              <w:pStyle w:val="5"/>
                              <w:tabs>
                                <w:tab w:val="left" w:pos="420"/>
                                <w:tab w:val="left" w:pos="1890"/>
                                <w:tab w:val="left" w:pos="2100"/>
                              </w:tabs>
                              <w:spacing w:before="0" w:beforeAutospacing="0" w:after="0" w:afterAutospacing="0" w:line="288" w:lineRule="auto"/>
                              <w:textAlignment w:val="baseline"/>
                              <w:rPr>
                                <w:rFonts w:hint="default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期待薪资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b/>
                                <w:bCs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XX</w:t>
                            </w:r>
                          </w:p>
                        </w:txbxContent>
                      </wps:txbx>
                      <wps:bodyPr vert="horz" wrap="square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o:spt="1" style="position:absolute;left:0pt;margin-left:153.3pt;margin-top:38.4pt;height:99.45pt;width:179.4pt;z-index:251663360;mso-width-relative:page;mso-height-relative:page;" filled="f" stroked="f" coordsize="21600,21600" o:gfxdata="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xxJW9sAAAAKAQAADwAAAAAAAAABACAAAAAiAAAAZHJzL2Rvd25yZXYueG1s&#10;UEsBAhQAFAAAAAgAh07iQJSA05j1AQAA2gMAAA4AAAAAAAAAAQAgAAAAKgEAAGRycy9lMm9Eb2Mu&#10;eG1sUEsFBgAAAAAGAAYAWQEAAJ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D6636C3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联系电话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188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00000000</w:t>
                      </w:r>
                    </w:p>
                    <w:p w14:paraId="05C998CE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电子邮箱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kadian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  <w:p w14:paraId="230BC0F2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hint="default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政治面貌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党员</w:t>
                      </w:r>
                    </w:p>
                    <w:p w14:paraId="02281D0D">
                      <w:pPr>
                        <w:pStyle w:val="5"/>
                        <w:tabs>
                          <w:tab w:val="left" w:pos="420"/>
                          <w:tab w:val="left" w:pos="1890"/>
                          <w:tab w:val="left" w:pos="2100"/>
                        </w:tabs>
                        <w:spacing w:before="0" w:beforeAutospacing="0" w:after="0" w:afterAutospacing="0" w:line="288" w:lineRule="auto"/>
                        <w:textAlignment w:val="baseline"/>
                        <w:rPr>
                          <w:rFonts w:hint="default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期待薪资</w:t>
                      </w:r>
                      <w:r>
                        <w:rPr>
                          <w:rFonts w:hint="eastAsia" w:ascii="微软雅黑" w:hAnsi="微软雅黑" w:eastAsia="微软雅黑" w:cs="Times New Roman"/>
                          <w:b/>
                          <w:bCs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2068830</wp:posOffset>
                </wp:positionH>
                <wp:positionV relativeFrom="paragraph">
                  <wp:posOffset>191770</wp:posOffset>
                </wp:positionV>
                <wp:extent cx="2009775" cy="5715"/>
                <wp:effectExtent l="0" t="9525" r="9525" b="10160"/>
                <wp:wrapNone/>
                <wp:docPr id="3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9775" cy="5715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chemeClr val="bg1">
                              <a:lumMod val="8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flip:y;margin-left:162.9pt;margin-top:15.1pt;height:0.45pt;width:158.25pt;z-index:251676672;mso-width-relative:page;mso-height-relative:page;" filled="f" stroked="t" coordsize="21600,21600" o:gfxdata="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iNm+i1gAAAAkBAAAPAAAAAAAAAAEAIAAAACIAAABk&#10;cnMvZG93bnJldi54bWxQSwECFAAUAAAACACHTuJAhU+1wAgCAADwAwAADgAAAAAAAAABACAAAAAl&#10;AQAAZHJzL2Uyb0RvYy54bWxQSwUGAAAAAAYABgBZAQAAnwUAAAAA&#10;">
                <v:fill on="f" focussize="0,0"/>
                <v:stroke weight="1.5pt" color="#D9D9D9 [2732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8890</wp:posOffset>
                </wp:positionV>
                <wp:extent cx="2566035" cy="323215"/>
                <wp:effectExtent l="0" t="0" r="0" b="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6035" cy="32321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C53919F">
                            <w:pPr>
                              <w:pStyle w:val="5"/>
                              <w:spacing w:before="0" w:beforeAutospacing="0" w:after="0" w:afterAutospacing="0" w:line="360" w:lineRule="exact"/>
                              <w:rPr>
                                <w:rFonts w:hint="default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06989"/>
                                <w:kern w:val="24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06989"/>
                                <w:kern w:val="24"/>
                                <w:lang w:val="en-US" w:eastAsia="zh-CN"/>
                              </w:rPr>
                              <w:t>工作岗位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.4pt;margin-top:0.7pt;height:25.45pt;width:202.05pt;z-index:251675648;mso-width-relative:page;mso-height-relative:page;" filled="f" stroked="f" coordsize="21600,21600" o:gfxdata="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4IrA7XAAAABwEA&#10;AA8AAAAAAAAAAQAgAAAAIgAAAGRycy9kb3ducmV2LnhtbFBLAQIUABQAAAAIAIdO4kCMTGFdqQEA&#10;AEcDAAAOAAAAAAAAAAEAIAAAACY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C53919F">
                      <w:pPr>
                        <w:pStyle w:val="5"/>
                        <w:spacing w:before="0" w:beforeAutospacing="0" w:after="0" w:afterAutospacing="0" w:line="360" w:lineRule="exact"/>
                        <w:rPr>
                          <w:rFonts w:hint="default" w:eastAsia="微软雅黑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Times New Roman"/>
                          <w:color w:val="506989"/>
                          <w:kern w:val="24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06989"/>
                          <w:kern w:val="24"/>
                          <w:lang w:val="en-US" w:eastAsia="zh-CN"/>
                        </w:rPr>
                        <w:t>工作岗位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-629285</wp:posOffset>
                </wp:positionH>
                <wp:positionV relativeFrom="paragraph">
                  <wp:posOffset>-100965</wp:posOffset>
                </wp:positionV>
                <wp:extent cx="1655445" cy="649605"/>
                <wp:effectExtent l="0" t="0" r="0" b="0"/>
                <wp:wrapNone/>
                <wp:docPr id="32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5445" cy="649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E11056">
                            <w:pPr>
                              <w:pStyle w:val="5"/>
                              <w:spacing w:before="0" w:beforeAutospacing="0" w:after="0" w:afterAutospacing="0" w:line="672" w:lineRule="exact"/>
                              <w:rPr>
                                <w:rFonts w:hint="default" w:eastAsia="宋体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theme="minorBidi"/>
                                <w:b/>
                                <w:bCs/>
                                <w:color w:val="506989"/>
                                <w:kern w:val="24"/>
                                <w:sz w:val="48"/>
                                <w:szCs w:val="48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8" o:spid="_x0000_s1026" o:spt="202" type="#_x0000_t202" style="position:absolute;left:0pt;margin-left:-49.55pt;margin-top:-7.95pt;height:51.15pt;width:130.35pt;z-index:251674624;mso-width-relative:page;mso-height-relative:page;" filled="f" stroked="f" coordsize="21600,21600" o:gfxdata="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2E11056">
                      <w:pPr>
                        <w:pStyle w:val="5"/>
                        <w:spacing w:before="0" w:beforeAutospacing="0" w:after="0" w:afterAutospacing="0" w:line="672" w:lineRule="exact"/>
                        <w:rPr>
                          <w:rFonts w:hint="default" w:eastAsia="宋体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theme="minorBidi"/>
                          <w:b/>
                          <w:bCs/>
                          <w:color w:val="506989"/>
                          <w:kern w:val="24"/>
                          <w:sz w:val="48"/>
                          <w:szCs w:val="48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-1163955</wp:posOffset>
                </wp:positionH>
                <wp:positionV relativeFrom="paragraph">
                  <wp:posOffset>-909320</wp:posOffset>
                </wp:positionV>
                <wp:extent cx="7599045" cy="563245"/>
                <wp:effectExtent l="0" t="0" r="8255" b="8255"/>
                <wp:wrapNone/>
                <wp:docPr id="50" name="矩形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99045" cy="563245"/>
                        </a:xfrm>
                        <a:prstGeom prst="rect">
                          <a:avLst/>
                        </a:prstGeom>
                        <a:solidFill>
                          <a:srgbClr val="506989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65pt;margin-top:-71.6pt;height:44.35pt;width:598.35pt;z-index:251668480;v-text-anchor:middle;mso-width-relative:page;mso-height-relative:page;" fillcolor="#506989" filled="t" stroked="f" coordsize="21600,21600" o:gfxdata="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UYCn7cAAAADgEAAA8AAAAA&#10;AAAAAQAgAAAAIgAAAGRycy9kb3ducmV2LnhtbFBLAQIUABQAAAAIAIdO4kC9rPvCEAIAAA8EAAAO&#10;AAAAAAAAAAEAIAAAACsBAABkcnMvZTJvRG9jLnhtbFBLBQYAAAAABgAGAFkBAACt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bookmarkEnd w:id="0"/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Impact">
    <w:panose1 w:val="020B0806030902050204"/>
    <w:charset w:val="00"/>
    <w:family w:val="swiss"/>
    <w:pitch w:val="default"/>
    <w:sig w:usb0="00000287" w:usb1="00000000" w:usb2="00000000" w:usb3="00000000" w:csb0="2000009F" w:csb1="DFD70000"/>
  </w:font>
  <w:font w:name="方正宋刻本秀楷简体">
    <w:altName w:val="宋体"/>
    <w:panose1 w:val="02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D6B9AD"/>
    <w:multiLevelType w:val="singleLevel"/>
    <w:tmpl w:val="AAD6B9A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595A56A1"/>
    <w:multiLevelType w:val="singleLevel"/>
    <w:tmpl w:val="595A56A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595A5B80"/>
    <w:multiLevelType w:val="singleLevel"/>
    <w:tmpl w:val="595A5B80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HorizontalSpacing w:val="210"/>
  <w:drawingGridVerticalSpacing w:val="156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lNzRlMTg4OTY5ZGRhMzFkOTJlNGFhNjk5NzkyN2QifQ=="/>
  </w:docVars>
  <w:rsids>
    <w:rsidRoot w:val="606C21AA"/>
    <w:rsid w:val="000A610C"/>
    <w:rsid w:val="000C233C"/>
    <w:rsid w:val="001E3984"/>
    <w:rsid w:val="003A550E"/>
    <w:rsid w:val="00931EE2"/>
    <w:rsid w:val="00A45395"/>
    <w:rsid w:val="00C25F89"/>
    <w:rsid w:val="00DD38F3"/>
    <w:rsid w:val="00FB52AF"/>
    <w:rsid w:val="03B701BF"/>
    <w:rsid w:val="040C152C"/>
    <w:rsid w:val="08C06DC6"/>
    <w:rsid w:val="0E4675B8"/>
    <w:rsid w:val="0E6A52AF"/>
    <w:rsid w:val="119C3C9F"/>
    <w:rsid w:val="137B4336"/>
    <w:rsid w:val="15314CCD"/>
    <w:rsid w:val="156E2939"/>
    <w:rsid w:val="1622425A"/>
    <w:rsid w:val="1A9D4D06"/>
    <w:rsid w:val="1AF73F42"/>
    <w:rsid w:val="1DCE2A7B"/>
    <w:rsid w:val="23270C6D"/>
    <w:rsid w:val="25603F39"/>
    <w:rsid w:val="2749705A"/>
    <w:rsid w:val="2DEC7260"/>
    <w:rsid w:val="3FF15949"/>
    <w:rsid w:val="463007FA"/>
    <w:rsid w:val="49440B9D"/>
    <w:rsid w:val="52345C67"/>
    <w:rsid w:val="53A854CE"/>
    <w:rsid w:val="56D935D1"/>
    <w:rsid w:val="597A6A67"/>
    <w:rsid w:val="5996513D"/>
    <w:rsid w:val="5AEE0DCD"/>
    <w:rsid w:val="606C21AA"/>
    <w:rsid w:val="61506B07"/>
    <w:rsid w:val="62694E1F"/>
    <w:rsid w:val="661E1587"/>
    <w:rsid w:val="670B3B5B"/>
    <w:rsid w:val="6A254C33"/>
    <w:rsid w:val="7011275C"/>
    <w:rsid w:val="71607287"/>
    <w:rsid w:val="74F31FC3"/>
    <w:rsid w:val="75FF1DAF"/>
    <w:rsid w:val="76C11661"/>
    <w:rsid w:val="779B6CBA"/>
    <w:rsid w:val="77B111E8"/>
    <w:rsid w:val="77E81E48"/>
    <w:rsid w:val="78E800EB"/>
    <w:rsid w:val="7C360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31616;&#21382;-&#31616;&#33268;&#31616;&#21382;&#27714;&#32844;&#31616;&#21382;&#24212;&#23626;&#29983;&#31616;&#21382;&#26368;&#26032;&#31616;&#21382;&#21019;&#24847;&#31616;&#21382;.docx" TargetMode="External"/></Relationships>
</file>

<file path=word/theme/theme1.xml><?xml version="1.0" encoding="utf-8"?>
<a:theme xmlns:a="http://schemas.openxmlformats.org/drawingml/2006/main" name="Office">
  <a:themeElements>
    <a:clrScheme name="水果奶昔">
      <a:dk1>
        <a:srgbClr val="000000"/>
      </a:dk1>
      <a:lt1>
        <a:srgbClr val="FFFFFF"/>
      </a:lt1>
      <a:dk2>
        <a:srgbClr val="E9EAEE"/>
      </a:dk2>
      <a:lt2>
        <a:srgbClr val="C3CAD1"/>
      </a:lt2>
      <a:accent1>
        <a:srgbClr val="8D98A4"/>
      </a:accent1>
      <a:accent2>
        <a:srgbClr val="DE93A5"/>
      </a:accent2>
      <a:accent3>
        <a:srgbClr val="82354D"/>
      </a:accent3>
      <a:accent4>
        <a:srgbClr val="3C2933"/>
      </a:accent4>
      <a:accent5>
        <a:srgbClr val="F8CC95"/>
      </a:accent5>
      <a:accent6>
        <a:srgbClr val="F09402"/>
      </a:accent6>
      <a:hlink>
        <a:srgbClr val="A22D45"/>
      </a:hlink>
      <a:folHlink>
        <a:srgbClr val="874D2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简历-简致简历求职简历应届生简历最新简历创意简历</Template>
  <Pages>1</Pages>
  <Words>0</Words>
  <Characters>0</Characters>
  <Lines>1</Lines>
  <Paragraphs>1</Paragraphs>
  <TotalTime>6</TotalTime>
  <ScaleCrop>false</ScaleCrop>
  <LinksUpToDate>false</LinksUpToDate>
  <CharactersWithSpaces>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2017-07-02T12:17:00Z</dcterms:created>
  <dc:creator>kedao</dc:creator>
  <cp:lastModifiedBy>緊張刺激</cp:lastModifiedBy>
  <dcterms:modified xsi:type="dcterms:W3CDTF">2025-06-30T08:33:50Z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499428736A464C1F88F046067B05EC0C_13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