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996CDB">
      <w:pPr>
        <w:adjustRightInd w:val="0"/>
        <w:snapToGrid w:val="0"/>
      </w:pPr>
      <w:r>
        <w:rPr>
          <w:rFonts w:hint="eastAsia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5323840</wp:posOffset>
            </wp:positionH>
            <wp:positionV relativeFrom="paragraph">
              <wp:posOffset>1299210</wp:posOffset>
            </wp:positionV>
            <wp:extent cx="855345" cy="1144905"/>
            <wp:effectExtent l="9525" t="9525" r="11430" b="26670"/>
            <wp:wrapNone/>
            <wp:docPr id="24" name="图片 24" descr="E:/简历/证件照/新4/af278fdb23c9e31fcc1285364ed4729.jpgaf278fdb23c9e31fcc1285364ed4729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picid" s:val="{21761e4c-46bc-4478-aefd-feabae09c33b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:/简历/证件照/新4/af278fdb23c9e31fcc1285364ed4729.jpgaf278fdb23c9e31fcc1285364ed4729"/>
                    <pic:cNvPicPr>
                      <a:picLocks noChangeAspect="1"/>
                    </pic:cNvPicPr>
                  </pic:nvPicPr>
                  <pic:blipFill>
                    <a:blip r:embed="rId4"/>
                    <a:srcRect l="222" r="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1449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1276350</wp:posOffset>
                </wp:positionV>
                <wp:extent cx="2229485" cy="97218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972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1AFF334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求职意向：通用岗位电子模板</w:t>
                            </w:r>
                          </w:p>
                          <w:p w14:paraId="423A375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出生年月：2004.11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ab/>
                            </w:r>
                          </w:p>
                          <w:p w14:paraId="1D2DDE4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电子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邮箱@qq.com</w:t>
                            </w:r>
                          </w:p>
                          <w:p w14:paraId="79B0CEF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联系方式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：XXX-XXXX-2763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100.5pt;height:76.55pt;width:175.55pt;z-index:251666432;v-text-anchor:middle;mso-width-relative:page;mso-height-relative:page;" filled="f" stroked="f" coordsize="21600,21600" o:gfxdata="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DZkbPbAAAACwEAAA8AAAAAAAAAAQAgAAAAIgAAAGRycy9kb3ducmV2LnhtbFBLAQIUABQAAAAI&#10;AIdO4kBIlcGaIwIAACsEAAAOAAAAAAAAAAEAIAAAACo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1AFF334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default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求职意向：通用岗位电子模板</w:t>
                      </w:r>
                    </w:p>
                    <w:p w14:paraId="423A375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出生年月：2004.11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ab/>
                      </w:r>
                    </w:p>
                    <w:p w14:paraId="1D2DDE4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电子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邮箱：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邮箱@qq.com</w:t>
                      </w:r>
                    </w:p>
                    <w:p w14:paraId="79B0CEF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default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联系方式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：XXX-XXXX-2763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1276350</wp:posOffset>
                </wp:positionV>
                <wp:extent cx="2229485" cy="97218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972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4692E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：林悦澄</w:t>
                            </w:r>
                          </w:p>
                          <w:p w14:paraId="5E9FBFC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民    族：汉族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ab/>
                            </w:r>
                          </w:p>
                          <w:p w14:paraId="791745E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性    别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女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1BB62F3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line="288" w:lineRule="auto"/>
                              <w:textAlignment w:val="auto"/>
                              <w:rPr>
                                <w:rFonts w:hint="default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政治面貌：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团员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00.5pt;height:76.55pt;width:175.55pt;z-index:251665408;v-text-anchor:middle;mso-width-relative:page;mso-height-relative:page;" filled="f" stroked="f" coordsize="21600,21600" o:gfxdata="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AMbd5toAAAAKAQAADwAAAAAAAAABACAAAAAiAAAAZHJzL2Rvd25yZXYueG1sUEsBAhQAFAAAAAgA&#10;h07iQDqpY4kjAgAAKwQAAA4AAAAAAAAAAQAgAAAAKQ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44692E6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default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：林悦澄</w:t>
                      </w:r>
                    </w:p>
                    <w:p w14:paraId="5E9FBFC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民    族：汉族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ab/>
                      </w:r>
                    </w:p>
                    <w:p w14:paraId="791745E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性    别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女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 w14:paraId="1BB62F3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line="288" w:lineRule="auto"/>
                        <w:textAlignment w:val="auto"/>
                        <w:rPr>
                          <w:rFonts w:hint="default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政治面貌：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团员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3134360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BCF280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0"/>
                              <w:textAlignment w:val="auto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21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09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26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07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   中南财经政法大学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法学 / 本科</w:t>
                            </w:r>
                          </w:p>
                          <w:p w14:paraId="06F28C6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0" w:after="0" w:afterLines="2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平均绩点：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3.67 / 4.0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（专业排名：前 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%）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，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多次荣获 [具体奖学金名称]，彰显出在专业学习上的突出表现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。在本科期间，参与了 [教授姓名] 教授主持的 [学术项目名称]，负责资料收集与整理工作。</w:t>
                            </w:r>
                          </w:p>
                          <w:p w14:paraId="0CC79B5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before="0" w:after="0" w:afterLines="20"/>
                              <w:textAlignment w:val="auto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专业课程：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系统研习法理学、宪法学、民法学、刑法学、民事诉讼法学、刑事诉讼法学、行政法与行政诉讼法学、国际法、国际私法、国际经济法等核心课程，构建起全面且扎实的法学知识体系。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46.8pt;height:77.35pt;width:506.25pt;mso-position-vertical-relative:page;z-index:251667456;v-text-anchor:middle;mso-width-relative:page;mso-height-relative:page;" filled="f" stroked="f" coordsize="21600,21600" o:gfxdata="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Q8A8twAAAALAQAADwAAAAAAAAABACAAAAAiAAAAZHJzL2Rvd25yZXYueG1sUEsBAhQAFAAA&#10;AAgAh07iQDEOwT8kAgAALAQAAA4AAAAAAAAAAQAgAAAAKw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5BCF280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0"/>
                        <w:textAlignment w:val="auto"/>
                        <w:rPr>
                          <w:rFonts w:hint="default" w:ascii="微软雅黑" w:hAnsi="微软雅黑" w:eastAsia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21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09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-20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26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07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   中南财经政法大学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法学 / 本科</w:t>
                      </w:r>
                    </w:p>
                    <w:p w14:paraId="06F28C6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0" w:after="0" w:afterLines="2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平均绩点：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3.67 / 4.0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（专业排名：前 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%）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，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多次荣获 [具体奖学金名称]，彰显出在专业学习上的突出表现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。在本科期间，参与了 [教授姓名] 教授主持的 [学术项目名称]，负责资料收集与整理工作。</w:t>
                      </w:r>
                    </w:p>
                    <w:p w14:paraId="0CC79B5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before="0" w:after="0" w:afterLines="20"/>
                        <w:textAlignment w:val="auto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专业课程：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系统研习法理学、宪法学、民法学、刑法学、民事诉讼法学、刑事诉讼法学、行政法与行政诉讼法学、国际法、国际私法、国际经济法等核心课程，构建起全面且扎实的法学知识体系。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9340850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6710398"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具备扎实的法学专业知识，对我国现行法律法规有深入理解，能够灵活运用法律知识解决实际问题。</w:t>
                            </w:r>
                          </w:p>
                          <w:p w14:paraId="1427538E"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拥有丰富的法律实践经验，熟悉诉讼案件的办理流程和法律实务操作，在实习中积累了处理复杂法律问题的能力。</w:t>
                            </w:r>
                          </w:p>
                          <w:p w14:paraId="3F93BFA2">
                            <w:pPr>
                              <w:pStyle w:val="9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具备出色的沟通能力和团队协作精神，能够与不同人群进行有效的沟通与合作，在团队中发挥积极作用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35.5pt;height:42.2pt;width:506.25pt;mso-position-vertical-relative:page;z-index:251671552;v-text-anchor:middle;mso-width-relative:page;mso-height-relative:page;" filled="f" stroked="f" coordsize="21600,21600" o:gfxdata="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t18Xl3AAAAA0BAAAPAAAAAAAAAAEAIAAAACIAAABkcnMvZG93bnJldi54bWxQSwEC&#10;FAAUAAAACACHTuJA96A2aykCAAAsBAAADgAAAAAAAAABACAAAAAr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6710398"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具备扎实的法学专业知识，对我国现行法律法规有深入理解，能够灵活运用法律知识解决实际问题。</w:t>
                      </w:r>
                    </w:p>
                    <w:p w14:paraId="1427538E"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拥有丰富的法律实践经验，熟悉诉讼案件的办理流程和法律实务操作，在实习中积累了处理复杂法律问题的能力。</w:t>
                      </w:r>
                    </w:p>
                    <w:p w14:paraId="3F93BFA2">
                      <w:pPr>
                        <w:pStyle w:val="9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具备出色的沟通能力和团队协作精神，能够与不同人群进行有效的沟通与合作，在团队中发挥积极作用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8367395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7B26BEC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/>
                              <w:ind w:left="227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通过国家法律职业资格考试，以 [具体分数] 的成绩展现出扎实的法律知识基础和法律实务能力。</w:t>
                            </w:r>
                          </w:p>
                          <w:p w14:paraId="60AB7215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/>
                              <w:ind w:left="227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熟练运用北大法宝、威科先行等法律检索工具，在 [具体时长] 内完成复杂法律问题的检索工作。</w:t>
                            </w:r>
                          </w:p>
                          <w:p w14:paraId="09DF90A8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/>
                              <w:ind w:left="227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具备出色的法律文书写作能力，所撰写的起诉状、答辩状、代理词、法律意见书等法律文书，逻辑严谨。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58.85pt;height:59.35pt;width:506.25pt;mso-position-vertical-relative:page;z-index:251670528;v-text-anchor:middle;mso-width-relative:page;mso-height-relative:page;" filled="f" stroked="f" coordsize="21600,21600" o:gfxdata="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lViANwAAAANAQAADwAAAAAAAAABACAAAAAiAAAAZHJzL2Rvd25yZXYueG1sUEsBAhQA&#10;FAAAAAgAh07iQIajHPUnAgAALAQAAA4AAAAAAAAAAQAgAAAAKw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47B26BEC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/>
                        <w:ind w:left="227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通过国家法律职业资格考试，以 [具体分数] 的成绩展现出扎实的法律知识基础和法律实务能力。</w:t>
                      </w:r>
                    </w:p>
                    <w:p w14:paraId="60AB7215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/>
                        <w:ind w:left="227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熟练运用北大法宝、威科先行等法律检索工具，在 [具体时长] 内完成复杂法律问题的检索工作。</w:t>
                      </w:r>
                    </w:p>
                    <w:p w14:paraId="09DF90A8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/>
                        <w:ind w:left="227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具备出色的法律文书写作能力，所撰写的起诉状、答辩状、代理词、法律意见书等法律文书，逻辑严谨。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6874510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EADC1F4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22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23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06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中南财经政法大学法学社                     社长</w:t>
                            </w:r>
                          </w:p>
                          <w:p w14:paraId="50355777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 w:afterLines="20"/>
                              <w:ind w:left="227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交流合作：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积极与其他高校法学社团交流合作，共同举办 [X] 次大型学术交流活动，搭建起校际法学交流平台，拓宽了同学们的学术视野。</w:t>
                            </w:r>
                          </w:p>
                          <w:p w14:paraId="23828BAD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 w:afterLines="20"/>
                              <w:ind w:left="227" w:hanging="227" w:firstLineChars="0"/>
                              <w:textAlignment w:val="auto"/>
                              <w:rPr>
                                <w:rFonts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社团管理：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负责社团的日常管理工作，制定完善的人员招聘、培训、考核制度。在任职期间，社团成员规模扩大了 [X]%，成员满意度达到 [X]%，培养了良好的组织协调能力和团队管理能力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1.3pt;height:94.5pt;width:506.25pt;mso-position-vertical-relative:page;z-index:251669504;v-text-anchor:middle;mso-width-relative:page;mso-height-relative:page;" filled="f" stroked="f" coordsize="21600,21600" o:gfxdata="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PaCOdsAAAANAQAADwAAAAAAAAABACAAAAAiAAAAZHJzL2Rvd25yZXYueG1sUEsBAhQA&#10;FAAAAAgAh07iQLKHO0o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EADC1F4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22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09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-20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23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06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中南财经政法大学法学社                     社长</w:t>
                      </w:r>
                    </w:p>
                    <w:p w14:paraId="50355777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 w:afterLines="20"/>
                        <w:ind w:left="227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交流合作：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积极与其他高校法学社团交流合作，共同举办 [X] 次大型学术交流活动，搭建起校际法学交流平台，拓宽了同学们的学术视野。</w:t>
                      </w:r>
                    </w:p>
                    <w:p w14:paraId="23828BAD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 w:afterLines="20"/>
                        <w:ind w:left="227" w:hanging="227" w:firstLineChars="0"/>
                        <w:textAlignment w:val="auto"/>
                        <w:rPr>
                          <w:rFonts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社团管理：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负责社团的日常管理工作，制定完善的人员招聘、培训、考核制度。在任职期间，社团成员规模扩大了 [X]%，成员满意度达到 [X]%，培养了良好的组织协调能力和团队管理能力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ge">
                  <wp:posOffset>4688205</wp:posOffset>
                </wp:positionV>
                <wp:extent cx="6429375" cy="1985645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985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7038A7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/>
                              <w:textAlignment w:val="auto"/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24.04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2024.09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湖北维思德律师事务所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律师助理</w:t>
                            </w:r>
                          </w:p>
                          <w:p w14:paraId="7F9606AC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 w:afterLines="20"/>
                              <w:ind w:left="227" w:leftChars="0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案件处理：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协助律师处理 [X] 余起各类诉讼案件，涵盖民事、刑事、商事等多个领域。负责收集和整理海量案件资料，对超过 [X] 份证据材料进行细致分析，提炼关键要点，为案件办理提供坚实的证据基础。独立撰写 [X] 余份起诉状、答辩状等法律文书，并在实际案件中发挥重要作用。</w:t>
                            </w:r>
                          </w:p>
                          <w:p w14:paraId="75142908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 w:afterLines="20"/>
                              <w:ind w:left="227" w:leftChars="0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案件讨论：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深度参与 [X] 余次案件讨论会议，积极提出独到见解，其中 [X] 条观点被采纳并应用于案件办理过程中，为案件的成功解决提供了新思路。</w:t>
                            </w:r>
                          </w:p>
                          <w:p w14:paraId="034089ED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 w:val="0"/>
                              <w:snapToGrid w:val="0"/>
                              <w:spacing w:after="0" w:afterLines="20"/>
                              <w:ind w:left="227" w:leftChars="0" w:hanging="227" w:firstLineChars="0"/>
                              <w:textAlignment w:val="auto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客户沟通：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跟随律师会见当事人 [X] 余次，耐心倾听并准确记录当事人诉求，协助律师制定个性化的解决方案，有效维护了良好的客户关系，客户满意度达到 [X]%。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5pt;margin-top:369.15pt;height:156.35pt;width:506.25pt;mso-position-vertical-relative:page;z-index:251668480;v-text-anchor:middle;mso-width-relative:page;mso-height-relative:page;" filled="f" stroked="f" coordsize="21600,21600" o:gfxdata="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2Xf99kAAAAMAQAADwAAAAAAAAABACAAAAAiAAAAZHJzL2Rvd25yZXYueG1sUEsBAhQAFAAA&#10;AAgAh07iQCdIFxInAgAALQ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77038A7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/>
                        <w:textAlignment w:val="auto"/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24.04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-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2024.09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湖北维思德律师事务所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律师助理</w:t>
                      </w:r>
                    </w:p>
                    <w:p w14:paraId="7F9606AC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 w:afterLines="20"/>
                        <w:ind w:left="227" w:leftChars="0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案件处理：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协助律师处理 [X] 余起各类诉讼案件，涵盖民事、刑事、商事等多个领域。负责收集和整理海量案件资料，对超过 [X] 份证据材料进行细致分析，提炼关键要点，为案件办理提供坚实的证据基础。独立撰写 [X] 余份起诉状、答辩状等法律文书，并在实际案件中发挥重要作用。</w:t>
                      </w:r>
                    </w:p>
                    <w:p w14:paraId="75142908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 w:afterLines="20"/>
                        <w:ind w:left="227" w:leftChars="0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案件讨论：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深度参与 [X] 余次案件讨论会议，积极提出独到见解，其中 [X] 条观点被采纳并应用于案件办理过程中，为案件的成功解决提供了新思路。</w:t>
                      </w:r>
                    </w:p>
                    <w:p w14:paraId="034089ED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bidi w:val="0"/>
                        <w:adjustRightInd w:val="0"/>
                        <w:snapToGrid w:val="0"/>
                        <w:spacing w:after="0" w:afterLines="20"/>
                        <w:ind w:left="227" w:leftChars="0" w:hanging="227" w:firstLineChars="0"/>
                        <w:textAlignment w:val="auto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客户沟通：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跟随律师会见当事人 [X] 余次，耐心倾听并准确记录当事人诉求，协助律师制定个性化的解决方案，有效维护了良好的客户关系，客户满意度达到 [X]%。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-333375</wp:posOffset>
                </wp:positionV>
                <wp:extent cx="2095500" cy="931545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485775" y="123825"/>
                          <a:ext cx="2095500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DD456CE">
                            <w:pPr>
                              <w:adjustRightInd w:val="0"/>
                              <w:snapToGrid w:val="0"/>
                              <w:rPr>
                                <w:color w:val="1C487C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1C487C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25pt;margin-top:-26.25pt;height:73.35pt;width:165pt;z-index:251659264;mso-width-relative:page;mso-height-relative:page;" filled="f" stroked="f" coordsize="21600,21600" o:gfxdata="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AG6mgv1gAAAAgBAAAPAAAAAAAAAAEAIAAAACIAAABkcnMvZG93bnJldi54bWxQSwECFAAU&#10;AAAACACHTuJAWiG32SwCAAAzBAAADgAAAAAAAAABACAAAAAl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4DD456CE">
                      <w:pPr>
                        <w:adjustRightInd w:val="0"/>
                        <w:snapToGrid w:val="0"/>
                        <w:rPr>
                          <w:color w:val="1C487C"/>
                        </w:rPr>
                      </w:pPr>
                      <w:r>
                        <w:rPr>
                          <w:rFonts w:hint="eastAsia" w:ascii="微软雅黑" w:hAnsi="微软雅黑"/>
                          <w:color w:val="1C487C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2336;mso-width-relative:page;mso-height-relative:page;" fillcolor="#1C487C" filled="t" stroked="f" coordsize="192,196" o:gfxdata="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1312;mso-width-relative:page;mso-height-relative:page;" fillcolor="#1C487C" filled="t" stroked="f" coordsize="191,196" o:gfxdata="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0288;mso-width-relative:page;mso-height-relative:page;" fillcolor="#1C487C" filled="t" stroked="f" coordsize="264,264" o:gfxdata="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847725</wp:posOffset>
                </wp:positionV>
                <wp:extent cx="6781800" cy="359410"/>
                <wp:effectExtent l="0" t="0" r="0" b="1905"/>
                <wp:wrapNone/>
                <wp:docPr id="17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9410"/>
                          <a:chOff x="5073" y="2338"/>
                          <a:chExt cx="10680" cy="566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5073" y="2458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8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F519888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default" w:ascii="微软雅黑" w:hAnsi="微软雅黑" w:eastAsia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" name="直接连接符 14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5234" y="233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622C7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66.75pt;height:28.3pt;width:534pt;z-index:251674624;mso-width-relative:page;mso-height-relative:page;" coordorigin="5073,2338" coordsize="10680,566" o:gfxdata="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">
                <o:lock v:ext="edit" aspectratio="f"/>
                <v:group id="_x0000_s1026" o:spid="_x0000_s1026" o:spt="203" style="position:absolute;left:5073;top:2458;height:447;width:10680;" coordsize="6781800,284400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YxrYnLkAAADb&#10;AAAADwAAAGRycy9kb3ducmV2LnhtbEVPS4vCMBC+C/sfwgjeNG1ZpXSNHlwEF6RgXdjr0EwfbDMp&#10;TbT6740geJuP7znr7c104kqDay0riBcRCOLS6pZrBb/n/TwF4Tyyxs4yKbiTg+3mY7LGTNuRT3Qt&#10;fC1CCLsMFTTe95mUrmzIoFvYnjhwlR0M+gCHWuoBxxBuOplE0UoabDk0NNjTrqHyv7gYBUk1Fnla&#10;/hTxPv7Mj99L+qtyUmo2jaMvEJ5u/i1+uQ86zE/g+Us4QG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Ma2Jy5AAAA2wAA&#10;AA8AAAAAAAAAAQAgAAAAIgAAAGRycy9kb3ducmV2LnhtbFBLAQIUABQAAAAIAIdO4kAzLwWeOwAA&#10;ADkAAAAQAAAAAAAAAAEAIAAAAAgBAABkcnMvc2hhcGV4bWwueG1sUEsFBgAAAAAGAAYAWwEAALID&#10;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7F519888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default" w:ascii="微软雅黑" w:hAnsi="微软雅黑" w:eastAsia="微软雅黑" w:cstheme="minorBidi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TBucLbsAAADb&#10;AAAADwAAAGRycy9kb3ducmV2LnhtbEVPS2vCQBC+C/6HZQq9SLPRQrExG8GA0Js0VfA4ZicPmp0N&#10;2TWJ/75bKPQ2H99z0v1sOjHS4FrLCtZRDIK4tLrlWsH56/iyBeE8ssbOMil4kIN9tlykmGg78SeN&#10;ha9FCGGXoILG+z6R0pUNGXSR7YkDV9nBoA9wqKUecArhppObOH6TBlsODQ32lDdUfhd3o6CSmxwP&#10;77JY9cUtn09ne3pcrko9P63jHQhPs/8X/7k/dJj/Cr+/hANk9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BucLb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yr4PEboAAADb&#10;AAAADwAAAGRycy9kb3ducmV2LnhtbEVPTWsCMRC9F/wPYQRvNdkiUlajFEFYaC9rPXgckunutptJ&#10;2KS6+++NUOhtHu9ztvvR9eJKQ+w8ayiWCgSx8bbjRsP58/j8CiImZIu9Z9IwUYT9bva0xdL6G9d0&#10;PaVG5BCOJWpoUwqllNG05DAufSDO3JcfHKYMh0baAW853PXyRam1dNhxbmgx0KEl83P6dRq65n30&#10;Zrqsff12vgQVTPWtPrRezAu1AZFoTP/iP3dl8/wVPH7JB8jd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vg8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5234;top:2338;height:508;width:1945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6622C7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 w14:paraId="59639A45">
      <w:pPr>
        <w:adjustRightInd w:val="0"/>
        <w:snapToGrid w:val="0"/>
      </w:pPr>
    </w:p>
    <w:p w14:paraId="238366C7"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487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3120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">
                <o:lock v:ext="edit" aspectratio="f"/>
                <v:shape id="矩形 4" o:spid="_x0000_s1026" o:spt="100" style="position:absolute;left:0;top:0;height:190500;width:4572000;v-text-anchor:middle;" fillcolor="#1C487C" filled="t" stroked="f" coordsize="4391025,190500" o:gfxdata="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f5za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BFBFBF [2412]" filled="t" stroked="f" coordsize="3308894,190500" o:gfxdata="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psvy5AAAA2wAA&#10;AA8AAAAAAAAAAQAgAAAAIgAAAGRycy9kb3ducmV2LnhtbFBLAQIUABQAAAAIAIdO4kAzLwWeOwAA&#10;ADkAAAAQAAAAAAAAAAEAIAAAAAgBAABkcnMvc2hhcGV4bWwueG1sUEsFBgAAAAAGAAYAWwEAALID&#10;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879EEEF"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4445" t="0" r="10795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1C48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2096;mso-width-relative:page;mso-height-relative:page;" filled="f" stroked="t" coordsize="21600,21600" o:gfxdata="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IFepdkAAAAKAQAADwAA&#10;AAAAAAABACAAAAAiAAAAZHJzL2Rvd25yZXYueG1sUEsBAhQAFAAAAAgAh07iQLBeYaTcAQAAnAMA&#10;AA4AAAAAAAAAAQAgAAAAKAEAAGRycy9lMm9Eb2MueG1sUEsFBgAAAAAGAAYAWQEAAHYFAAAAAA==&#10;">
                <v:fill on="f" focussize="0,0"/>
                <v:stroke color="#1C487C [3204]" joinstyle="round"/>
                <v:imagedata o:title=""/>
                <o:lock v:ext="edit" aspectratio="f"/>
              </v:line>
            </w:pict>
          </mc:Fallback>
        </mc:AlternateContent>
      </w:r>
    </w:p>
    <w:p w14:paraId="759E1532">
      <w:pPr>
        <w:adjustRightInd w:val="0"/>
        <w:snapToGrid w:val="0"/>
      </w:pPr>
    </w:p>
    <w:p w14:paraId="653D56FB">
      <w:pPr>
        <w:adjustRightInd w:val="0"/>
        <w:snapToGrid w:val="0"/>
      </w:pPr>
    </w:p>
    <w:p w14:paraId="7C4B3CAA">
      <w:pPr>
        <w:adjustRightInd w:val="0"/>
        <w:snapToGrid w:val="0"/>
      </w:pPr>
    </w:p>
    <w:p w14:paraId="03D3C6CE">
      <w:pPr>
        <w:adjustRightInd w:val="0"/>
        <w:snapToGrid w:val="0"/>
      </w:pPr>
    </w:p>
    <w:p w14:paraId="0A69958C">
      <w:pPr>
        <w:adjustRightInd w:val="0"/>
        <w:snapToGrid w:val="0"/>
      </w:pPr>
    </w:p>
    <w:p w14:paraId="2A9593A7">
      <w:pPr>
        <w:adjustRightInd w:val="0"/>
        <w:snapToGrid w:val="0"/>
      </w:pPr>
    </w:p>
    <w:p w14:paraId="043053F0">
      <w:pPr>
        <w:adjustRightInd w:val="0"/>
        <w:snapToGrid w:val="0"/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71755</wp:posOffset>
                </wp:positionV>
                <wp:extent cx="6781800" cy="354330"/>
                <wp:effectExtent l="0" t="0" r="0" b="635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4330"/>
                          <a:chOff x="5078" y="4774"/>
                          <a:chExt cx="10680" cy="558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5078" y="4886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2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E1409B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5238" y="477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B8365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.65pt;height:27.9pt;width:534pt;z-index:251676672;mso-width-relative:page;mso-height-relative:page;" coordorigin="5078,4774" coordsize="10680,558" o:gfxdata="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">
                <o:lock v:ext="edit" aspectratio="f"/>
                <v:group id="_x0000_s1026" o:spid="_x0000_s1026" o:spt="203" style="position:absolute;left:5078;top:4886;height:447;width:10680;" coordsize="6781800,28440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XaSMVrwAAADb&#10;AAAADwAAAGRycy9kb3ducmV2LnhtbEWPzWrDMBCE74G+g9hCb7Gs0ATjRsmhxdBCMcQp9LpY6x9q&#10;rYyl2unbV4FAjsPMN8Psjxc7iJkm3zvWoJIUBHHtTM+thq9zsc5A+IBscHBMGv7Iw/HwsNpjbtzC&#10;J5qr0IpYwj5HDV0IYy6lrzuy6BM3EkevcZPFEOXUSjPhEsvtIDdpupMWe44LHY702lH9U/1aDZtm&#10;qcqs/qhUoZ7Lz7ctfTclaf30qNIXEIEu4R6+0e8mcgquX+IPkI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2kjFa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1E1409B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7TvzC7sAAADb&#10;AAAADwAAAGRycy9kb3ducmV2LnhtbEWPQYvCMBSE74L/ITzBi9jUHmStRsGC4E3sKnh8Ns+22LyU&#10;Jmr990ZY2OMwM98wq01vGvGkztWWFcyiGARxYXXNpYLT7276A8J5ZI2NZVLwJgeb9XCwwlTbFx/p&#10;mftSBAi7FBVU3replK6oyKCLbEscvJvtDPogu1LqDl8BbhqZxPFcGqw5LFTYUlZRcc8fRsFNJhlu&#10;FzKftPk16w8ne3ifL0qNR7N4CcJT7//Df+29VpAk8P0SfoB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TvzC7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ztd2LwAAADb&#10;AAAADwAAAGRycy9kb3ducmV2LnhtbEWPQWsCMRSE74X+h/AKvdVkLUjZGkUEYUEvWg8eH8nr7rab&#10;l7CJ7u6/N0Khx2FmvmGW69F14kZ9bD1rKGYKBLHxtuVaw/lr9/YBIiZki51n0jBRhPXq+WmJpfUD&#10;H+l2SrXIEI4lamhSCqWU0TTkMM58IM7et+8dpiz7Wtoehwx3nZwrtZAOW84LDQbaNmR+T1enoa33&#10;ozfTZeGPm/MlqGCqH3XQ+vWlUJ8gEo3pP/zXrqyG+Ts8vuQf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7Xd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5238;top:4774;height:508;width:1945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2B8365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A1C52D">
      <w:pPr>
        <w:adjustRightInd w:val="0"/>
        <w:snapToGrid w:val="0"/>
      </w:pPr>
    </w:p>
    <w:p w14:paraId="584830D8">
      <w:pPr>
        <w:adjustRightInd w:val="0"/>
        <w:snapToGrid w:val="0"/>
      </w:pPr>
    </w:p>
    <w:p w14:paraId="35981CA6">
      <w:pPr>
        <w:adjustRightInd w:val="0"/>
        <w:snapToGrid w:val="0"/>
      </w:pPr>
      <w:bookmarkStart w:id="0" w:name="_GoBack"/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5596890</wp:posOffset>
                </wp:positionV>
                <wp:extent cx="6781800" cy="361950"/>
                <wp:effectExtent l="0" t="0" r="0" b="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1950"/>
                          <a:chOff x="2847" y="14573"/>
                          <a:chExt cx="10680" cy="570"/>
                        </a:xfrm>
                      </wpg:grpSpPr>
                      <wpg:grpSp>
                        <wpg:cNvPr id="72" name="组合 72"/>
                        <wpg:cNvGrpSpPr/>
                        <wpg:grpSpPr>
                          <a:xfrm>
                            <a:off x="2847" y="14697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73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515FD6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文本框 1"/>
                        <wps:cNvSpPr txBox="1"/>
                        <wps:spPr>
                          <a:xfrm>
                            <a:off x="3007" y="14573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4B7ED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40.7pt;height:28.5pt;width:534pt;z-index:251675648;mso-width-relative:page;mso-height-relative:page;" coordorigin="2847,14573" coordsize="10680,570" o:gfxdata="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">
                <o:lock v:ext="edit" aspectratio="f"/>
                <v:group id="_x0000_s1026" o:spid="_x0000_s1026" o:spt="203" style="position:absolute;left:2847;top:14697;height:446;width:10680;" coordsize="6781800,284400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XmAA070AAADb&#10;AAAADwAAAGRycy9kb3ducmV2LnhtbEWPzWrDMBCE74W8g9hAbo1s4zbBiZJDiiGFYqgTyHWx1j/E&#10;WhlLtdO3rwqFHoeZ+YbZHx+mFxONrrOsIF5HIIgrqztuFFwv+fMWhPPIGnvLpOCbHBwPi6c9ZtrO&#10;/ElT6RsRIOwyVNB6P2RSuqolg25tB+Lg1XY06IMcG6lHnAPc9DKJoldpsOOw0OJAp5aqe/llFCT1&#10;XBbb6r2M8zgtPt5e6FYXpNRqGUc7EJ4e/j/81z5rBZsUfr+EHyA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YADT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15515FD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cWFEYr4AAADb&#10;AAAADwAAAGRycy9kb3ducmV2LnhtbEWPQWuDQBSE74H+h+UVeglxTaBpYrMKFQq9Sa2BHF/cF5W6&#10;b8XdJvrvu4VCjsPMfMMcssn04kqj6ywrWEcxCOLa6o4bBdXX+2oHwnlkjb1lUjCTgyx9WBww0fbG&#10;n3QtfSMChF2CClrvh0RKV7dk0EV2IA7exY4GfZBjI/WItwA3vdzE8VYa7DgstDhQ3lL9Xf4YBRe5&#10;yfFtL8vlUJ7zqahsMR9PSj09ruNXEJ4mfw//tz+0gpdn+PsSfoB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FEY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P/RXbsAAADb&#10;AAAADwAAAGRycy9kb3ducmV2LnhtbEWPQWsCMRSE7wX/Q3iCt5rYw7asRhFBEPSi9eDxkTx3Vzcv&#10;YZPq+u+NIPQ4zMw3zGzRu1bcqIuNZw2TsQJBbLxtuNJw/F1//oCICdli65k0PCjCYj74mGFp/Z33&#10;dDukSmQIxxI11CmFUspoanIYxz4QZ+/sO4cpy66StsN7hrtWfilVSIcN54UaA61qMtfDn9PQVNve&#10;m8ep8Pvl8RRUMJuL2mk9Gk7UFESiPv2H3+2N1fBdwOtL/gFy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/RX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4573;height:508;width:1945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E4B7ED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4612005</wp:posOffset>
                </wp:positionV>
                <wp:extent cx="6781800" cy="356870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6870"/>
                          <a:chOff x="2847" y="13022"/>
                          <a:chExt cx="10680" cy="562"/>
                        </a:xfrm>
                      </wpg:grpSpPr>
                      <wpg:grpSp>
                        <wpg:cNvPr id="60" name="组合 60"/>
                        <wpg:cNvGrpSpPr/>
                        <wpg:grpSpPr>
                          <a:xfrm>
                            <a:off x="2847" y="13138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1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6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909DD39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64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文本框 4"/>
                        <wps:cNvSpPr txBox="1"/>
                        <wps:spPr>
                          <a:xfrm>
                            <a:off x="3007" y="13022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A5A81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63.15pt;height:28.1pt;width:534pt;z-index:251677696;mso-width-relative:page;mso-height-relative:page;" coordorigin="2847,13022" coordsize="10680,562" o:gfxdata="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">
                <o:lock v:ext="edit" aspectratio="f"/>
                <v:group id="_x0000_s1026" o:spid="_x0000_s1026" o:spt="203" style="position:absolute;left:2847;top:13138;height:446;width:10680;" coordsize="6781800,284400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Oxyr4bwAAADb&#10;AAAADwAAAGRycy9kb3ducmV2LnhtbEWPT4vCMBTE78J+h/AWvGnaolK6Rg+7CApSsAp7fTSvf9jm&#10;pTRZq9/eCILHYWZ+w6y3N9OJKw2utawgnkcgiEurW64VXM67WQrCeWSNnWVScCcH283HZI2ZtiOf&#10;6Fr4WgQIuwwVNN73mZSubMigm9ueOHiVHQz6IIda6gHHADedTKJoJQ22HBYa7Om7ofKv+DcKkmos&#10;8rQ8FPEuXuTHnyX9VjkpNf2Moy8Qnm7+HX6191rBKoHnl/AD5O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scq+G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7909DD39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FB3vUL0AAADb&#10;AAAADwAAAGRycy9kb3ducmV2LnhtbEWPwWrDMBBE74H+g9hCLiGRnUJoXcuGGAq9hbou9LixNpap&#10;tTKWkjh/HxUKPQ4z84bJy9kO4kKT7x0rSDcJCOLW6Z47Bc3n2/oZhA/IGgfHpOBGHsriYZFjpt2V&#10;P+hSh05ECPsMFZgQxkxK3xqy6DduJI7eyU0WQ5RTJ/WE1wi3g9wmyU5a7DkuGBypMtT+1Ger4CS3&#10;Fe5fZL0a62M1Hxp3uH19K7V8TJNXEIHm8B/+a79rBbsn+P0Sf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He9Q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krh8bLsAAADb&#10;AAAADwAAAGRycy9kb3ducmV2LnhtbEWPQWsCMRSE7wX/Q3iCt5pYZCmrUUQQBL1oPXh8JM/d1c1L&#10;2KS6/nsjFHocZuYbZr7sXSvu1MXGs4bJWIEgNt42XGk4/Ww+v0HEhGyx9UwanhRhuRh8zLG0/sEH&#10;uh9TJTKEY4ka6pRCKWU0NTmMYx+Is3fxncOUZVdJ2+Ejw10rv5QqpMOG80KNgdY1mdvx12loql3v&#10;zfNc+MPqdA4qmO1V7bUeDSdqBiJRn/7Df+2t1VBM4f0l/w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h8b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3022;height:508;width:1945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0A5A81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942340</wp:posOffset>
                </wp:positionV>
                <wp:extent cx="6781800" cy="354965"/>
                <wp:effectExtent l="0" t="0" r="0" b="5715"/>
                <wp:wrapNone/>
                <wp:docPr id="29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4965"/>
                          <a:chOff x="5078" y="7243"/>
                          <a:chExt cx="10680" cy="559"/>
                        </a:xfrm>
                      </wpg:grpSpPr>
                      <wpg:grpSp>
                        <wpg:cNvPr id="31" name="组合 31"/>
                        <wpg:cNvGrpSpPr/>
                        <wpg:grpSpPr>
                          <a:xfrm>
                            <a:off x="5078" y="7356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3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A4BBE90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文本框 11"/>
                        <wps:cNvSpPr txBox="1"/>
                        <wps:spPr>
                          <a:xfrm>
                            <a:off x="5238" y="7243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9BAA2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74.2pt;height:27.95pt;width:534pt;z-index:251673600;mso-width-relative:page;mso-height-relative:page;" coordorigin="5078,7243" coordsize="10680,559" o:gfxdata="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">
                <o:lock v:ext="edit" aspectratio="f"/>
                <v:group id="_x0000_s1026" o:spid="_x0000_s1026" o:spt="203" style="position:absolute;left:5078;top:7356;height:446;width:10680;" coordsize="6781800,28440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R+MhZ70AAADb&#10;AAAADwAAAGRycy9kb3ducmV2LnhtbEWPS2vDMBCE74X8B7GB3Br50YbgRMkhxZBCMdQJ5LpY6wex&#10;VsZS7fTfV4VCj8PMfMPsjw/Ti4lG11lWEK8jEMSV1R03Cq6X/HkLwnlkjb1lUvBNDo6HxdMeM21n&#10;/qSp9I0IEHYZKmi9HzIpXdWSQbe2A3Hwajsa9EGOjdQjzgFueplE0UYa7DgstDjQqaXqXn4ZBUk9&#10;l8W2ei/jPH4pPt5e6VYXpNRqGUc7EJ4e/j/81z5rBWkKv1/CD5CH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4yF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5A4BBE90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iEdYOb4AAADb&#10;AAAADwAAAGRycy9kb3ducmV2LnhtbEWPQWuDQBSE74H+h+UVeglxTRpKYrMKFQq9Sa2BHF/cF5W6&#10;b8XdJvrvu4VCjsPMfMMcssn04kqj6ywrWEcxCOLa6o4bBdXX+2oHwnlkjb1lUjCTgyx9WBww0fbG&#10;n3QtfSMChF2CClrvh0RKV7dk0EV2IA7exY4GfZBjI/WItwA3vdzE8Ys02HFYaHGgvKX6u/wxCi5y&#10;k+PbXpbLoTznU1HZYj6elHp6XMevIDxN/h7+b39oBc9b+PsSfoB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EdYOb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7kf26r0AAADb&#10;AAAADwAAAGRycy9kb3ducmV2LnhtbEWPwWrDMBBE74X+g9hCb7WUlITgWAklEAi0F6c55LhIW9ut&#10;tRKWkth/XxUCPQ4z84aptqPrxZWG2HnWMCsUCGLjbceNhtPn/mUFIiZki71n0jBRhO3m8aHC0vob&#10;13Q9pkZkCMcSNbQphVLKaFpyGAsfiLP35QeHKcuhkXbAW4a7Xs6VWkqHHeeFFgPtWjI/x4vT0DXv&#10;ozfTeenrt9M5qGAO3+pD6+enmVqDSDSm//C9fbAaXhf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/b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5238;top:7243;height:508;width:1945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99BAA2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3129280</wp:posOffset>
                </wp:positionV>
                <wp:extent cx="6781800" cy="361315"/>
                <wp:effectExtent l="0" t="0" r="0" b="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1315"/>
                          <a:chOff x="2847" y="10687"/>
                          <a:chExt cx="10680" cy="569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2847" y="10810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4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887B7D5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6" name="文本框 6"/>
                        <wps:cNvSpPr txBox="1"/>
                        <wps:spPr>
                          <a:xfrm>
                            <a:off x="3007" y="10687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8305B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246.4pt;height:28.45pt;width:534pt;z-index:251674624;mso-width-relative:page;mso-height-relative:page;" coordorigin="2847,10687" coordsize="10680,569" o:gfxdata="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">
                <o:lock v:ext="edit" aspectratio="f"/>
                <v:group id="_x0000_s1026" o:spid="_x0000_s1026" o:spt="203" style="position:absolute;left:2847;top:10810;height:446;width:10680;" coordsize="6781800,28440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gHtp9r0AAADb&#10;AAAADwAAAGRycy9kb3ducmV2LnhtbEWPzWrDMBCE74W8g9hAbrWs4BbjRsmhIdBCMNQt9LpY6x9q&#10;rYylxM7bR4VCj8PMfMPsDosdxJUm3zvWoJIUBHHtTM+thq/P02MOwgdkg4Nj0nAjD4f96mGHhXEz&#10;f9C1Cq2IEPYFauhCGAspfd2RRZ+4kTh6jZsshiinVpoJ5wi3g9ym6bO02HNc6HCk147qn+piNWyb&#10;uSrz+r1SJ5WV5+MTfTclab1Zq/QFRKAl/If/2m9GQ6bg90v8AXJ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e2n2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0887B7D5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MOQWq7sAAADb&#10;AAAADwAAAGRycy9kb3ducmV2LnhtbEWPQYvCMBSE7wv+h/AEL4umFlm0GgULgjexq+Dx2TzbYvNS&#10;mqj13xtB8DjMzDfMYtWZWtypdZVlBeNRBII4t7riQsHhfzOcgnAeWWNtmRQ8ycFq2ftZYKLtg/d0&#10;z3whAoRdggpK75tESpeXZNCNbEMcvIttDfog20LqFh8BbmoZR9GfNFhxWCixobSk/JrdjIKLjFNc&#10;z2T222TntNsd7O55PCk16I+jOQhPnf+GP+2tVjCJ4f0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OQWq7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VuS4eL0AAADb&#10;AAAADwAAAGRycy9kb3ducmV2LnhtbEWPwWrDMBBE74X+g9hCb7WUNITgWAklEAi0F6c55LhIW9ut&#10;tRKWkth/XxUCPQ4z84aptqPrxZWG2HnWMCsUCGLjbceNhtPn/mUFIiZki71n0jBRhO3m8aHC0vob&#10;13Q9pkZkCMcSNbQphVLKaFpyGAsfiLP35QeHKcuhkXbAW4a7Xs6VWkqHHeeFFgPtWjI/x4vT0DXv&#10;ozfTeenrt9M5qGAO3+pD6+enmVqDSDSm//C9fbAaFq/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5Lh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0687;height:508;width:1945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28305B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7A56E"/>
    <w:multiLevelType w:val="singleLevel"/>
    <w:tmpl w:val="AD97A56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3ZmJjOWI3OTQ0ZmQ1NWEwNDAyYWNhNDY5Yzc0NjMifQ=="/>
  </w:docVars>
  <w:rsids>
    <w:rsidRoot w:val="1D06237C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719C0"/>
    <w:rsid w:val="0077420C"/>
    <w:rsid w:val="007B1C07"/>
    <w:rsid w:val="0082702B"/>
    <w:rsid w:val="0085417A"/>
    <w:rsid w:val="0089146D"/>
    <w:rsid w:val="008E0C60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D7BC7"/>
    <w:rsid w:val="00E17ECD"/>
    <w:rsid w:val="00EA688C"/>
    <w:rsid w:val="00F4103D"/>
    <w:rsid w:val="00FF5D10"/>
    <w:rsid w:val="00FF7F4E"/>
    <w:rsid w:val="022F48F3"/>
    <w:rsid w:val="0283508A"/>
    <w:rsid w:val="0A354A28"/>
    <w:rsid w:val="0ACA628E"/>
    <w:rsid w:val="10A5322F"/>
    <w:rsid w:val="12FF077C"/>
    <w:rsid w:val="1494590D"/>
    <w:rsid w:val="1542731E"/>
    <w:rsid w:val="19600F94"/>
    <w:rsid w:val="1D06237C"/>
    <w:rsid w:val="1D4A777F"/>
    <w:rsid w:val="1F31305F"/>
    <w:rsid w:val="1F38736A"/>
    <w:rsid w:val="1F395647"/>
    <w:rsid w:val="21CB7B54"/>
    <w:rsid w:val="251D118A"/>
    <w:rsid w:val="27B70919"/>
    <w:rsid w:val="295403E9"/>
    <w:rsid w:val="32231A2F"/>
    <w:rsid w:val="32724E02"/>
    <w:rsid w:val="33DF6B01"/>
    <w:rsid w:val="360A4309"/>
    <w:rsid w:val="39C944FA"/>
    <w:rsid w:val="3A180C6C"/>
    <w:rsid w:val="3B47390A"/>
    <w:rsid w:val="3E086CC3"/>
    <w:rsid w:val="41D8350E"/>
    <w:rsid w:val="46645732"/>
    <w:rsid w:val="4A3B6D2F"/>
    <w:rsid w:val="4CEA0599"/>
    <w:rsid w:val="51383FC9"/>
    <w:rsid w:val="54D211B3"/>
    <w:rsid w:val="5C094D76"/>
    <w:rsid w:val="5FB02081"/>
    <w:rsid w:val="69BD6A41"/>
    <w:rsid w:val="6E172822"/>
    <w:rsid w:val="6FA06443"/>
    <w:rsid w:val="73C956F8"/>
    <w:rsid w:val="767939A2"/>
    <w:rsid w:val="7879264D"/>
    <w:rsid w:val="797F444E"/>
    <w:rsid w:val="7E8B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1">
    <w:name w:val="页眉 Char"/>
    <w:basedOn w:val="8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创意简历SJS0056A.docx</Template>
  <Pages>1</Pages>
  <Words>0</Words>
  <Characters>0</Characters>
  <Lines>1</Lines>
  <Paragraphs>1</Paragraphs>
  <TotalTime>0</TotalTime>
  <ScaleCrop>false</ScaleCrop>
  <LinksUpToDate>false</LinksUpToDate>
  <CharactersWithSpaces>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2017-06-14T05:57:00Z</dcterms:created>
  <dc:creator>kedao</dc:creator>
  <cp:lastModifiedBy>简笔小站</cp:lastModifiedBy>
  <dcterms:modified xsi:type="dcterms:W3CDTF">2025-03-23T07:13:10Z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B14B4B9EF6F645F68AF3248DF3A7AF94_13</vt:lpwstr>
  </property>
  <property fmtid="{D5CDD505-2E9C-101B-9397-08002B2CF9AE}" pid="4" name="KSOTemplateDocerSaveRecord">
    <vt:lpwstr>eyJoZGlkIjoiZmYxOTBhNDFiZjRjY2E0MDU3OWYwOTg0MWZlYzFlZmEiLCJ1c2VySWQiOiIzMDY5NjI2MTQifQ==</vt:lpwstr>
  </property>
</Properties>
</file>